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452" w:rsidRDefault="00A66452" w:rsidP="004672A2">
      <w:pPr>
        <w:ind w:left="3969"/>
        <w:jc w:val="center"/>
        <w:rPr>
          <w:sz w:val="24"/>
          <w:szCs w:val="24"/>
        </w:rPr>
      </w:pPr>
      <w:r w:rsidRPr="00CD374C">
        <w:rPr>
          <w:sz w:val="24"/>
          <w:szCs w:val="24"/>
        </w:rPr>
        <w:t xml:space="preserve">Приложение </w:t>
      </w:r>
    </w:p>
    <w:p w:rsidR="00A66452" w:rsidRDefault="00A66452" w:rsidP="004672A2">
      <w:pPr>
        <w:ind w:left="3969"/>
        <w:jc w:val="center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</w:t>
      </w:r>
    </w:p>
    <w:p w:rsidR="00A66452" w:rsidRDefault="00A66452" w:rsidP="004672A2">
      <w:pPr>
        <w:ind w:left="3969"/>
        <w:jc w:val="center"/>
        <w:rPr>
          <w:sz w:val="24"/>
          <w:szCs w:val="24"/>
        </w:rPr>
      </w:pPr>
      <w:r>
        <w:rPr>
          <w:sz w:val="24"/>
          <w:szCs w:val="24"/>
        </w:rPr>
        <w:t>комиссии Российской Федерации</w:t>
      </w:r>
    </w:p>
    <w:p w:rsidR="00A66452" w:rsidRDefault="00A66452" w:rsidP="004672A2">
      <w:pPr>
        <w:ind w:left="3969"/>
        <w:jc w:val="center"/>
        <w:rPr>
          <w:sz w:val="24"/>
          <w:szCs w:val="24"/>
        </w:rPr>
      </w:pPr>
      <w:r>
        <w:rPr>
          <w:sz w:val="24"/>
          <w:szCs w:val="24"/>
        </w:rPr>
        <w:t>от 28 февраля 2018 г. № 145/1207-7</w:t>
      </w:r>
    </w:p>
    <w:p w:rsidR="00A66452" w:rsidRDefault="00A66452" w:rsidP="009E6BFE">
      <w:pPr>
        <w:ind w:left="4678"/>
        <w:jc w:val="center"/>
        <w:rPr>
          <w:sz w:val="24"/>
          <w:szCs w:val="24"/>
        </w:rPr>
      </w:pPr>
    </w:p>
    <w:p w:rsidR="00A66452" w:rsidRDefault="00A66452" w:rsidP="009E6BFE">
      <w:pPr>
        <w:ind w:left="4678"/>
        <w:jc w:val="center"/>
        <w:rPr>
          <w:sz w:val="24"/>
          <w:szCs w:val="24"/>
        </w:rPr>
      </w:pPr>
    </w:p>
    <w:p w:rsidR="00A66452" w:rsidRPr="00E46EED" w:rsidRDefault="00A66452" w:rsidP="004C5752">
      <w:pPr>
        <w:jc w:val="center"/>
        <w:rPr>
          <w:b/>
          <w:bCs/>
        </w:rPr>
      </w:pPr>
      <w:r w:rsidRPr="00E46EED">
        <w:rPr>
          <w:b/>
          <w:bCs/>
        </w:rPr>
        <w:t>Список</w:t>
      </w:r>
    </w:p>
    <w:p w:rsidR="00A66452" w:rsidRPr="00E46EED" w:rsidRDefault="00A66452" w:rsidP="004C5752">
      <w:pPr>
        <w:jc w:val="center"/>
        <w:rPr>
          <w:b/>
          <w:bCs/>
        </w:rPr>
      </w:pPr>
      <w:r w:rsidRPr="00E46EED">
        <w:rPr>
          <w:b/>
          <w:bCs/>
        </w:rPr>
        <w:t>избирательных участков, образованных за пределами территории</w:t>
      </w:r>
    </w:p>
    <w:p w:rsidR="00A66452" w:rsidRPr="00E46EED" w:rsidRDefault="00A66452" w:rsidP="004C5752">
      <w:pPr>
        <w:jc w:val="center"/>
        <w:rPr>
          <w:b/>
          <w:bCs/>
        </w:rPr>
      </w:pPr>
      <w:r w:rsidRPr="00E46EED">
        <w:rPr>
          <w:b/>
          <w:bCs/>
        </w:rPr>
        <w:t>Российской Федерации, на которых организуется досрочное голосование отдельных групп избирателей</w:t>
      </w:r>
    </w:p>
    <w:p w:rsidR="00A66452" w:rsidRDefault="00A66452" w:rsidP="004C5752">
      <w:pPr>
        <w:jc w:val="center"/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50"/>
        <w:gridCol w:w="2293"/>
        <w:gridCol w:w="1985"/>
        <w:gridCol w:w="2976"/>
        <w:gridCol w:w="1949"/>
      </w:tblGrid>
      <w:tr w:rsidR="00A66452" w:rsidRPr="004C5752">
        <w:trPr>
          <w:tblHeader/>
        </w:trPr>
        <w:tc>
          <w:tcPr>
            <w:tcW w:w="650" w:type="dxa"/>
            <w:vAlign w:val="center"/>
          </w:tcPr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№</w:t>
            </w:r>
          </w:p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2293" w:type="dxa"/>
            <w:vAlign w:val="center"/>
          </w:tcPr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Страна</w:t>
            </w:r>
          </w:p>
        </w:tc>
        <w:tc>
          <w:tcPr>
            <w:tcW w:w="1985" w:type="dxa"/>
            <w:vAlign w:val="center"/>
          </w:tcPr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Номер избирательного участка</w:t>
            </w:r>
          </w:p>
        </w:tc>
        <w:tc>
          <w:tcPr>
            <w:tcW w:w="2976" w:type="dxa"/>
            <w:vAlign w:val="center"/>
          </w:tcPr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Место</w:t>
            </w:r>
          </w:p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</w:tc>
        <w:tc>
          <w:tcPr>
            <w:tcW w:w="1949" w:type="dxa"/>
            <w:vAlign w:val="center"/>
          </w:tcPr>
          <w:p w:rsidR="00A66452" w:rsidRPr="00EC6918" w:rsidRDefault="00A66452" w:rsidP="005B4DB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r w:rsidRPr="00EC6918">
              <w:rPr>
                <w:b/>
                <w:bCs/>
                <w:sz w:val="24"/>
                <w:szCs w:val="24"/>
              </w:rPr>
              <w:t>проведения голосования</w:t>
            </w:r>
          </w:p>
          <w:p w:rsidR="00A66452" w:rsidRPr="00EC6918" w:rsidRDefault="00A66452" w:rsidP="005B4DB2">
            <w:pPr>
              <w:jc w:val="center"/>
              <w:rPr>
                <w:sz w:val="24"/>
                <w:szCs w:val="24"/>
              </w:rPr>
            </w:pPr>
            <w:r w:rsidRPr="00EC6918">
              <w:rPr>
                <w:b/>
                <w:bCs/>
                <w:sz w:val="24"/>
                <w:szCs w:val="24"/>
              </w:rPr>
              <w:t>(с 8.00 до 20.00 по местному времени)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 w:val="restart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93" w:type="dxa"/>
            <w:vMerge w:val="restart"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Белоруссия</w:t>
            </w: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8042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Молодечно,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Солигорск</w:t>
            </w:r>
          </w:p>
        </w:tc>
        <w:tc>
          <w:tcPr>
            <w:tcW w:w="1949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8043</w:t>
            </w:r>
          </w:p>
        </w:tc>
        <w:tc>
          <w:tcPr>
            <w:tcW w:w="2976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Пинск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8046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Мозырь,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Светлогорск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8047</w:t>
            </w:r>
          </w:p>
        </w:tc>
        <w:tc>
          <w:tcPr>
            <w:tcW w:w="2976" w:type="dxa"/>
          </w:tcPr>
          <w:p w:rsidR="00A66452" w:rsidRPr="00EC6918" w:rsidRDefault="00A66452" w:rsidP="009E6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Костюковичи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93" w:type="dxa"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Гвинея</w:t>
            </w: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8076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Фритаун 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(Сьера-Леоне)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 w:val="restart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93" w:type="dxa"/>
            <w:vMerge w:val="restart"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Испания</w:t>
            </w: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8114</w:t>
            </w:r>
          </w:p>
        </w:tc>
        <w:tc>
          <w:tcPr>
            <w:tcW w:w="2976" w:type="dxa"/>
          </w:tcPr>
          <w:p w:rsidR="00A66452" w:rsidRDefault="00A66452" w:rsidP="003E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Леон,</w:t>
            </w:r>
          </w:p>
          <w:p w:rsidR="00A66452" w:rsidRDefault="00A66452" w:rsidP="003E29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Сан-Себастьян,</w:t>
            </w:r>
          </w:p>
          <w:p w:rsidR="00A66452" w:rsidRPr="00EC6918" w:rsidRDefault="00A66452" w:rsidP="00D171B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Виго</w:t>
            </w:r>
          </w:p>
        </w:tc>
        <w:tc>
          <w:tcPr>
            <w:tcW w:w="1949" w:type="dxa"/>
          </w:tcPr>
          <w:p w:rsidR="00A66452" w:rsidRPr="00EC6918" w:rsidRDefault="00A66452" w:rsidP="00483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04–17.03.2018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8115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Малага,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Марбелья</w:t>
            </w:r>
          </w:p>
        </w:tc>
        <w:tc>
          <w:tcPr>
            <w:tcW w:w="1949" w:type="dxa"/>
          </w:tcPr>
          <w:p w:rsidR="00A66452" w:rsidRPr="00EC6918" w:rsidRDefault="00A66452" w:rsidP="00C60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  <w:vMerge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  <w:vMerge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A66452" w:rsidRDefault="00A66452" w:rsidP="00DA5E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8117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Аликанте,</w:t>
            </w:r>
          </w:p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Альмерия,</w:t>
            </w:r>
          </w:p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Валенсия,</w:t>
            </w:r>
          </w:p>
          <w:p w:rsidR="00A66452" w:rsidRDefault="00A66452" w:rsidP="00A614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Пальма-де-Майорка</w:t>
            </w:r>
          </w:p>
        </w:tc>
        <w:tc>
          <w:tcPr>
            <w:tcW w:w="1949" w:type="dxa"/>
          </w:tcPr>
          <w:p w:rsidR="00A66452" w:rsidRDefault="00A66452" w:rsidP="00C609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04–17.03.2018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93" w:type="dxa"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Кабо-Верде</w:t>
            </w: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8124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Минделу 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(о. Сан-Висенте)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13–15.03.2018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93" w:type="dxa"/>
          </w:tcPr>
          <w:p w:rsidR="00A66452" w:rsidRPr="00EC6918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Македония</w:t>
            </w:r>
          </w:p>
        </w:tc>
        <w:tc>
          <w:tcPr>
            <w:tcW w:w="1985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8196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Битола,</w:t>
            </w:r>
          </w:p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Охрид</w:t>
            </w:r>
          </w:p>
        </w:tc>
        <w:tc>
          <w:tcPr>
            <w:tcW w:w="1949" w:type="dxa"/>
          </w:tcPr>
          <w:p w:rsidR="00A66452" w:rsidRPr="00EC6918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14–17.03.2018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93" w:type="dxa"/>
          </w:tcPr>
          <w:p w:rsidR="00A66452" w:rsidRDefault="00A66452" w:rsidP="00EB07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 Корея</w:t>
            </w:r>
          </w:p>
        </w:tc>
        <w:tc>
          <w:tcPr>
            <w:tcW w:w="1985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8173</w:t>
            </w:r>
          </w:p>
        </w:tc>
        <w:tc>
          <w:tcPr>
            <w:tcW w:w="2976" w:type="dxa"/>
          </w:tcPr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Ансан,</w:t>
            </w:r>
          </w:p>
          <w:p w:rsidR="00A66452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Инчхон,</w:t>
            </w:r>
          </w:p>
          <w:p w:rsidR="00A66452" w:rsidRDefault="00A66452" w:rsidP="001F0A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Кимпхо</w:t>
            </w:r>
          </w:p>
        </w:tc>
        <w:tc>
          <w:tcPr>
            <w:tcW w:w="1949" w:type="dxa"/>
          </w:tcPr>
          <w:p w:rsidR="00A66452" w:rsidRDefault="00A66452" w:rsidP="00656D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05–14.03.2018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93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Сирия</w:t>
            </w:r>
          </w:p>
        </w:tc>
        <w:tc>
          <w:tcPr>
            <w:tcW w:w="1985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8969</w:t>
            </w:r>
          </w:p>
        </w:tc>
        <w:tc>
          <w:tcPr>
            <w:tcW w:w="2976" w:type="dxa"/>
          </w:tcPr>
          <w:p w:rsidR="00A66452" w:rsidRPr="00EC6918" w:rsidRDefault="00A66452" w:rsidP="00B81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Дамаск</w:t>
            </w:r>
          </w:p>
        </w:tc>
        <w:tc>
          <w:tcPr>
            <w:tcW w:w="1949" w:type="dxa"/>
          </w:tcPr>
          <w:p w:rsidR="00A66452" w:rsidRPr="00EC6918" w:rsidRDefault="00A66452" w:rsidP="004838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09–15.03.2018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293" w:type="dxa"/>
          </w:tcPr>
          <w:p w:rsidR="00A66452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Узбекистан</w:t>
            </w:r>
          </w:p>
        </w:tc>
        <w:tc>
          <w:tcPr>
            <w:tcW w:w="1985" w:type="dxa"/>
          </w:tcPr>
          <w:p w:rsidR="00A66452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8297</w:t>
            </w:r>
          </w:p>
        </w:tc>
        <w:tc>
          <w:tcPr>
            <w:tcW w:w="2976" w:type="dxa"/>
          </w:tcPr>
          <w:p w:rsidR="00A66452" w:rsidRDefault="00A66452" w:rsidP="00B81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Алмалык,</w:t>
            </w:r>
          </w:p>
          <w:p w:rsidR="00A66452" w:rsidRDefault="00A66452" w:rsidP="00B81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Навои,</w:t>
            </w:r>
          </w:p>
          <w:p w:rsidR="00A66452" w:rsidRDefault="00A66452" w:rsidP="00B81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Самарканд,</w:t>
            </w:r>
          </w:p>
          <w:p w:rsidR="00A66452" w:rsidRPr="00EC6918" w:rsidRDefault="00A66452" w:rsidP="00B81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Гулистан</w:t>
            </w:r>
          </w:p>
        </w:tc>
        <w:tc>
          <w:tcPr>
            <w:tcW w:w="1949" w:type="dxa"/>
          </w:tcPr>
          <w:p w:rsidR="00A66452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03–12.03.2018</w:t>
            </w:r>
          </w:p>
        </w:tc>
      </w:tr>
      <w:tr w:rsidR="00A66452" w:rsidRPr="004C5752">
        <w:trPr>
          <w:cantSplit/>
        </w:trPr>
        <w:tc>
          <w:tcPr>
            <w:tcW w:w="650" w:type="dxa"/>
          </w:tcPr>
          <w:p w:rsidR="00A66452" w:rsidRPr="00EC6918" w:rsidRDefault="00A66452" w:rsidP="004C57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93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Экваториальная Гвинея</w:t>
            </w:r>
          </w:p>
        </w:tc>
        <w:tc>
          <w:tcPr>
            <w:tcW w:w="1985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8155</w:t>
            </w:r>
          </w:p>
        </w:tc>
        <w:tc>
          <w:tcPr>
            <w:tcW w:w="2976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Бата </w:t>
            </w:r>
          </w:p>
        </w:tc>
        <w:tc>
          <w:tcPr>
            <w:tcW w:w="1949" w:type="dxa"/>
          </w:tcPr>
          <w:p w:rsidR="00A66452" w:rsidRPr="00EC6918" w:rsidRDefault="00A66452" w:rsidP="00CE298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10–12.03.2018</w:t>
            </w:r>
          </w:p>
        </w:tc>
      </w:tr>
    </w:tbl>
    <w:p w:rsidR="00A66452" w:rsidRPr="004C5752" w:rsidRDefault="00A66452" w:rsidP="004C5752">
      <w:pPr>
        <w:jc w:val="center"/>
      </w:pPr>
    </w:p>
    <w:sectPr w:rsidR="00A66452" w:rsidRPr="004C5752" w:rsidSect="004672A2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452" w:rsidRDefault="00A66452" w:rsidP="009B5F14">
      <w:r>
        <w:separator/>
      </w:r>
    </w:p>
  </w:endnote>
  <w:endnote w:type="continuationSeparator" w:id="0">
    <w:p w:rsidR="00A66452" w:rsidRDefault="00A66452" w:rsidP="009B5F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452" w:rsidRDefault="00A66452">
    <w:pPr>
      <w:pStyle w:val="Footer"/>
    </w:pPr>
    <w:fldSimple w:instr=" FILENAME   \* MERGEFORMAT ">
      <w:r w:rsidRPr="009E08DD">
        <w:rPr>
          <w:noProof/>
          <w:sz w:val="16"/>
          <w:szCs w:val="16"/>
        </w:rPr>
        <w:t>k0302024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452" w:rsidRDefault="00A66452">
    <w:pPr>
      <w:pStyle w:val="Footer"/>
    </w:pPr>
    <w:fldSimple w:instr=" FILENAME   \* MERGEFORMAT ">
      <w:r w:rsidRPr="009E08DD">
        <w:rPr>
          <w:noProof/>
          <w:sz w:val="16"/>
          <w:szCs w:val="16"/>
        </w:rPr>
        <w:t>k0302024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452" w:rsidRDefault="00A66452" w:rsidP="009B5F14">
      <w:r>
        <w:separator/>
      </w:r>
    </w:p>
  </w:footnote>
  <w:footnote w:type="continuationSeparator" w:id="0">
    <w:p w:rsidR="00A66452" w:rsidRDefault="00A66452" w:rsidP="009B5F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452" w:rsidRPr="009E08DD" w:rsidRDefault="00A66452" w:rsidP="009E08DD">
    <w:pPr>
      <w:pStyle w:val="Header"/>
      <w:jc w:val="center"/>
      <w:rPr>
        <w:sz w:val="24"/>
        <w:szCs w:val="24"/>
      </w:rPr>
    </w:pPr>
    <w:r w:rsidRPr="009B5F14">
      <w:rPr>
        <w:sz w:val="24"/>
        <w:szCs w:val="24"/>
      </w:rPr>
      <w:fldChar w:fldCharType="begin"/>
    </w:r>
    <w:r w:rsidRPr="009B5F14">
      <w:rPr>
        <w:sz w:val="24"/>
        <w:szCs w:val="24"/>
      </w:rPr>
      <w:instrText xml:space="preserve"> PAGE   \* MERGEFORMAT </w:instrText>
    </w:r>
    <w:r w:rsidRPr="009B5F14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9B5F14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6078"/>
    <w:multiLevelType w:val="hybridMultilevel"/>
    <w:tmpl w:val="66FAEC22"/>
    <w:lvl w:ilvl="0" w:tplc="98F2FA6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3A1EB2"/>
    <w:multiLevelType w:val="hybridMultilevel"/>
    <w:tmpl w:val="BFE65102"/>
    <w:lvl w:ilvl="0" w:tplc="09B0E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8758CE"/>
    <w:multiLevelType w:val="hybridMultilevel"/>
    <w:tmpl w:val="2546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9F42FF"/>
    <w:multiLevelType w:val="hybridMultilevel"/>
    <w:tmpl w:val="D626E864"/>
    <w:lvl w:ilvl="0" w:tplc="F2A40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34A91"/>
    <w:multiLevelType w:val="hybridMultilevel"/>
    <w:tmpl w:val="77882640"/>
    <w:lvl w:ilvl="0" w:tplc="D7883C44">
      <w:start w:val="1"/>
      <w:numFmt w:val="decimal"/>
      <w:lvlText w:val="%1."/>
      <w:lvlJc w:val="left"/>
      <w:pPr>
        <w:ind w:left="1429" w:hanging="72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D51549"/>
    <w:multiLevelType w:val="hybridMultilevel"/>
    <w:tmpl w:val="692C302C"/>
    <w:lvl w:ilvl="0" w:tplc="0CC428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6E731A"/>
    <w:multiLevelType w:val="hybridMultilevel"/>
    <w:tmpl w:val="38D84A02"/>
    <w:lvl w:ilvl="0" w:tplc="786A1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08"/>
  <w:doNotHyphenateCaps/>
  <w:drawingGridHorizontalSpacing w:val="14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670A"/>
    <w:rsid w:val="00012954"/>
    <w:rsid w:val="00014A15"/>
    <w:rsid w:val="00017287"/>
    <w:rsid w:val="00017BE0"/>
    <w:rsid w:val="00024B97"/>
    <w:rsid w:val="00035240"/>
    <w:rsid w:val="0004375D"/>
    <w:rsid w:val="00044FFB"/>
    <w:rsid w:val="0004545D"/>
    <w:rsid w:val="00047A49"/>
    <w:rsid w:val="0005099A"/>
    <w:rsid w:val="0005674C"/>
    <w:rsid w:val="00060607"/>
    <w:rsid w:val="00063043"/>
    <w:rsid w:val="0006707B"/>
    <w:rsid w:val="000752A5"/>
    <w:rsid w:val="000810A8"/>
    <w:rsid w:val="0009301C"/>
    <w:rsid w:val="000950DA"/>
    <w:rsid w:val="00095B2E"/>
    <w:rsid w:val="000969C7"/>
    <w:rsid w:val="000B07C6"/>
    <w:rsid w:val="000B42F7"/>
    <w:rsid w:val="000B6D27"/>
    <w:rsid w:val="000C26A8"/>
    <w:rsid w:val="000C2E77"/>
    <w:rsid w:val="000D7C8D"/>
    <w:rsid w:val="000E3EB5"/>
    <w:rsid w:val="000F77F5"/>
    <w:rsid w:val="0011269A"/>
    <w:rsid w:val="00141B73"/>
    <w:rsid w:val="00141DDE"/>
    <w:rsid w:val="00147D1F"/>
    <w:rsid w:val="001523C1"/>
    <w:rsid w:val="00171F0F"/>
    <w:rsid w:val="00172DF3"/>
    <w:rsid w:val="00173558"/>
    <w:rsid w:val="00183137"/>
    <w:rsid w:val="00190267"/>
    <w:rsid w:val="001A0609"/>
    <w:rsid w:val="001A5BFA"/>
    <w:rsid w:val="001A6653"/>
    <w:rsid w:val="001A6C30"/>
    <w:rsid w:val="001B0A0C"/>
    <w:rsid w:val="001C4F0A"/>
    <w:rsid w:val="001D4ECC"/>
    <w:rsid w:val="001D6567"/>
    <w:rsid w:val="001D68DD"/>
    <w:rsid w:val="001E1C48"/>
    <w:rsid w:val="001E1FF6"/>
    <w:rsid w:val="001E767D"/>
    <w:rsid w:val="001F0A27"/>
    <w:rsid w:val="001F58A0"/>
    <w:rsid w:val="001F68FC"/>
    <w:rsid w:val="00200171"/>
    <w:rsid w:val="00207BE9"/>
    <w:rsid w:val="002168E3"/>
    <w:rsid w:val="002204E5"/>
    <w:rsid w:val="00224428"/>
    <w:rsid w:val="0023723C"/>
    <w:rsid w:val="00246FF8"/>
    <w:rsid w:val="00266EEF"/>
    <w:rsid w:val="002741B6"/>
    <w:rsid w:val="0027580C"/>
    <w:rsid w:val="00283C08"/>
    <w:rsid w:val="00293FFB"/>
    <w:rsid w:val="00294E44"/>
    <w:rsid w:val="00295AB9"/>
    <w:rsid w:val="002A7F7A"/>
    <w:rsid w:val="002B495B"/>
    <w:rsid w:val="002D52D4"/>
    <w:rsid w:val="002F3C76"/>
    <w:rsid w:val="002F45D3"/>
    <w:rsid w:val="002F4718"/>
    <w:rsid w:val="00300553"/>
    <w:rsid w:val="00300A74"/>
    <w:rsid w:val="00306A29"/>
    <w:rsid w:val="003145BA"/>
    <w:rsid w:val="00315C49"/>
    <w:rsid w:val="00316148"/>
    <w:rsid w:val="003204FD"/>
    <w:rsid w:val="00324B81"/>
    <w:rsid w:val="00333561"/>
    <w:rsid w:val="00335607"/>
    <w:rsid w:val="00342566"/>
    <w:rsid w:val="0035163B"/>
    <w:rsid w:val="00355EDA"/>
    <w:rsid w:val="00356E62"/>
    <w:rsid w:val="00361684"/>
    <w:rsid w:val="003744CA"/>
    <w:rsid w:val="0037593F"/>
    <w:rsid w:val="00375E1A"/>
    <w:rsid w:val="003905EA"/>
    <w:rsid w:val="00391B74"/>
    <w:rsid w:val="003A7674"/>
    <w:rsid w:val="003B6EF2"/>
    <w:rsid w:val="003B7574"/>
    <w:rsid w:val="003C3F72"/>
    <w:rsid w:val="003C4BFF"/>
    <w:rsid w:val="003D0581"/>
    <w:rsid w:val="003D0910"/>
    <w:rsid w:val="003E020D"/>
    <w:rsid w:val="003E1BB2"/>
    <w:rsid w:val="003E2912"/>
    <w:rsid w:val="003E5B15"/>
    <w:rsid w:val="003F1420"/>
    <w:rsid w:val="003F440C"/>
    <w:rsid w:val="003F4A6A"/>
    <w:rsid w:val="00401FB6"/>
    <w:rsid w:val="0040269D"/>
    <w:rsid w:val="00405FEC"/>
    <w:rsid w:val="0041217F"/>
    <w:rsid w:val="00420F0F"/>
    <w:rsid w:val="00442737"/>
    <w:rsid w:val="004456F5"/>
    <w:rsid w:val="004464D2"/>
    <w:rsid w:val="00446C18"/>
    <w:rsid w:val="00446FAB"/>
    <w:rsid w:val="00454F5A"/>
    <w:rsid w:val="00455DF4"/>
    <w:rsid w:val="0046001A"/>
    <w:rsid w:val="00461E42"/>
    <w:rsid w:val="0046443D"/>
    <w:rsid w:val="004672A2"/>
    <w:rsid w:val="0047146A"/>
    <w:rsid w:val="00483599"/>
    <w:rsid w:val="00483896"/>
    <w:rsid w:val="00485C21"/>
    <w:rsid w:val="0049016E"/>
    <w:rsid w:val="00492EAA"/>
    <w:rsid w:val="00497441"/>
    <w:rsid w:val="004A16A5"/>
    <w:rsid w:val="004B2B7F"/>
    <w:rsid w:val="004B6833"/>
    <w:rsid w:val="004C2371"/>
    <w:rsid w:val="004C3587"/>
    <w:rsid w:val="004C5752"/>
    <w:rsid w:val="004D33F9"/>
    <w:rsid w:val="004E1A75"/>
    <w:rsid w:val="004E2C65"/>
    <w:rsid w:val="005006CF"/>
    <w:rsid w:val="00512BE8"/>
    <w:rsid w:val="00513494"/>
    <w:rsid w:val="0051447A"/>
    <w:rsid w:val="00515576"/>
    <w:rsid w:val="0052071E"/>
    <w:rsid w:val="00527ADF"/>
    <w:rsid w:val="00536E20"/>
    <w:rsid w:val="005378F2"/>
    <w:rsid w:val="00552053"/>
    <w:rsid w:val="005620E6"/>
    <w:rsid w:val="00567CCE"/>
    <w:rsid w:val="005722D8"/>
    <w:rsid w:val="005810E4"/>
    <w:rsid w:val="00583BE2"/>
    <w:rsid w:val="005903C5"/>
    <w:rsid w:val="005A2A31"/>
    <w:rsid w:val="005A4A03"/>
    <w:rsid w:val="005B207D"/>
    <w:rsid w:val="005B4DB2"/>
    <w:rsid w:val="005C13B2"/>
    <w:rsid w:val="005D2731"/>
    <w:rsid w:val="005D331F"/>
    <w:rsid w:val="005E3FDC"/>
    <w:rsid w:val="005E6B3E"/>
    <w:rsid w:val="005F07F3"/>
    <w:rsid w:val="005F1144"/>
    <w:rsid w:val="006002BD"/>
    <w:rsid w:val="00607397"/>
    <w:rsid w:val="006075ED"/>
    <w:rsid w:val="006103FD"/>
    <w:rsid w:val="006139F6"/>
    <w:rsid w:val="0061759C"/>
    <w:rsid w:val="00626A6A"/>
    <w:rsid w:val="00630A35"/>
    <w:rsid w:val="00631DF2"/>
    <w:rsid w:val="0063261E"/>
    <w:rsid w:val="006338C0"/>
    <w:rsid w:val="00646FA9"/>
    <w:rsid w:val="00655AA1"/>
    <w:rsid w:val="00656D56"/>
    <w:rsid w:val="006736E0"/>
    <w:rsid w:val="00675A69"/>
    <w:rsid w:val="00683E35"/>
    <w:rsid w:val="00684023"/>
    <w:rsid w:val="00691876"/>
    <w:rsid w:val="006A0545"/>
    <w:rsid w:val="006A0CC7"/>
    <w:rsid w:val="006A7C89"/>
    <w:rsid w:val="006B27A5"/>
    <w:rsid w:val="006B79E2"/>
    <w:rsid w:val="006C4F47"/>
    <w:rsid w:val="006C50A3"/>
    <w:rsid w:val="006E339F"/>
    <w:rsid w:val="006E3B0E"/>
    <w:rsid w:val="006E5676"/>
    <w:rsid w:val="006F4CEB"/>
    <w:rsid w:val="006F70CD"/>
    <w:rsid w:val="00707E7D"/>
    <w:rsid w:val="0071138C"/>
    <w:rsid w:val="00711BB5"/>
    <w:rsid w:val="00722D1E"/>
    <w:rsid w:val="00734044"/>
    <w:rsid w:val="00734685"/>
    <w:rsid w:val="0074332A"/>
    <w:rsid w:val="007518AF"/>
    <w:rsid w:val="00764BC8"/>
    <w:rsid w:val="00765925"/>
    <w:rsid w:val="00782D34"/>
    <w:rsid w:val="00794ADD"/>
    <w:rsid w:val="00796C0E"/>
    <w:rsid w:val="007B3C74"/>
    <w:rsid w:val="007B5BA7"/>
    <w:rsid w:val="007B661D"/>
    <w:rsid w:val="007B6F3E"/>
    <w:rsid w:val="007C7D06"/>
    <w:rsid w:val="007D46EC"/>
    <w:rsid w:val="007E7A7B"/>
    <w:rsid w:val="007F457B"/>
    <w:rsid w:val="008043C6"/>
    <w:rsid w:val="00810FA5"/>
    <w:rsid w:val="00820464"/>
    <w:rsid w:val="00822201"/>
    <w:rsid w:val="00823F0E"/>
    <w:rsid w:val="00825C45"/>
    <w:rsid w:val="00837185"/>
    <w:rsid w:val="00841F98"/>
    <w:rsid w:val="00847617"/>
    <w:rsid w:val="008521C7"/>
    <w:rsid w:val="00852343"/>
    <w:rsid w:val="00870290"/>
    <w:rsid w:val="00886BD9"/>
    <w:rsid w:val="00890061"/>
    <w:rsid w:val="00892256"/>
    <w:rsid w:val="0089413B"/>
    <w:rsid w:val="008A49C0"/>
    <w:rsid w:val="008C691C"/>
    <w:rsid w:val="008D1280"/>
    <w:rsid w:val="008D4498"/>
    <w:rsid w:val="008E279F"/>
    <w:rsid w:val="008E45A4"/>
    <w:rsid w:val="008F19F4"/>
    <w:rsid w:val="008F1A94"/>
    <w:rsid w:val="00903E87"/>
    <w:rsid w:val="00914E09"/>
    <w:rsid w:val="0092168D"/>
    <w:rsid w:val="00925969"/>
    <w:rsid w:val="00930011"/>
    <w:rsid w:val="009412CF"/>
    <w:rsid w:val="00942B35"/>
    <w:rsid w:val="009559E5"/>
    <w:rsid w:val="00955C97"/>
    <w:rsid w:val="00956419"/>
    <w:rsid w:val="00956BBD"/>
    <w:rsid w:val="00957A16"/>
    <w:rsid w:val="00962BFA"/>
    <w:rsid w:val="00964255"/>
    <w:rsid w:val="009765CA"/>
    <w:rsid w:val="00977163"/>
    <w:rsid w:val="00980E89"/>
    <w:rsid w:val="00982A16"/>
    <w:rsid w:val="00986BE6"/>
    <w:rsid w:val="009873C3"/>
    <w:rsid w:val="00992432"/>
    <w:rsid w:val="009A3BC0"/>
    <w:rsid w:val="009B27AB"/>
    <w:rsid w:val="009B37BB"/>
    <w:rsid w:val="009B5F14"/>
    <w:rsid w:val="009E08DD"/>
    <w:rsid w:val="009E6BFE"/>
    <w:rsid w:val="009F1DFD"/>
    <w:rsid w:val="009F2EE5"/>
    <w:rsid w:val="009F7B3E"/>
    <w:rsid w:val="00A02872"/>
    <w:rsid w:val="00A0417B"/>
    <w:rsid w:val="00A05791"/>
    <w:rsid w:val="00A06856"/>
    <w:rsid w:val="00A07235"/>
    <w:rsid w:val="00A12842"/>
    <w:rsid w:val="00A12B74"/>
    <w:rsid w:val="00A1683D"/>
    <w:rsid w:val="00A21682"/>
    <w:rsid w:val="00A25A23"/>
    <w:rsid w:val="00A307A8"/>
    <w:rsid w:val="00A357B0"/>
    <w:rsid w:val="00A40A01"/>
    <w:rsid w:val="00A519D5"/>
    <w:rsid w:val="00A61431"/>
    <w:rsid w:val="00A66452"/>
    <w:rsid w:val="00A7614B"/>
    <w:rsid w:val="00A90381"/>
    <w:rsid w:val="00A90E2D"/>
    <w:rsid w:val="00A9426C"/>
    <w:rsid w:val="00AB6ADD"/>
    <w:rsid w:val="00AC3EFD"/>
    <w:rsid w:val="00AD22AE"/>
    <w:rsid w:val="00AD6D46"/>
    <w:rsid w:val="00AE10CB"/>
    <w:rsid w:val="00AE6298"/>
    <w:rsid w:val="00AF125C"/>
    <w:rsid w:val="00AF3BF2"/>
    <w:rsid w:val="00AF4BC9"/>
    <w:rsid w:val="00AF5FCF"/>
    <w:rsid w:val="00AF6781"/>
    <w:rsid w:val="00B12C58"/>
    <w:rsid w:val="00B322C1"/>
    <w:rsid w:val="00B34228"/>
    <w:rsid w:val="00B367DC"/>
    <w:rsid w:val="00B4326D"/>
    <w:rsid w:val="00B50174"/>
    <w:rsid w:val="00B576B4"/>
    <w:rsid w:val="00B72BF3"/>
    <w:rsid w:val="00B72C5F"/>
    <w:rsid w:val="00B8024A"/>
    <w:rsid w:val="00B81B79"/>
    <w:rsid w:val="00B83E44"/>
    <w:rsid w:val="00B91528"/>
    <w:rsid w:val="00B968C0"/>
    <w:rsid w:val="00BA78E8"/>
    <w:rsid w:val="00BB1705"/>
    <w:rsid w:val="00BB4796"/>
    <w:rsid w:val="00BD56D2"/>
    <w:rsid w:val="00BE12C7"/>
    <w:rsid w:val="00BE135F"/>
    <w:rsid w:val="00BE3BE4"/>
    <w:rsid w:val="00BE7C41"/>
    <w:rsid w:val="00BF0109"/>
    <w:rsid w:val="00BF704A"/>
    <w:rsid w:val="00C01EF1"/>
    <w:rsid w:val="00C26F25"/>
    <w:rsid w:val="00C276DA"/>
    <w:rsid w:val="00C326AA"/>
    <w:rsid w:val="00C32834"/>
    <w:rsid w:val="00C34F96"/>
    <w:rsid w:val="00C36576"/>
    <w:rsid w:val="00C36669"/>
    <w:rsid w:val="00C52BD3"/>
    <w:rsid w:val="00C5339D"/>
    <w:rsid w:val="00C60936"/>
    <w:rsid w:val="00C7092E"/>
    <w:rsid w:val="00C7721B"/>
    <w:rsid w:val="00C77418"/>
    <w:rsid w:val="00C85837"/>
    <w:rsid w:val="00C87DB1"/>
    <w:rsid w:val="00C90433"/>
    <w:rsid w:val="00C9167A"/>
    <w:rsid w:val="00C9305B"/>
    <w:rsid w:val="00C947BE"/>
    <w:rsid w:val="00CA2314"/>
    <w:rsid w:val="00CA6FDE"/>
    <w:rsid w:val="00CD229E"/>
    <w:rsid w:val="00CD374C"/>
    <w:rsid w:val="00CD5828"/>
    <w:rsid w:val="00CE246B"/>
    <w:rsid w:val="00CE2626"/>
    <w:rsid w:val="00CE2984"/>
    <w:rsid w:val="00CE2A1D"/>
    <w:rsid w:val="00CE670A"/>
    <w:rsid w:val="00CF0293"/>
    <w:rsid w:val="00CF73BD"/>
    <w:rsid w:val="00D02A44"/>
    <w:rsid w:val="00D063FF"/>
    <w:rsid w:val="00D147D7"/>
    <w:rsid w:val="00D171B6"/>
    <w:rsid w:val="00D201DB"/>
    <w:rsid w:val="00D34E24"/>
    <w:rsid w:val="00D619EE"/>
    <w:rsid w:val="00D65EF1"/>
    <w:rsid w:val="00D67D39"/>
    <w:rsid w:val="00D83446"/>
    <w:rsid w:val="00D83C72"/>
    <w:rsid w:val="00D87DBD"/>
    <w:rsid w:val="00D939DA"/>
    <w:rsid w:val="00DA179C"/>
    <w:rsid w:val="00DA5E77"/>
    <w:rsid w:val="00DA733B"/>
    <w:rsid w:val="00DB3CC4"/>
    <w:rsid w:val="00DC0273"/>
    <w:rsid w:val="00DD4022"/>
    <w:rsid w:val="00DE7279"/>
    <w:rsid w:val="00E000E2"/>
    <w:rsid w:val="00E014D2"/>
    <w:rsid w:val="00E017E8"/>
    <w:rsid w:val="00E02BC6"/>
    <w:rsid w:val="00E05593"/>
    <w:rsid w:val="00E07CBE"/>
    <w:rsid w:val="00E13525"/>
    <w:rsid w:val="00E22BC7"/>
    <w:rsid w:val="00E318F3"/>
    <w:rsid w:val="00E359A0"/>
    <w:rsid w:val="00E36617"/>
    <w:rsid w:val="00E42041"/>
    <w:rsid w:val="00E425B3"/>
    <w:rsid w:val="00E46085"/>
    <w:rsid w:val="00E46190"/>
    <w:rsid w:val="00E46EED"/>
    <w:rsid w:val="00E522EB"/>
    <w:rsid w:val="00E57191"/>
    <w:rsid w:val="00E6764E"/>
    <w:rsid w:val="00E73E18"/>
    <w:rsid w:val="00E779C4"/>
    <w:rsid w:val="00E800B8"/>
    <w:rsid w:val="00E80ED7"/>
    <w:rsid w:val="00E811B5"/>
    <w:rsid w:val="00E85C38"/>
    <w:rsid w:val="00E869B4"/>
    <w:rsid w:val="00E9253F"/>
    <w:rsid w:val="00EA115D"/>
    <w:rsid w:val="00EB070B"/>
    <w:rsid w:val="00EC0FB2"/>
    <w:rsid w:val="00EC0FFC"/>
    <w:rsid w:val="00EC4FC8"/>
    <w:rsid w:val="00EC6918"/>
    <w:rsid w:val="00ED03C4"/>
    <w:rsid w:val="00EE5E2C"/>
    <w:rsid w:val="00F02307"/>
    <w:rsid w:val="00F02C4E"/>
    <w:rsid w:val="00F03598"/>
    <w:rsid w:val="00F04BCC"/>
    <w:rsid w:val="00F04FA3"/>
    <w:rsid w:val="00F065D0"/>
    <w:rsid w:val="00F07E37"/>
    <w:rsid w:val="00F24737"/>
    <w:rsid w:val="00F328A4"/>
    <w:rsid w:val="00F371C9"/>
    <w:rsid w:val="00F40CFE"/>
    <w:rsid w:val="00F46468"/>
    <w:rsid w:val="00F7017D"/>
    <w:rsid w:val="00F80F72"/>
    <w:rsid w:val="00F85C2B"/>
    <w:rsid w:val="00F92AF6"/>
    <w:rsid w:val="00F95273"/>
    <w:rsid w:val="00FA030E"/>
    <w:rsid w:val="00FB28B9"/>
    <w:rsid w:val="00FC1634"/>
    <w:rsid w:val="00FC4A4E"/>
    <w:rsid w:val="00FC5384"/>
    <w:rsid w:val="00FC6A59"/>
    <w:rsid w:val="00FD3DEE"/>
    <w:rsid w:val="00FE02CE"/>
    <w:rsid w:val="00FE1026"/>
    <w:rsid w:val="00FE64CC"/>
    <w:rsid w:val="00FF3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5C2B"/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2-15">
    <w:name w:val="Текст 12-15"/>
    <w:basedOn w:val="Normal"/>
    <w:uiPriority w:val="99"/>
    <w:rsid w:val="00293FFB"/>
    <w:pPr>
      <w:spacing w:line="360" w:lineRule="auto"/>
      <w:ind w:firstLine="709"/>
      <w:jc w:val="both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779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7BDA"/>
    <w:rPr>
      <w:sz w:val="0"/>
      <w:szCs w:val="0"/>
    </w:rPr>
  </w:style>
  <w:style w:type="table" w:styleId="TableGrid">
    <w:name w:val="Table Grid"/>
    <w:basedOn w:val="TableNormal"/>
    <w:uiPriority w:val="99"/>
    <w:rsid w:val="004C575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тенограмма"/>
    <w:basedOn w:val="Normal"/>
    <w:uiPriority w:val="99"/>
    <w:rsid w:val="001B0A0C"/>
    <w:pPr>
      <w:spacing w:after="120" w:line="360" w:lineRule="auto"/>
      <w:ind w:firstLine="709"/>
      <w:jc w:val="both"/>
    </w:pPr>
  </w:style>
  <w:style w:type="paragraph" w:styleId="NormalWeb">
    <w:name w:val="Normal (Web)"/>
    <w:basedOn w:val="Normal"/>
    <w:uiPriority w:val="99"/>
    <w:rsid w:val="00F04FA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Загл.14"/>
    <w:basedOn w:val="Normal"/>
    <w:uiPriority w:val="99"/>
    <w:rsid w:val="00F04FA3"/>
    <w:pPr>
      <w:jc w:val="center"/>
    </w:pPr>
    <w:rPr>
      <w:b/>
      <w:bCs/>
    </w:rPr>
  </w:style>
  <w:style w:type="paragraph" w:customStyle="1" w:styleId="14-15">
    <w:name w:val="14-15"/>
    <w:basedOn w:val="Normal"/>
    <w:uiPriority w:val="99"/>
    <w:rsid w:val="00F04FA3"/>
    <w:pPr>
      <w:spacing w:line="360" w:lineRule="auto"/>
      <w:ind w:firstLine="709"/>
      <w:jc w:val="both"/>
    </w:pPr>
  </w:style>
  <w:style w:type="paragraph" w:styleId="Header">
    <w:name w:val="header"/>
    <w:basedOn w:val="Normal"/>
    <w:link w:val="HeaderChar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B5F14"/>
    <w:rPr>
      <w:sz w:val="28"/>
      <w:szCs w:val="28"/>
    </w:rPr>
  </w:style>
  <w:style w:type="paragraph" w:styleId="Footer">
    <w:name w:val="footer"/>
    <w:basedOn w:val="Normal"/>
    <w:link w:val="FooterChar"/>
    <w:uiPriority w:val="99"/>
    <w:rsid w:val="009B5F1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B5F14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179</Words>
  <Characters>1025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приглашенных</dc:title>
  <dc:subject/>
  <dc:creator>Tynuaeva</dc:creator>
  <cp:keywords/>
  <dc:description/>
  <cp:lastModifiedBy>user</cp:lastModifiedBy>
  <cp:revision>2</cp:revision>
  <cp:lastPrinted>2018-02-28T07:01:00Z</cp:lastPrinted>
  <dcterms:created xsi:type="dcterms:W3CDTF">2018-02-28T14:02:00Z</dcterms:created>
  <dcterms:modified xsi:type="dcterms:W3CDTF">2018-02-28T14:02:00Z</dcterms:modified>
</cp:coreProperties>
</file>