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789" w:rsidRPr="00302DB5" w:rsidRDefault="00D64789" w:rsidP="00023B2F">
      <w:pPr>
        <w:pStyle w:val="BodyText"/>
        <w:pageBreakBefore/>
        <w:ind w:left="3969"/>
        <w:rPr>
          <w:sz w:val="24"/>
          <w:szCs w:val="24"/>
        </w:rPr>
      </w:pPr>
      <w:r w:rsidRPr="00302DB5">
        <w:rPr>
          <w:sz w:val="24"/>
          <w:szCs w:val="24"/>
        </w:rPr>
        <w:t>Приложение</w:t>
      </w:r>
    </w:p>
    <w:p w:rsidR="00D64789" w:rsidRPr="00302DB5" w:rsidRDefault="00D64789" w:rsidP="00023B2F">
      <w:pPr>
        <w:pStyle w:val="BodyText"/>
        <w:ind w:left="3969"/>
        <w:rPr>
          <w:sz w:val="24"/>
          <w:szCs w:val="24"/>
        </w:rPr>
      </w:pPr>
      <w:r w:rsidRPr="00302DB5">
        <w:rPr>
          <w:sz w:val="24"/>
          <w:szCs w:val="24"/>
        </w:rPr>
        <w:t>к постановлению Центральной избирательной комиссии Российск</w:t>
      </w:r>
      <w:r>
        <w:rPr>
          <w:sz w:val="24"/>
          <w:szCs w:val="24"/>
        </w:rPr>
        <w:t>ой Федерации</w:t>
      </w:r>
      <w:r>
        <w:rPr>
          <w:sz w:val="24"/>
          <w:szCs w:val="24"/>
        </w:rPr>
        <w:br/>
        <w:t>от 28 февраля 2018 г. № 145/1204-7</w:t>
      </w:r>
    </w:p>
    <w:p w:rsidR="00D64789" w:rsidRDefault="00D64789" w:rsidP="00023B2F">
      <w:pPr>
        <w:pStyle w:val="BodyText"/>
        <w:spacing w:before="292" w:line="240" w:lineRule="exact"/>
        <w:rPr>
          <w:sz w:val="24"/>
          <w:szCs w:val="24"/>
        </w:rPr>
      </w:pPr>
    </w:p>
    <w:p w:rsidR="00D64789" w:rsidRDefault="00D64789" w:rsidP="00023B2F">
      <w:pPr>
        <w:pStyle w:val="BodyText"/>
        <w:spacing w:before="292" w:line="240" w:lineRule="exact"/>
        <w:rPr>
          <w:sz w:val="24"/>
          <w:szCs w:val="24"/>
        </w:rPr>
      </w:pPr>
    </w:p>
    <w:p w:rsidR="00D64789" w:rsidRDefault="00D64789" w:rsidP="00023B2F">
      <w:pPr>
        <w:pStyle w:val="BodyTextIndent2"/>
        <w:spacing w:after="0" w:line="240" w:lineRule="auto"/>
        <w:ind w:left="0"/>
        <w:rPr>
          <w:b/>
          <w:bCs/>
        </w:rPr>
      </w:pPr>
      <w:r w:rsidRPr="00911287">
        <w:rPr>
          <w:b/>
          <w:bCs/>
        </w:rPr>
        <w:t>С</w:t>
      </w:r>
      <w:r>
        <w:rPr>
          <w:b/>
          <w:bCs/>
        </w:rPr>
        <w:t>ПИСОК</w:t>
      </w:r>
    </w:p>
    <w:p w:rsidR="00D64789" w:rsidRPr="00356A13" w:rsidRDefault="00D64789" w:rsidP="00023B2F">
      <w:pPr>
        <w:pStyle w:val="BodyTextIndent2"/>
        <w:spacing w:after="0" w:line="240" w:lineRule="auto"/>
        <w:ind w:left="0"/>
        <w:rPr>
          <w:b/>
          <w:bCs/>
        </w:rPr>
      </w:pPr>
      <w:r w:rsidRPr="00896A99">
        <w:rPr>
          <w:b/>
          <w:bCs/>
        </w:rPr>
        <w:t>уполномоченных пре</w:t>
      </w:r>
      <w:r>
        <w:rPr>
          <w:b/>
          <w:bCs/>
        </w:rPr>
        <w:t>дставителей политической партии</w:t>
      </w:r>
      <w:r>
        <w:rPr>
          <w:b/>
          <w:bCs/>
        </w:rPr>
        <w:br/>
      </w:r>
      <w:r w:rsidRPr="000D1B5D">
        <w:rPr>
          <w:b/>
          <w:bCs/>
        </w:rPr>
        <w:t>«Политическая партия «КОММУНИСТИЧЕСКАЯ ПАРТИЯ</w:t>
      </w:r>
      <w:r w:rsidRPr="000D1B5D">
        <w:rPr>
          <w:b/>
          <w:bCs/>
        </w:rPr>
        <w:br/>
        <w:t>РОССИЙСКОЙ ФЕДЕРАЦИИ»</w:t>
      </w:r>
    </w:p>
    <w:p w:rsidR="00D64789" w:rsidRDefault="00D64789" w:rsidP="00023B2F">
      <w:pPr>
        <w:pStyle w:val="BodyTextIndent2"/>
        <w:spacing w:after="0" w:line="240" w:lineRule="auto"/>
        <w:ind w:left="0"/>
        <w:rPr>
          <w:b/>
          <w:bCs/>
        </w:rPr>
      </w:pPr>
    </w:p>
    <w:p w:rsidR="00D64789" w:rsidRDefault="00D64789" w:rsidP="00023B2F">
      <w:pPr>
        <w:pStyle w:val="BodyTextIndent2"/>
        <w:spacing w:after="0" w:line="240" w:lineRule="auto"/>
        <w:ind w:left="0"/>
        <w:rPr>
          <w:b/>
          <w:bCs/>
        </w:rPr>
      </w:pPr>
    </w:p>
    <w:p w:rsidR="00D64789" w:rsidRDefault="00D64789" w:rsidP="009F53C0">
      <w:pPr>
        <w:spacing w:line="360" w:lineRule="auto"/>
        <w:ind w:firstLine="710"/>
        <w:jc w:val="both"/>
      </w:pPr>
      <w:r>
        <w:t>1. Андронов Павел Валерьевич</w:t>
      </w:r>
    </w:p>
    <w:p w:rsidR="00D64789" w:rsidRDefault="00D64789" w:rsidP="009F53C0">
      <w:pPr>
        <w:spacing w:line="360" w:lineRule="auto"/>
        <w:ind w:firstLine="710"/>
        <w:jc w:val="both"/>
      </w:pPr>
      <w:r>
        <w:t>2. Казанков Сергей Иванович</w:t>
      </w:r>
    </w:p>
    <w:p w:rsidR="00D64789" w:rsidRDefault="00D64789" w:rsidP="009F53C0">
      <w:pPr>
        <w:spacing w:line="360" w:lineRule="auto"/>
        <w:ind w:firstLine="710"/>
        <w:jc w:val="both"/>
      </w:pPr>
      <w:r>
        <w:t>3. Соколенко Павел Васильевич</w:t>
      </w:r>
    </w:p>
    <w:p w:rsidR="00D64789" w:rsidRDefault="00D64789" w:rsidP="009F53C0">
      <w:pPr>
        <w:spacing w:line="360" w:lineRule="auto"/>
        <w:ind w:firstLine="710"/>
        <w:jc w:val="both"/>
      </w:pPr>
      <w:r>
        <w:t>4. Терентьева Татьяна Петровна.</w:t>
      </w:r>
    </w:p>
    <w:sectPr w:rsidR="00D64789" w:rsidSect="00E31C94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789" w:rsidRDefault="00D64789">
      <w:r>
        <w:separator/>
      </w:r>
    </w:p>
  </w:endnote>
  <w:endnote w:type="continuationSeparator" w:id="0">
    <w:p w:rsidR="00D64789" w:rsidRDefault="00D64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789" w:rsidRDefault="00D64789" w:rsidP="00573989">
    <w:pPr>
      <w:pStyle w:val="Footer"/>
      <w:jc w:val="left"/>
    </w:pPr>
    <w:fldSimple w:instr=" FILENAME   \* MERGEFORMAT ">
      <w:r>
        <w:rPr>
          <w:noProof/>
          <w:sz w:val="16"/>
          <w:szCs w:val="16"/>
        </w:rPr>
        <w:t>е0302030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789" w:rsidRDefault="00D64789" w:rsidP="00573989">
    <w:pPr>
      <w:pStyle w:val="Footer"/>
      <w:jc w:val="left"/>
    </w:pPr>
    <w:fldSimple w:instr=" FILENAME   \* MERGEFORMAT ">
      <w:r>
        <w:rPr>
          <w:noProof/>
          <w:sz w:val="16"/>
          <w:szCs w:val="16"/>
        </w:rPr>
        <w:t>е0302030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789" w:rsidRDefault="00D64789">
      <w:r>
        <w:separator/>
      </w:r>
    </w:p>
  </w:footnote>
  <w:footnote w:type="continuationSeparator" w:id="0">
    <w:p w:rsidR="00D64789" w:rsidRDefault="00D647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789" w:rsidRPr="00E31C94" w:rsidRDefault="00D64789">
    <w:pPr>
      <w:pStyle w:val="Header"/>
      <w:jc w:val="center"/>
      <w:rPr>
        <w:sz w:val="24"/>
        <w:szCs w:val="24"/>
      </w:rPr>
    </w:pPr>
    <w:r w:rsidRPr="00E31C94">
      <w:rPr>
        <w:sz w:val="24"/>
        <w:szCs w:val="24"/>
      </w:rPr>
      <w:fldChar w:fldCharType="begin"/>
    </w:r>
    <w:r w:rsidRPr="00E31C94">
      <w:rPr>
        <w:sz w:val="24"/>
        <w:szCs w:val="24"/>
      </w:rPr>
      <w:instrText xml:space="preserve"> PAGE   \* MERGEFORMAT </w:instrText>
    </w:r>
    <w:r w:rsidRPr="00E31C94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E31C94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73044"/>
    <w:multiLevelType w:val="hybridMultilevel"/>
    <w:tmpl w:val="A3544320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45371759"/>
    <w:multiLevelType w:val="hybridMultilevel"/>
    <w:tmpl w:val="552043A8"/>
    <w:lvl w:ilvl="0" w:tplc="20B41AC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DB3096"/>
    <w:multiLevelType w:val="hybridMultilevel"/>
    <w:tmpl w:val="739CACA8"/>
    <w:lvl w:ilvl="0" w:tplc="06C037B4">
      <w:start w:val="1"/>
      <w:numFmt w:val="decimal"/>
      <w:suff w:val="space"/>
      <w:lvlText w:val="%1."/>
      <w:lvlJc w:val="left"/>
      <w:pPr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58C25642"/>
    <w:multiLevelType w:val="hybridMultilevel"/>
    <w:tmpl w:val="8C18D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CA688A"/>
    <w:multiLevelType w:val="hybridMultilevel"/>
    <w:tmpl w:val="1AB606DE"/>
    <w:lvl w:ilvl="0" w:tplc="65701034">
      <w:start w:val="1"/>
      <w:numFmt w:val="decimal"/>
      <w:suff w:val="space"/>
      <w:lvlText w:val="%1."/>
      <w:lvlJc w:val="left"/>
      <w:pPr>
        <w:ind w:left="14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284E"/>
    <w:rsid w:val="000141F3"/>
    <w:rsid w:val="000167F0"/>
    <w:rsid w:val="00023B2F"/>
    <w:rsid w:val="000362C9"/>
    <w:rsid w:val="000471A9"/>
    <w:rsid w:val="00075765"/>
    <w:rsid w:val="00075855"/>
    <w:rsid w:val="00082C18"/>
    <w:rsid w:val="000C42BE"/>
    <w:rsid w:val="000D1B5D"/>
    <w:rsid w:val="000D4CF6"/>
    <w:rsid w:val="000E05DC"/>
    <w:rsid w:val="000F6522"/>
    <w:rsid w:val="001231BB"/>
    <w:rsid w:val="0012357B"/>
    <w:rsid w:val="00170A77"/>
    <w:rsid w:val="00172153"/>
    <w:rsid w:val="00177B02"/>
    <w:rsid w:val="00177FE5"/>
    <w:rsid w:val="00185EFF"/>
    <w:rsid w:val="00190235"/>
    <w:rsid w:val="00197332"/>
    <w:rsid w:val="00202473"/>
    <w:rsid w:val="0020342A"/>
    <w:rsid w:val="002264FB"/>
    <w:rsid w:val="00246DF9"/>
    <w:rsid w:val="002470D9"/>
    <w:rsid w:val="00253A7B"/>
    <w:rsid w:val="00262624"/>
    <w:rsid w:val="00271C19"/>
    <w:rsid w:val="002A07A0"/>
    <w:rsid w:val="002C599A"/>
    <w:rsid w:val="002C69B7"/>
    <w:rsid w:val="002D2078"/>
    <w:rsid w:val="002D284E"/>
    <w:rsid w:val="002F1172"/>
    <w:rsid w:val="002F6412"/>
    <w:rsid w:val="00302DB5"/>
    <w:rsid w:val="00321CE5"/>
    <w:rsid w:val="00327A66"/>
    <w:rsid w:val="00356A13"/>
    <w:rsid w:val="00376654"/>
    <w:rsid w:val="003B2B2B"/>
    <w:rsid w:val="003D3538"/>
    <w:rsid w:val="003D67C5"/>
    <w:rsid w:val="003F448F"/>
    <w:rsid w:val="00406873"/>
    <w:rsid w:val="004278CB"/>
    <w:rsid w:val="00435F44"/>
    <w:rsid w:val="00436928"/>
    <w:rsid w:val="00440AD7"/>
    <w:rsid w:val="0045293B"/>
    <w:rsid w:val="005435D0"/>
    <w:rsid w:val="005549E0"/>
    <w:rsid w:val="00573989"/>
    <w:rsid w:val="00574EDB"/>
    <w:rsid w:val="00576DBF"/>
    <w:rsid w:val="00581689"/>
    <w:rsid w:val="005A28F4"/>
    <w:rsid w:val="005D7983"/>
    <w:rsid w:val="00610EAF"/>
    <w:rsid w:val="00615CF4"/>
    <w:rsid w:val="0062273A"/>
    <w:rsid w:val="00636FC4"/>
    <w:rsid w:val="006553E5"/>
    <w:rsid w:val="006966B0"/>
    <w:rsid w:val="006A2A1C"/>
    <w:rsid w:val="006D5493"/>
    <w:rsid w:val="006F57C3"/>
    <w:rsid w:val="00705C8A"/>
    <w:rsid w:val="00720E4D"/>
    <w:rsid w:val="00723804"/>
    <w:rsid w:val="00723EFB"/>
    <w:rsid w:val="0073371B"/>
    <w:rsid w:val="00743D3D"/>
    <w:rsid w:val="00764D1B"/>
    <w:rsid w:val="007A3292"/>
    <w:rsid w:val="007F3D9C"/>
    <w:rsid w:val="007F414C"/>
    <w:rsid w:val="0081035A"/>
    <w:rsid w:val="008227BA"/>
    <w:rsid w:val="008236DF"/>
    <w:rsid w:val="008439C0"/>
    <w:rsid w:val="008541BB"/>
    <w:rsid w:val="00857D33"/>
    <w:rsid w:val="008921A9"/>
    <w:rsid w:val="00896A99"/>
    <w:rsid w:val="008A116B"/>
    <w:rsid w:val="008B43A0"/>
    <w:rsid w:val="00911287"/>
    <w:rsid w:val="00917787"/>
    <w:rsid w:val="009202B1"/>
    <w:rsid w:val="009362A7"/>
    <w:rsid w:val="00946004"/>
    <w:rsid w:val="00946B3D"/>
    <w:rsid w:val="00970AB4"/>
    <w:rsid w:val="009837B4"/>
    <w:rsid w:val="009A4AD5"/>
    <w:rsid w:val="009B63CD"/>
    <w:rsid w:val="009F4938"/>
    <w:rsid w:val="009F53C0"/>
    <w:rsid w:val="00A059D8"/>
    <w:rsid w:val="00A268C6"/>
    <w:rsid w:val="00A37ED0"/>
    <w:rsid w:val="00A43189"/>
    <w:rsid w:val="00A45CBA"/>
    <w:rsid w:val="00A92B2F"/>
    <w:rsid w:val="00AA748F"/>
    <w:rsid w:val="00AD2F65"/>
    <w:rsid w:val="00AF668B"/>
    <w:rsid w:val="00B06117"/>
    <w:rsid w:val="00B12B6C"/>
    <w:rsid w:val="00B376F6"/>
    <w:rsid w:val="00B46111"/>
    <w:rsid w:val="00B4721B"/>
    <w:rsid w:val="00BB29CC"/>
    <w:rsid w:val="00BC68E7"/>
    <w:rsid w:val="00BD1AE1"/>
    <w:rsid w:val="00BD75B4"/>
    <w:rsid w:val="00BF2B57"/>
    <w:rsid w:val="00C06A59"/>
    <w:rsid w:val="00C07068"/>
    <w:rsid w:val="00C26D5C"/>
    <w:rsid w:val="00C26F25"/>
    <w:rsid w:val="00C31F15"/>
    <w:rsid w:val="00C350B8"/>
    <w:rsid w:val="00C85FAB"/>
    <w:rsid w:val="00CA2F7E"/>
    <w:rsid w:val="00CA378F"/>
    <w:rsid w:val="00CB5E53"/>
    <w:rsid w:val="00CD6FC0"/>
    <w:rsid w:val="00D369D4"/>
    <w:rsid w:val="00D611AE"/>
    <w:rsid w:val="00D64789"/>
    <w:rsid w:val="00DA3738"/>
    <w:rsid w:val="00DC6E69"/>
    <w:rsid w:val="00DD6C88"/>
    <w:rsid w:val="00E15284"/>
    <w:rsid w:val="00E25664"/>
    <w:rsid w:val="00E31C94"/>
    <w:rsid w:val="00E32B59"/>
    <w:rsid w:val="00E56ABB"/>
    <w:rsid w:val="00EA7ED6"/>
    <w:rsid w:val="00F0663E"/>
    <w:rsid w:val="00F22E9F"/>
    <w:rsid w:val="00F77CF2"/>
    <w:rsid w:val="00F83AD6"/>
    <w:rsid w:val="00FC2EE1"/>
    <w:rsid w:val="00FE0E1C"/>
    <w:rsid w:val="00FE1EFB"/>
    <w:rsid w:val="00FE31BD"/>
    <w:rsid w:val="00FE6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928"/>
    <w:rPr>
      <w:rFonts w:ascii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6928"/>
    <w:pPr>
      <w:keepNext/>
      <w:spacing w:line="360" w:lineRule="auto"/>
      <w:jc w:val="center"/>
      <w:outlineLvl w:val="0"/>
    </w:pPr>
    <w:rPr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6928"/>
    <w:rPr>
      <w:rFonts w:ascii="Cambria" w:hAnsi="Cambria" w:cs="Cambria"/>
      <w:b/>
      <w:bCs/>
      <w:kern w:val="32"/>
      <w:sz w:val="32"/>
      <w:szCs w:val="32"/>
    </w:rPr>
  </w:style>
  <w:style w:type="paragraph" w:customStyle="1" w:styleId="14-1">
    <w:name w:val="текст14-1"/>
    <w:aliases w:val="5"/>
    <w:basedOn w:val="Normal"/>
    <w:uiPriority w:val="99"/>
    <w:rsid w:val="00436928"/>
    <w:pPr>
      <w:spacing w:line="360" w:lineRule="auto"/>
      <w:ind w:firstLine="709"/>
      <w:jc w:val="both"/>
    </w:pPr>
  </w:style>
  <w:style w:type="paragraph" w:styleId="Footer">
    <w:name w:val="footer"/>
    <w:basedOn w:val="Normal"/>
    <w:link w:val="FooterChar"/>
    <w:uiPriority w:val="99"/>
    <w:rsid w:val="00436928"/>
    <w:pPr>
      <w:tabs>
        <w:tab w:val="center" w:pos="4677"/>
        <w:tab w:val="right" w:pos="9355"/>
      </w:tabs>
      <w:jc w:val="righ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36928"/>
    <w:rPr>
      <w:rFonts w:ascii="Times New Roman" w:hAnsi="Times New Roman" w:cs="Times New Roman"/>
      <w:sz w:val="28"/>
      <w:szCs w:val="28"/>
    </w:rPr>
  </w:style>
  <w:style w:type="paragraph" w:customStyle="1" w:styleId="14">
    <w:name w:val="Загл.14"/>
    <w:basedOn w:val="Normal"/>
    <w:uiPriority w:val="99"/>
    <w:rsid w:val="00436928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43692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36928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4369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6928"/>
    <w:rPr>
      <w:rFonts w:ascii="Tahoma" w:hAnsi="Tahoma" w:cs="Tahoma"/>
      <w:sz w:val="16"/>
      <w:szCs w:val="16"/>
    </w:rPr>
  </w:style>
  <w:style w:type="paragraph" w:customStyle="1" w:styleId="14-15">
    <w:name w:val="14-15"/>
    <w:basedOn w:val="BodyTextIndent"/>
    <w:uiPriority w:val="99"/>
    <w:rsid w:val="00C85FAB"/>
    <w:pPr>
      <w:spacing w:after="0" w:line="360" w:lineRule="auto"/>
      <w:ind w:left="0" w:firstLine="709"/>
      <w:jc w:val="both"/>
    </w:pPr>
    <w:rPr>
      <w:kern w:val="28"/>
    </w:rPr>
  </w:style>
  <w:style w:type="paragraph" w:styleId="BodyTextIndent">
    <w:name w:val="Body Text Indent"/>
    <w:basedOn w:val="Normal"/>
    <w:link w:val="BodyTextIndentChar"/>
    <w:uiPriority w:val="99"/>
    <w:semiHidden/>
    <w:rsid w:val="00C85FA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85FAB"/>
    <w:rPr>
      <w:rFonts w:ascii="Times New Roman" w:hAnsi="Times New Roman" w:cs="Times New Roman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2A07A0"/>
    <w:pPr>
      <w:spacing w:after="120" w:line="480" w:lineRule="auto"/>
      <w:ind w:left="283"/>
      <w:jc w:val="center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A07A0"/>
    <w:rPr>
      <w:rFonts w:ascii="Times New Roman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A07A0"/>
    <w:pPr>
      <w:spacing w:after="120"/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A07A0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01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54</Words>
  <Characters>312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Mashb7</dc:creator>
  <cp:keywords/>
  <dc:description/>
  <cp:lastModifiedBy>user</cp:lastModifiedBy>
  <cp:revision>2</cp:revision>
  <cp:lastPrinted>2018-02-28T09:56:00Z</cp:lastPrinted>
  <dcterms:created xsi:type="dcterms:W3CDTF">2018-02-28T13:01:00Z</dcterms:created>
  <dcterms:modified xsi:type="dcterms:W3CDTF">2018-02-28T13:01:00Z</dcterms:modified>
</cp:coreProperties>
</file>