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92C" w:rsidRDefault="00EA492C" w:rsidP="005B63FB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EA492C" w:rsidRDefault="00EA492C" w:rsidP="005B63FB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EA492C" w:rsidRDefault="00EA492C" w:rsidP="005B63FB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>от 28 февраля 2018 г. № 145/1202-7</w:t>
      </w:r>
    </w:p>
    <w:p w:rsidR="00EA492C" w:rsidRDefault="00EA492C" w:rsidP="005B63FB">
      <w:pPr>
        <w:jc w:val="center"/>
        <w:rPr>
          <w:b/>
          <w:bCs/>
        </w:rPr>
      </w:pPr>
    </w:p>
    <w:p w:rsidR="00EA492C" w:rsidRDefault="00EA492C" w:rsidP="00C55263">
      <w:pPr>
        <w:rPr>
          <w:b/>
          <w:bCs/>
        </w:rPr>
      </w:pPr>
    </w:p>
    <w:p w:rsidR="00EA492C" w:rsidRDefault="00EA492C" w:rsidP="00C55263">
      <w:pPr>
        <w:rPr>
          <w:b/>
          <w:bCs/>
        </w:rPr>
      </w:pPr>
    </w:p>
    <w:p w:rsidR="00EA492C" w:rsidRDefault="00EA492C" w:rsidP="005B63FB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EA492C" w:rsidRDefault="00EA492C" w:rsidP="005B63FB">
      <w:pPr>
        <w:jc w:val="center"/>
        <w:rPr>
          <w:b/>
          <w:bCs/>
        </w:rPr>
      </w:pPr>
      <w:r>
        <w:rPr>
          <w:b/>
          <w:bCs/>
        </w:rPr>
        <w:t xml:space="preserve">доверенных лиц кандидата </w:t>
      </w:r>
    </w:p>
    <w:p w:rsidR="00EA492C" w:rsidRDefault="00EA492C" w:rsidP="005B63FB">
      <w:pPr>
        <w:jc w:val="center"/>
        <w:rPr>
          <w:b/>
          <w:bCs/>
        </w:rPr>
      </w:pPr>
      <w:r>
        <w:rPr>
          <w:b/>
          <w:bCs/>
        </w:rPr>
        <w:t xml:space="preserve">на должность Президента Российской Федерации </w:t>
      </w:r>
    </w:p>
    <w:p w:rsidR="00EA492C" w:rsidRDefault="00EA492C" w:rsidP="002A6046">
      <w:pPr>
        <w:spacing w:line="360" w:lineRule="auto"/>
        <w:ind w:firstLine="710"/>
        <w:jc w:val="center"/>
        <w:rPr>
          <w:b/>
          <w:bCs/>
        </w:rPr>
      </w:pPr>
      <w:r w:rsidRPr="002A6046">
        <w:rPr>
          <w:b/>
          <w:bCs/>
        </w:rPr>
        <w:t>Павла Николаевича Грудинина</w:t>
      </w:r>
    </w:p>
    <w:p w:rsidR="00EA492C" w:rsidRDefault="00EA492C" w:rsidP="002A6046">
      <w:pPr>
        <w:spacing w:line="360" w:lineRule="auto"/>
        <w:ind w:firstLine="710"/>
        <w:jc w:val="center"/>
        <w:rPr>
          <w:b/>
          <w:bCs/>
        </w:rPr>
      </w:pPr>
    </w:p>
    <w:p w:rsidR="00EA492C" w:rsidRDefault="00EA492C" w:rsidP="002A6046">
      <w:pPr>
        <w:spacing w:line="360" w:lineRule="auto"/>
        <w:ind w:firstLine="710"/>
        <w:jc w:val="both"/>
      </w:pPr>
      <w:r>
        <w:t>1. Куликов Александр Дмитриевич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2. Михальчук Александр Михайлович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3. Мишина Валентина Олеговна</w:t>
      </w:r>
    </w:p>
    <w:p w:rsidR="00EA492C" w:rsidRDefault="00EA492C" w:rsidP="002A6046">
      <w:pPr>
        <w:spacing w:line="360" w:lineRule="auto"/>
        <w:ind w:firstLine="710"/>
        <w:jc w:val="both"/>
      </w:pPr>
      <w:r>
        <w:t>4. Обыдённов Иван Анатольевич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5. Полищук Сергей Борисович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6. Пономаренко Сергей Викторович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7. Попов Артур Александрович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8. Попов Сергей Иванович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9. Рафалович Виктор Павлович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10. Синопол Андрей Григорьевич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11. Сухорученков Владислав Николаевич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12. Теребилов Николай Робертович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13. Титаренко Валерий Владимирович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14. Уразов Дмитрий Дмитриевич</w:t>
      </w:r>
    </w:p>
    <w:p w:rsidR="00EA492C" w:rsidRDefault="00EA492C" w:rsidP="002A6046">
      <w:pPr>
        <w:spacing w:line="360" w:lineRule="auto"/>
        <w:ind w:firstLine="710"/>
        <w:jc w:val="both"/>
      </w:pPr>
      <w:r>
        <w:t>15. Яблинский Виталий Владимирович.</w:t>
      </w:r>
    </w:p>
    <w:p w:rsidR="00EA492C" w:rsidRPr="002A6046" w:rsidRDefault="00EA492C" w:rsidP="002A6046">
      <w:pPr>
        <w:spacing w:line="360" w:lineRule="auto"/>
        <w:ind w:firstLine="710"/>
        <w:jc w:val="center"/>
        <w:rPr>
          <w:b/>
          <w:bCs/>
        </w:rPr>
      </w:pPr>
    </w:p>
    <w:sectPr w:rsidR="00EA492C" w:rsidRPr="002A6046" w:rsidSect="00895972"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92C" w:rsidRDefault="00EA492C" w:rsidP="005B63FB">
      <w:r>
        <w:separator/>
      </w:r>
    </w:p>
  </w:endnote>
  <w:endnote w:type="continuationSeparator" w:id="0">
    <w:p w:rsidR="00EA492C" w:rsidRDefault="00EA492C" w:rsidP="005B6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92C" w:rsidRDefault="00EA492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92C" w:rsidRDefault="00EA492C">
    <w:pPr>
      <w:pStyle w:val="Footer"/>
    </w:pPr>
    <w:fldSimple w:instr=" FILENAME   \* MERGEFORMAT ">
      <w:r>
        <w:rPr>
          <w:noProof/>
        </w:rPr>
        <w:t>е0302033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92C" w:rsidRDefault="00EA492C" w:rsidP="005B63FB">
      <w:r>
        <w:separator/>
      </w:r>
    </w:p>
  </w:footnote>
  <w:footnote w:type="continuationSeparator" w:id="0">
    <w:p w:rsidR="00EA492C" w:rsidRDefault="00EA492C" w:rsidP="005B6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492C" w:rsidRDefault="00EA492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E33E5"/>
    <w:multiLevelType w:val="hybridMultilevel"/>
    <w:tmpl w:val="20F8197A"/>
    <w:lvl w:ilvl="0" w:tplc="F992F54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63FB"/>
    <w:rsid w:val="000120C5"/>
    <w:rsid w:val="0024417A"/>
    <w:rsid w:val="002613DE"/>
    <w:rsid w:val="002A6046"/>
    <w:rsid w:val="00314B65"/>
    <w:rsid w:val="00362894"/>
    <w:rsid w:val="003E19A5"/>
    <w:rsid w:val="0044238A"/>
    <w:rsid w:val="00465AD3"/>
    <w:rsid w:val="00494BDF"/>
    <w:rsid w:val="004E44A2"/>
    <w:rsid w:val="005003B0"/>
    <w:rsid w:val="00501773"/>
    <w:rsid w:val="005262A6"/>
    <w:rsid w:val="00545A28"/>
    <w:rsid w:val="00595312"/>
    <w:rsid w:val="005A3956"/>
    <w:rsid w:val="005B5143"/>
    <w:rsid w:val="005B63FB"/>
    <w:rsid w:val="00644672"/>
    <w:rsid w:val="007E6095"/>
    <w:rsid w:val="0082382A"/>
    <w:rsid w:val="008445E5"/>
    <w:rsid w:val="00861F5E"/>
    <w:rsid w:val="00895972"/>
    <w:rsid w:val="008D34F7"/>
    <w:rsid w:val="00993844"/>
    <w:rsid w:val="009C6F69"/>
    <w:rsid w:val="00A94A11"/>
    <w:rsid w:val="00AF1687"/>
    <w:rsid w:val="00BD4BE5"/>
    <w:rsid w:val="00C26F25"/>
    <w:rsid w:val="00C55263"/>
    <w:rsid w:val="00CA01E5"/>
    <w:rsid w:val="00D0750F"/>
    <w:rsid w:val="00D57083"/>
    <w:rsid w:val="00E57DE8"/>
    <w:rsid w:val="00EA492C"/>
    <w:rsid w:val="00EF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63FB"/>
    <w:rPr>
      <w:rFonts w:ascii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B63FB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B63F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5B63FB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5B63FB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B63FB"/>
    <w:rPr>
      <w:rFonts w:ascii="Times New Roman" w:hAnsi="Times New Roman" w:cs="Times New Roman"/>
      <w:lang w:eastAsia="ru-RU"/>
    </w:rPr>
  </w:style>
  <w:style w:type="paragraph" w:styleId="BodyText">
    <w:name w:val="Body Text"/>
    <w:basedOn w:val="Normal"/>
    <w:link w:val="BodyTextChar"/>
    <w:uiPriority w:val="99"/>
    <w:rsid w:val="005B63FB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B63F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">
    <w:name w:val="письмо"/>
    <w:basedOn w:val="Normal"/>
    <w:uiPriority w:val="99"/>
    <w:rsid w:val="005B63FB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Normal"/>
    <w:uiPriority w:val="99"/>
    <w:rsid w:val="005B63FB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paragraph" w:styleId="BalloonText">
    <w:name w:val="Balloon Text"/>
    <w:basedOn w:val="Normal"/>
    <w:link w:val="BalloonTextChar"/>
    <w:uiPriority w:val="99"/>
    <w:semiHidden/>
    <w:rsid w:val="009938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9384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105</Words>
  <Characters>599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2018-02-28T09:50:00Z</cp:lastPrinted>
  <dcterms:created xsi:type="dcterms:W3CDTF">2018-02-28T12:59:00Z</dcterms:created>
  <dcterms:modified xsi:type="dcterms:W3CDTF">2018-02-28T12:59:00Z</dcterms:modified>
</cp:coreProperties>
</file>