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F1B" w:rsidRDefault="00A36F1B">
      <w:pPr>
        <w:pStyle w:val="a1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A36F1B" w:rsidRDefault="00A36F1B">
      <w:pPr>
        <w:pStyle w:val="a1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Центральной избирательной комиссии Российской Федерации </w:t>
      </w:r>
    </w:p>
    <w:p w:rsidR="00A36F1B" w:rsidRDefault="00A36F1B">
      <w:pPr>
        <w:pStyle w:val="a1"/>
        <w:rPr>
          <w:sz w:val="24"/>
          <w:szCs w:val="24"/>
        </w:rPr>
      </w:pPr>
      <w:r>
        <w:rPr>
          <w:sz w:val="24"/>
          <w:szCs w:val="24"/>
        </w:rPr>
        <w:t>от 28 февраля 2018 г. № 145/1200-7</w:t>
      </w:r>
    </w:p>
    <w:p w:rsidR="00A36F1B" w:rsidRDefault="00A36F1B">
      <w:pPr>
        <w:jc w:val="center"/>
        <w:rPr>
          <w:b/>
          <w:bCs/>
        </w:rPr>
      </w:pPr>
    </w:p>
    <w:p w:rsidR="00A36F1B" w:rsidRDefault="00A36F1B">
      <w:pPr>
        <w:jc w:val="center"/>
        <w:rPr>
          <w:b/>
          <w:bCs/>
        </w:rPr>
      </w:pPr>
      <w:r>
        <w:rPr>
          <w:b/>
          <w:bCs/>
        </w:rPr>
        <w:t>СПИСОК</w:t>
      </w:r>
    </w:p>
    <w:p w:rsidR="00A36F1B" w:rsidRDefault="00A36F1B">
      <w:pPr>
        <w:jc w:val="center"/>
        <w:rPr>
          <w:b/>
          <w:bCs/>
        </w:rPr>
      </w:pPr>
      <w:r>
        <w:rPr>
          <w:b/>
          <w:bCs/>
        </w:rPr>
        <w:t xml:space="preserve">доверенных лиц </w:t>
      </w:r>
    </w:p>
    <w:p w:rsidR="00A36F1B" w:rsidRDefault="00A36F1B">
      <w:pPr>
        <w:jc w:val="center"/>
        <w:rPr>
          <w:b/>
          <w:bCs/>
        </w:rPr>
      </w:pPr>
      <w:r>
        <w:rPr>
          <w:b/>
          <w:bCs/>
        </w:rPr>
        <w:t xml:space="preserve">кандидата на должность Президента Российской Федерации </w:t>
      </w:r>
    </w:p>
    <w:p w:rsidR="00A36F1B" w:rsidRDefault="00A36F1B" w:rsidP="002132D4">
      <w:pPr>
        <w:jc w:val="center"/>
        <w:rPr>
          <w:b/>
          <w:bCs/>
        </w:rPr>
      </w:pPr>
      <w:r>
        <w:rPr>
          <w:b/>
          <w:bCs/>
        </w:rPr>
        <w:t>Бориса Юрьевича Титова</w:t>
      </w:r>
    </w:p>
    <w:p w:rsidR="00A36F1B" w:rsidRDefault="00A36F1B" w:rsidP="002132D4">
      <w:pPr>
        <w:jc w:val="center"/>
        <w:rPr>
          <w:b/>
          <w:bCs/>
        </w:rPr>
      </w:pP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Айгистова Анна Игоревна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Акопян Акоп Зорикович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Алехнович Анастасия Олеговна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Артамолов Ким Юрьевич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Буряков Денис Александрович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Валецкий Максим Петрович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Дьяченко Олег Николаевич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Зайнагабдинов Мурат Венерович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Капитонов Андрей Петрович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Кузенский Антон Владимирович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Лазуткин Дмитрий Валерьевич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Макаренко Андрей Васильевич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Морозова Нина Вячеславовна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Муляр Сергей Николаевич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Парамонов Валерий Сергеевич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Патченский Валерий Викторович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Пашковская Наталья Владимировна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Первицкий Руслан Васильевич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Петрищев Андрей Александрович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Постников Максим Леонидович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Приймак Денис Юрьевич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Приходько Андрей Витальевич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Просвирнин Владимир Николаевич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Разин Андрей Александрович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Романюк Роман Геннадьевич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Рыжова Ирина Семеновна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Савранский Станислав Сергеевич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Сапожкова Юлия Анатольевна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Сафонов Александр Львович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Свириденко Антон Юрьевич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Синьков Александр Алексеевич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Соловьева Людмила Геннадьевна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Тимасова Сания Ахсановна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Титов Руслан Александрович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Тищенко Николай Анатольевич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Труханович Сергей Викторович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Фазлыев Аскар Асхатович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Фархутдинова Альбина Фаритовна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Филиппова Антонина Владимировна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Чернядьев Сергей Александрович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Шапиро Илья Геннадиевич</w:t>
      </w:r>
    </w:p>
    <w:p w:rsidR="00A36F1B" w:rsidRDefault="00A36F1B" w:rsidP="00D92641">
      <w:pPr>
        <w:numPr>
          <w:ilvl w:val="0"/>
          <w:numId w:val="10"/>
        </w:numPr>
        <w:spacing w:line="360" w:lineRule="auto"/>
        <w:jc w:val="both"/>
      </w:pPr>
      <w:r>
        <w:t>Штабровская Алена Евгеньевна.</w:t>
      </w:r>
    </w:p>
    <w:p w:rsidR="00A36F1B" w:rsidRDefault="00A36F1B" w:rsidP="002132D4">
      <w:pPr>
        <w:jc w:val="center"/>
        <w:rPr>
          <w:b/>
          <w:bCs/>
        </w:rPr>
      </w:pPr>
      <w:r>
        <w:rPr>
          <w:b/>
          <w:bCs/>
        </w:rPr>
        <w:t xml:space="preserve"> </w:t>
      </w:r>
    </w:p>
    <w:sectPr w:rsidR="00A36F1B" w:rsidSect="005206BB">
      <w:headerReference w:type="default" r:id="rId7"/>
      <w:footerReference w:type="default" r:id="rId8"/>
      <w:footerReference w:type="first" r:id="rId9"/>
      <w:pgSz w:w="11906" w:h="16838" w:code="9"/>
      <w:pgMar w:top="1134" w:right="850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6F1B" w:rsidRDefault="00A36F1B">
      <w:r>
        <w:separator/>
      </w:r>
    </w:p>
  </w:endnote>
  <w:endnote w:type="continuationSeparator" w:id="0">
    <w:p w:rsidR="00A36F1B" w:rsidRDefault="00A36F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F1B" w:rsidRDefault="00A36F1B">
    <w:pPr>
      <w:pStyle w:val="Footer"/>
    </w:pPr>
    <w:fldSimple w:instr=" FILENAME   \* MERGEFORMAT ">
      <w:r>
        <w:rPr>
          <w:noProof/>
        </w:rPr>
        <w:t>k0302023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F1B" w:rsidRDefault="00A36F1B">
    <w:pPr>
      <w:pStyle w:val="Footer"/>
    </w:pPr>
    <w:fldSimple w:instr=" FILENAME   \* MERGEFORMAT ">
      <w:r>
        <w:rPr>
          <w:noProof/>
        </w:rPr>
        <w:t>k0302023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6F1B" w:rsidRDefault="00A36F1B">
      <w:r>
        <w:separator/>
      </w:r>
    </w:p>
  </w:footnote>
  <w:footnote w:type="continuationSeparator" w:id="0">
    <w:p w:rsidR="00A36F1B" w:rsidRDefault="00A36F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F1B" w:rsidRPr="005206BB" w:rsidRDefault="00A36F1B" w:rsidP="005206BB">
    <w:pPr>
      <w:pStyle w:val="Header"/>
      <w:tabs>
        <w:tab w:val="left" w:pos="4005"/>
      </w:tabs>
      <w:jc w:val="center"/>
      <w:rPr>
        <w:sz w:val="24"/>
        <w:szCs w:val="24"/>
      </w:rPr>
    </w:pPr>
    <w:r w:rsidRPr="005206BB">
      <w:rPr>
        <w:sz w:val="24"/>
        <w:szCs w:val="24"/>
      </w:rPr>
      <w:fldChar w:fldCharType="begin"/>
    </w:r>
    <w:r w:rsidRPr="005206BB">
      <w:rPr>
        <w:sz w:val="24"/>
        <w:szCs w:val="24"/>
      </w:rPr>
      <w:instrText xml:space="preserve"> PAGE   \* MERGEFORMAT </w:instrText>
    </w:r>
    <w:r w:rsidRPr="005206BB"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 w:rsidRPr="005206BB"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563BD"/>
    <w:multiLevelType w:val="hybridMultilevel"/>
    <w:tmpl w:val="28826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C778B"/>
    <w:multiLevelType w:val="hybridMultilevel"/>
    <w:tmpl w:val="C696D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A223F"/>
    <w:multiLevelType w:val="hybridMultilevel"/>
    <w:tmpl w:val="01205FFA"/>
    <w:lvl w:ilvl="0" w:tplc="234A331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D967D12"/>
    <w:multiLevelType w:val="hybridMultilevel"/>
    <w:tmpl w:val="B86CA2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046AE0"/>
    <w:multiLevelType w:val="hybridMultilevel"/>
    <w:tmpl w:val="BA96B5BE"/>
    <w:lvl w:ilvl="0" w:tplc="30EC200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4FD72D3F"/>
    <w:multiLevelType w:val="hybridMultilevel"/>
    <w:tmpl w:val="2AAED0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356B88"/>
    <w:multiLevelType w:val="hybridMultilevel"/>
    <w:tmpl w:val="17A4304C"/>
    <w:lvl w:ilvl="0" w:tplc="A83EFD96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9CA3E3A"/>
    <w:multiLevelType w:val="hybridMultilevel"/>
    <w:tmpl w:val="8D70AA14"/>
    <w:lvl w:ilvl="0" w:tplc="FE14E36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7A666237"/>
    <w:multiLevelType w:val="hybridMultilevel"/>
    <w:tmpl w:val="AD5C198E"/>
    <w:lvl w:ilvl="0" w:tplc="52E45C1A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7E960FA1"/>
    <w:multiLevelType w:val="hybridMultilevel"/>
    <w:tmpl w:val="8520A2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7"/>
  </w:num>
  <w:num w:numId="5">
    <w:abstractNumId w:val="5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1C7D"/>
    <w:rsid w:val="000330AA"/>
    <w:rsid w:val="00033777"/>
    <w:rsid w:val="000354D0"/>
    <w:rsid w:val="00042865"/>
    <w:rsid w:val="00072759"/>
    <w:rsid w:val="00075844"/>
    <w:rsid w:val="000A2766"/>
    <w:rsid w:val="000B18B1"/>
    <w:rsid w:val="000B3DF6"/>
    <w:rsid w:val="000D3F94"/>
    <w:rsid w:val="00116E0E"/>
    <w:rsid w:val="00146622"/>
    <w:rsid w:val="0017015B"/>
    <w:rsid w:val="00172BFF"/>
    <w:rsid w:val="001916FC"/>
    <w:rsid w:val="00194E81"/>
    <w:rsid w:val="001A45DB"/>
    <w:rsid w:val="001B3E16"/>
    <w:rsid w:val="001C253D"/>
    <w:rsid w:val="001C4A9E"/>
    <w:rsid w:val="001D335B"/>
    <w:rsid w:val="001D671F"/>
    <w:rsid w:val="002132D4"/>
    <w:rsid w:val="00232546"/>
    <w:rsid w:val="002741EE"/>
    <w:rsid w:val="00282DFE"/>
    <w:rsid w:val="002B64A5"/>
    <w:rsid w:val="00324906"/>
    <w:rsid w:val="0032594C"/>
    <w:rsid w:val="003543AB"/>
    <w:rsid w:val="00370CFF"/>
    <w:rsid w:val="003D6082"/>
    <w:rsid w:val="00403134"/>
    <w:rsid w:val="00411AB4"/>
    <w:rsid w:val="00417BC4"/>
    <w:rsid w:val="0045162A"/>
    <w:rsid w:val="004578AE"/>
    <w:rsid w:val="00492AD3"/>
    <w:rsid w:val="004B5A49"/>
    <w:rsid w:val="004C7BDE"/>
    <w:rsid w:val="004D6174"/>
    <w:rsid w:val="004E1A75"/>
    <w:rsid w:val="00504D55"/>
    <w:rsid w:val="005206BB"/>
    <w:rsid w:val="00524218"/>
    <w:rsid w:val="00566549"/>
    <w:rsid w:val="00576DC8"/>
    <w:rsid w:val="00594BF3"/>
    <w:rsid w:val="005B04B0"/>
    <w:rsid w:val="005C032A"/>
    <w:rsid w:val="005C45D4"/>
    <w:rsid w:val="005C52FD"/>
    <w:rsid w:val="006148C5"/>
    <w:rsid w:val="00655571"/>
    <w:rsid w:val="006A0446"/>
    <w:rsid w:val="006D1E59"/>
    <w:rsid w:val="006E397A"/>
    <w:rsid w:val="007237C3"/>
    <w:rsid w:val="00726859"/>
    <w:rsid w:val="00730695"/>
    <w:rsid w:val="00755428"/>
    <w:rsid w:val="00786222"/>
    <w:rsid w:val="00807BAC"/>
    <w:rsid w:val="0082382A"/>
    <w:rsid w:val="00841B00"/>
    <w:rsid w:val="00842246"/>
    <w:rsid w:val="00900DFF"/>
    <w:rsid w:val="009865E7"/>
    <w:rsid w:val="00994B51"/>
    <w:rsid w:val="009976D3"/>
    <w:rsid w:val="009A127C"/>
    <w:rsid w:val="009C6F69"/>
    <w:rsid w:val="00A231C9"/>
    <w:rsid w:val="00A36F1B"/>
    <w:rsid w:val="00A539E0"/>
    <w:rsid w:val="00AC1CA1"/>
    <w:rsid w:val="00AE3E8E"/>
    <w:rsid w:val="00B32827"/>
    <w:rsid w:val="00B83E44"/>
    <w:rsid w:val="00BC14B4"/>
    <w:rsid w:val="00BC5936"/>
    <w:rsid w:val="00C01C7D"/>
    <w:rsid w:val="00C26F25"/>
    <w:rsid w:val="00C34609"/>
    <w:rsid w:val="00C4496A"/>
    <w:rsid w:val="00C90433"/>
    <w:rsid w:val="00CA2391"/>
    <w:rsid w:val="00CB381D"/>
    <w:rsid w:val="00D01B99"/>
    <w:rsid w:val="00D05D87"/>
    <w:rsid w:val="00D2138E"/>
    <w:rsid w:val="00D5795C"/>
    <w:rsid w:val="00D67F40"/>
    <w:rsid w:val="00D92641"/>
    <w:rsid w:val="00DB718E"/>
    <w:rsid w:val="00DC6DC5"/>
    <w:rsid w:val="00DE575E"/>
    <w:rsid w:val="00DE77F4"/>
    <w:rsid w:val="00E2182F"/>
    <w:rsid w:val="00E24591"/>
    <w:rsid w:val="00E32C38"/>
    <w:rsid w:val="00E5404F"/>
    <w:rsid w:val="00E709DF"/>
    <w:rsid w:val="00E964BE"/>
    <w:rsid w:val="00EE61AB"/>
    <w:rsid w:val="00F12BF7"/>
    <w:rsid w:val="00F723E3"/>
    <w:rsid w:val="00F802AE"/>
    <w:rsid w:val="00F87175"/>
    <w:rsid w:val="00FC78FD"/>
    <w:rsid w:val="00FE74E2"/>
    <w:rsid w:val="00FF2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69"/>
    <w:rPr>
      <w:rFonts w:ascii="Times New Roman" w:hAnsi="Times New Roman" w:cs="Times New Roman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C6F69"/>
    <w:pPr>
      <w:keepNext/>
      <w:spacing w:before="240" w:after="60"/>
      <w:outlineLvl w:val="3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C6F69"/>
    <w:rPr>
      <w:b/>
      <w:bCs/>
      <w:sz w:val="28"/>
      <w:szCs w:val="28"/>
    </w:rPr>
  </w:style>
  <w:style w:type="paragraph" w:customStyle="1" w:styleId="a">
    <w:name w:val="нижний"/>
    <w:basedOn w:val="Footer"/>
    <w:uiPriority w:val="99"/>
    <w:rsid w:val="009C6F69"/>
  </w:style>
  <w:style w:type="paragraph" w:styleId="Footer">
    <w:name w:val="footer"/>
    <w:basedOn w:val="Normal"/>
    <w:link w:val="FooterChar"/>
    <w:uiPriority w:val="99"/>
    <w:rsid w:val="009C6F69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C6F69"/>
    <w:rPr>
      <w:rFonts w:ascii="Times New Roman" w:hAnsi="Times New Roman"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9C6F69"/>
    <w:rPr>
      <w:rFonts w:ascii="Times New Roman" w:hAnsi="Times New Roman" w:cs="Times New Roman"/>
      <w:sz w:val="24"/>
      <w:szCs w:val="24"/>
    </w:rPr>
  </w:style>
  <w:style w:type="paragraph" w:customStyle="1" w:styleId="-1">
    <w:name w:val="Т-1"/>
    <w:aliases w:val="5,текст14-1,текст14"/>
    <w:basedOn w:val="Normal"/>
    <w:uiPriority w:val="99"/>
    <w:rsid w:val="009C6F69"/>
    <w:pPr>
      <w:spacing w:line="360" w:lineRule="auto"/>
      <w:ind w:firstLine="720"/>
      <w:jc w:val="both"/>
    </w:pPr>
  </w:style>
  <w:style w:type="paragraph" w:styleId="Header">
    <w:name w:val="header"/>
    <w:basedOn w:val="Normal"/>
    <w:link w:val="HeaderChar"/>
    <w:uiPriority w:val="99"/>
    <w:rsid w:val="009C6F69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C6F69"/>
    <w:rPr>
      <w:rFonts w:ascii="Times New Roman" w:hAnsi="Times New Roman" w:cs="Times New Roman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C6F69"/>
    <w:pPr>
      <w:jc w:val="center"/>
    </w:pPr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C6F69"/>
    <w:rPr>
      <w:rFonts w:ascii="Times New Roman" w:hAnsi="Times New Roman" w:cs="Times New Roman"/>
      <w:sz w:val="28"/>
      <w:szCs w:val="28"/>
    </w:rPr>
  </w:style>
  <w:style w:type="paragraph" w:customStyle="1" w:styleId="a0">
    <w:name w:val="Знак"/>
    <w:basedOn w:val="Heading4"/>
    <w:uiPriority w:val="99"/>
    <w:rsid w:val="009C6F69"/>
    <w:pPr>
      <w:jc w:val="center"/>
    </w:pPr>
  </w:style>
  <w:style w:type="paragraph" w:customStyle="1" w:styleId="a1">
    <w:name w:val="письмо"/>
    <w:basedOn w:val="Normal"/>
    <w:uiPriority w:val="99"/>
    <w:rsid w:val="009C6F69"/>
    <w:pPr>
      <w:spacing w:after="120"/>
      <w:ind w:left="3969"/>
      <w:jc w:val="center"/>
    </w:pPr>
    <w:rPr>
      <w:rFonts w:ascii="Times New Roman CYR" w:hAnsi="Times New Roman CYR" w:cs="Times New Roman CYR"/>
    </w:rPr>
  </w:style>
  <w:style w:type="paragraph" w:styleId="BalloonText">
    <w:name w:val="Balloon Text"/>
    <w:basedOn w:val="Normal"/>
    <w:link w:val="BalloonTextChar"/>
    <w:uiPriority w:val="99"/>
    <w:semiHidden/>
    <w:rsid w:val="009C6F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C6F6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0D3F94"/>
    <w:rPr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Normal"/>
    <w:uiPriority w:val="99"/>
    <w:rsid w:val="0082382A"/>
    <w:pPr>
      <w:spacing w:line="360" w:lineRule="auto"/>
      <w:ind w:firstLine="720"/>
      <w:jc w:val="both"/>
    </w:pPr>
    <w:rPr>
      <w:rFonts w:ascii="Times New Roman CYR" w:hAnsi="Times New Roman CYR" w:cs="Times New Roman CYR"/>
      <w:spacing w:val="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205</Words>
  <Characters>1170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kopcea</dc:creator>
  <cp:keywords/>
  <dc:description/>
  <cp:lastModifiedBy>user</cp:lastModifiedBy>
  <cp:revision>2</cp:revision>
  <cp:lastPrinted>2018-02-28T09:44:00Z</cp:lastPrinted>
  <dcterms:created xsi:type="dcterms:W3CDTF">2018-02-28T12:55:00Z</dcterms:created>
  <dcterms:modified xsi:type="dcterms:W3CDTF">2018-02-28T12:55:00Z</dcterms:modified>
</cp:coreProperties>
</file>