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820" w:rsidRPr="002B7D2D" w:rsidRDefault="00BD1820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BD1820" w:rsidRPr="002B7D2D" w:rsidRDefault="00BD1820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BD1820" w:rsidRPr="002B7D2D" w:rsidRDefault="00BD1820" w:rsidP="002B7D2D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28 февраля 2018 г. № 145/1197-7</w:t>
      </w:r>
    </w:p>
    <w:p w:rsidR="00BD1820" w:rsidRDefault="00BD1820" w:rsidP="00DA490D">
      <w:pPr>
        <w:rPr>
          <w:b/>
          <w:bCs/>
          <w:sz w:val="28"/>
          <w:szCs w:val="28"/>
        </w:rPr>
      </w:pPr>
    </w:p>
    <w:p w:rsidR="00BD1820" w:rsidRDefault="00BD1820" w:rsidP="00DA490D">
      <w:pPr>
        <w:rPr>
          <w:b/>
          <w:bCs/>
          <w:sz w:val="28"/>
          <w:szCs w:val="28"/>
        </w:rPr>
      </w:pPr>
    </w:p>
    <w:p w:rsidR="00BD1820" w:rsidRPr="002B7D2D" w:rsidRDefault="00BD1820" w:rsidP="00DA490D">
      <w:pPr>
        <w:rPr>
          <w:b/>
          <w:bCs/>
          <w:sz w:val="28"/>
          <w:szCs w:val="28"/>
        </w:rPr>
      </w:pPr>
    </w:p>
    <w:p w:rsidR="00BD1820" w:rsidRPr="002B7D2D" w:rsidRDefault="00BD1820" w:rsidP="002B7D2D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>СПИСОК</w:t>
      </w:r>
    </w:p>
    <w:p w:rsidR="00BD1820" w:rsidRPr="002B7D2D" w:rsidRDefault="00BD1820" w:rsidP="002B7D2D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доверенных лиц </w:t>
      </w:r>
    </w:p>
    <w:p w:rsidR="00BD1820" w:rsidRPr="002B7D2D" w:rsidRDefault="00BD1820" w:rsidP="002B7D2D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  <w:r>
        <w:rPr>
          <w:b/>
          <w:bCs/>
          <w:sz w:val="28"/>
          <w:szCs w:val="28"/>
        </w:rPr>
        <w:br/>
      </w:r>
      <w:r w:rsidRPr="002B7D2D">
        <w:rPr>
          <w:b/>
          <w:bCs/>
          <w:sz w:val="28"/>
          <w:szCs w:val="28"/>
        </w:rPr>
        <w:t>Григория Алексеевича Явлинского</w:t>
      </w:r>
    </w:p>
    <w:p w:rsidR="00BD1820" w:rsidRDefault="00BD1820" w:rsidP="00E310A9">
      <w:pPr>
        <w:spacing w:line="360" w:lineRule="auto"/>
        <w:ind w:firstLine="709"/>
        <w:jc w:val="both"/>
        <w:rPr>
          <w:sz w:val="28"/>
          <w:szCs w:val="28"/>
        </w:rPr>
      </w:pP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  Беломытцев Николай Святославович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  Геонка Иван Иванович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  Земсков Дмитрий Михайлович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4.  Иванова Ольга Викторовна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5.  Исупова Марина Викторовна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6.  Карпова Любовь Аксентьевна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7.  Коган-Ясный Виктор Валентинович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8.  Котегов Владимир Кимович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9.  Кривицкая Светлана Михайловна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10. Куценко Кирилл Евгеньевич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11. Петров Андрей Николаевич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12. Самданов Александр Иванович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13. Тарасов Дмитрий Вячеславович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14. Холявченко Дмитрий Сергеевич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15. Шалыгин Сергей Валерьевич</w:t>
      </w:r>
    </w:p>
    <w:p w:rsidR="00BD1820" w:rsidRDefault="00BD1820" w:rsidP="007246C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16. Щедрина Анна Геннадьевна.</w:t>
      </w:r>
    </w:p>
    <w:p w:rsidR="00BD1820" w:rsidRPr="00E310A9" w:rsidRDefault="00BD1820" w:rsidP="00DA490D">
      <w:pPr>
        <w:spacing w:line="360" w:lineRule="auto"/>
        <w:ind w:firstLine="710"/>
        <w:jc w:val="both"/>
        <w:rPr>
          <w:sz w:val="28"/>
          <w:szCs w:val="28"/>
        </w:rPr>
      </w:pPr>
    </w:p>
    <w:sectPr w:rsidR="00BD1820" w:rsidRPr="00E310A9" w:rsidSect="002B7D2D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820" w:rsidRDefault="00BD1820" w:rsidP="009803FE">
      <w:r>
        <w:separator/>
      </w:r>
    </w:p>
  </w:endnote>
  <w:endnote w:type="continuationSeparator" w:id="0">
    <w:p w:rsidR="00BD1820" w:rsidRDefault="00BD1820" w:rsidP="00980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820" w:rsidRDefault="00BD18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820" w:rsidRDefault="00BD1820">
    <w:pPr>
      <w:pStyle w:val="Footer"/>
    </w:pPr>
    <w:fldSimple w:instr=" FILENAME   \* MERGEFORMAT ">
      <w:r>
        <w:rPr>
          <w:noProof/>
          <w:sz w:val="16"/>
          <w:szCs w:val="16"/>
        </w:rPr>
        <w:t>е0302036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820" w:rsidRDefault="00BD1820" w:rsidP="009803FE">
      <w:r>
        <w:separator/>
      </w:r>
    </w:p>
  </w:footnote>
  <w:footnote w:type="continuationSeparator" w:id="0">
    <w:p w:rsidR="00BD1820" w:rsidRDefault="00BD1820" w:rsidP="00980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820" w:rsidRDefault="00BD1820" w:rsidP="009803F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04A2"/>
    <w:multiLevelType w:val="hybridMultilevel"/>
    <w:tmpl w:val="A97468E2"/>
    <w:lvl w:ilvl="0" w:tplc="A9E2DF42">
      <w:start w:val="1"/>
      <w:numFmt w:val="decimal"/>
      <w:suff w:val="space"/>
      <w:lvlText w:val="%1.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90"/>
        </w:tabs>
        <w:ind w:left="22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10"/>
        </w:tabs>
        <w:ind w:left="301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3FE"/>
    <w:rsid w:val="0000256C"/>
    <w:rsid w:val="00033A8E"/>
    <w:rsid w:val="000A2A1A"/>
    <w:rsid w:val="000D4DAD"/>
    <w:rsid w:val="001123FC"/>
    <w:rsid w:val="0016350B"/>
    <w:rsid w:val="001D6165"/>
    <w:rsid w:val="001F153F"/>
    <w:rsid w:val="00210DAC"/>
    <w:rsid w:val="002136CB"/>
    <w:rsid w:val="00221920"/>
    <w:rsid w:val="0028085B"/>
    <w:rsid w:val="00287811"/>
    <w:rsid w:val="002B5C55"/>
    <w:rsid w:val="002B7030"/>
    <w:rsid w:val="002B7D2D"/>
    <w:rsid w:val="002C2559"/>
    <w:rsid w:val="002E4A3E"/>
    <w:rsid w:val="002F1A8F"/>
    <w:rsid w:val="003210B4"/>
    <w:rsid w:val="00324906"/>
    <w:rsid w:val="00326F08"/>
    <w:rsid w:val="00331407"/>
    <w:rsid w:val="003B656C"/>
    <w:rsid w:val="003E220E"/>
    <w:rsid w:val="003E6710"/>
    <w:rsid w:val="004923EE"/>
    <w:rsid w:val="004942A0"/>
    <w:rsid w:val="004945A5"/>
    <w:rsid w:val="004A2115"/>
    <w:rsid w:val="004B3B5F"/>
    <w:rsid w:val="0055414A"/>
    <w:rsid w:val="00585716"/>
    <w:rsid w:val="006E5516"/>
    <w:rsid w:val="00722EC2"/>
    <w:rsid w:val="007246CA"/>
    <w:rsid w:val="007732C5"/>
    <w:rsid w:val="0077564A"/>
    <w:rsid w:val="00821F93"/>
    <w:rsid w:val="008A6E98"/>
    <w:rsid w:val="008D6405"/>
    <w:rsid w:val="00914EE9"/>
    <w:rsid w:val="00952FA9"/>
    <w:rsid w:val="009803FE"/>
    <w:rsid w:val="00982D6A"/>
    <w:rsid w:val="00993772"/>
    <w:rsid w:val="009E5796"/>
    <w:rsid w:val="00A92E73"/>
    <w:rsid w:val="00AD6B64"/>
    <w:rsid w:val="00AE46DE"/>
    <w:rsid w:val="00B5630E"/>
    <w:rsid w:val="00B83E44"/>
    <w:rsid w:val="00B91F49"/>
    <w:rsid w:val="00BA1718"/>
    <w:rsid w:val="00BA554F"/>
    <w:rsid w:val="00BD1820"/>
    <w:rsid w:val="00BF08B2"/>
    <w:rsid w:val="00C0617C"/>
    <w:rsid w:val="00C26F25"/>
    <w:rsid w:val="00C4531E"/>
    <w:rsid w:val="00C90433"/>
    <w:rsid w:val="00D94CC2"/>
    <w:rsid w:val="00DA332B"/>
    <w:rsid w:val="00DA490D"/>
    <w:rsid w:val="00E310A9"/>
    <w:rsid w:val="00E62D83"/>
    <w:rsid w:val="00EA74D5"/>
    <w:rsid w:val="00EE61AB"/>
    <w:rsid w:val="00F12BF7"/>
    <w:rsid w:val="00F44D4E"/>
    <w:rsid w:val="00FB3B52"/>
    <w:rsid w:val="00FE5AD8"/>
    <w:rsid w:val="00FF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4-15">
    <w:name w:val="14-15"/>
    <w:basedOn w:val="Normal"/>
    <w:uiPriority w:val="99"/>
    <w:rsid w:val="009803FE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Header">
    <w:name w:val="header"/>
    <w:basedOn w:val="Normal"/>
    <w:link w:val="HeaderChar"/>
    <w:uiPriority w:val="99"/>
    <w:rsid w:val="009803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803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F15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53F"/>
    <w:rPr>
      <w:rFonts w:ascii="Tahoma" w:hAnsi="Tahoma" w:cs="Tahoma"/>
      <w:sz w:val="16"/>
      <w:szCs w:val="16"/>
    </w:rPr>
  </w:style>
  <w:style w:type="paragraph" w:customStyle="1" w:styleId="-1">
    <w:name w:val="Т-1"/>
    <w:aliases w:val="5,текст14-1,текст14"/>
    <w:basedOn w:val="Normal"/>
    <w:uiPriority w:val="99"/>
    <w:rsid w:val="008D6405"/>
    <w:pPr>
      <w:spacing w:line="360" w:lineRule="auto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0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109</Words>
  <Characters>626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2018-02-28T09:36:00Z</cp:lastPrinted>
  <dcterms:created xsi:type="dcterms:W3CDTF">2018-02-28T12:52:00Z</dcterms:created>
  <dcterms:modified xsi:type="dcterms:W3CDTF">2018-02-28T12:52:00Z</dcterms:modified>
</cp:coreProperties>
</file>