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31B" w:rsidRPr="000120C5" w:rsidRDefault="009C431B" w:rsidP="00D43357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 w:rsidRPr="000120C5">
        <w:rPr>
          <w:rFonts w:ascii="Times New Roman CYR" w:hAnsi="Times New Roman CYR" w:cs="Times New Roman CYR"/>
          <w:sz w:val="24"/>
          <w:szCs w:val="24"/>
        </w:rPr>
        <w:t xml:space="preserve">Приложение </w:t>
      </w:r>
    </w:p>
    <w:p w:rsidR="009C431B" w:rsidRPr="000120C5" w:rsidRDefault="009C431B" w:rsidP="00D43357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 w:rsidRPr="000120C5">
        <w:rPr>
          <w:rFonts w:ascii="Times New Roman CYR" w:hAnsi="Times New Roman CYR" w:cs="Times New Roman CYR"/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9C431B" w:rsidRPr="00907D99" w:rsidRDefault="009C431B" w:rsidP="00D43357">
      <w:pPr>
        <w:spacing w:after="120"/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от 28 февраля 2018 г. № 145/1196-7</w:t>
      </w:r>
    </w:p>
    <w:p w:rsidR="009C431B" w:rsidRDefault="009C431B" w:rsidP="009C0CF9">
      <w:pPr>
        <w:rPr>
          <w:b/>
          <w:bCs/>
        </w:rPr>
      </w:pPr>
    </w:p>
    <w:p w:rsidR="009C431B" w:rsidRDefault="009C431B" w:rsidP="009C0CF9">
      <w:pPr>
        <w:rPr>
          <w:b/>
          <w:bCs/>
        </w:rPr>
      </w:pPr>
    </w:p>
    <w:p w:rsidR="009C431B" w:rsidRDefault="009C431B" w:rsidP="00DE44EB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9C431B" w:rsidRDefault="009C431B" w:rsidP="00DE44EB">
      <w:pPr>
        <w:jc w:val="center"/>
        <w:rPr>
          <w:b/>
          <w:bCs/>
        </w:rPr>
      </w:pPr>
      <w:r>
        <w:rPr>
          <w:b/>
          <w:bCs/>
        </w:rPr>
        <w:t>доверенных лиц кандидата</w:t>
      </w:r>
    </w:p>
    <w:p w:rsidR="009C431B" w:rsidRDefault="009C431B" w:rsidP="00DE44EB">
      <w:pPr>
        <w:jc w:val="center"/>
        <w:rPr>
          <w:b/>
          <w:bCs/>
        </w:rPr>
      </w:pPr>
      <w:r>
        <w:rPr>
          <w:b/>
          <w:bCs/>
        </w:rPr>
        <w:t>на должность Президента Российской Федерации</w:t>
      </w:r>
    </w:p>
    <w:p w:rsidR="009C431B" w:rsidRDefault="009C431B" w:rsidP="00332818">
      <w:pPr>
        <w:pStyle w:val="BodyText"/>
      </w:pPr>
      <w:r>
        <w:t>Сергея Николаевича Бабурина</w:t>
      </w:r>
    </w:p>
    <w:p w:rsidR="009C431B" w:rsidRDefault="009C431B" w:rsidP="00E22737"/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Алексеев Николай Сергеевич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Аленов Виталий Константинович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Бавыкин Олег Александрович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Бикалова Надежда Александровна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Боер Виктор Матвеевич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Бушан Сергей Анатольевич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Быстров Виктор Владимирович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Вайн Валентин Павлович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Вайнман Никита Константинович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Венглинский Геннадий Петрович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Гиркин Игорь Всеволодович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Дзамыхов Али Абдулахович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Долгополов Алексей Владимирович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Епишин Дмитрий Васильевич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Зайцева Таисия Григорьевна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Капков Александр Юрьевич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Касимовский Константин Радиевич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Копылов Александр Викторович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Корошель Григорий Константинович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Кублицкий Вячеслав Владимирович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Кудимов Александр Викторович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Куксин Иван Николаевич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Кульнев Анатолий Иванович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Марченко Михаил Николаевич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Меркулов Денис Валерьевич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Мусаев Рашадат Мамед Оглы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Нестеров Артём Юрьевич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Никитин Андрей Геннадьевич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Пиганов Александр Павлович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Пичугина Елизавета Аркадьевна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Платонов Олег Анатольевич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Плотников Алексей Юрьевич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Полозков Сергей Алексеевич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Ранних Александр Александрович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Свирский Игорь Ильич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Симонов Владимир Александрович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Слизов Евгений Петрович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Смирнов Вячеслав Николаевич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Солдатко Юлия Сергеевна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Сошникова Тамара Аркадьевна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Сухарев Юрий Васильевич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Талхигов Руслан Магомедович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Троицкий Сергей Всеволодович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Уваров Владимир Юрьевич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Устьянцев Максим Германович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Хрульков Герман Серапионович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Чамсаев Рашид Рамазанович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Черепко Тимофей Александрович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Черный Владимир Викторович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Чочиев Валентин Александрович.</w:t>
      </w:r>
    </w:p>
    <w:p w:rsidR="009C431B" w:rsidRDefault="009C431B" w:rsidP="009A138D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</w:pPr>
      <w:r>
        <w:t>Яруткин Сергей Леонидович.</w:t>
      </w:r>
    </w:p>
    <w:p w:rsidR="009C431B" w:rsidRPr="00BA5297" w:rsidRDefault="009C431B" w:rsidP="00E22737">
      <w:pPr>
        <w:spacing w:line="360" w:lineRule="auto"/>
        <w:ind w:firstLine="710"/>
        <w:jc w:val="both"/>
      </w:pPr>
    </w:p>
    <w:sectPr w:rsidR="009C431B" w:rsidRPr="00BA5297" w:rsidSect="006C7F17">
      <w:headerReference w:type="default" r:id="rId7"/>
      <w:footerReference w:type="default" r:id="rId8"/>
      <w:pgSz w:w="11907" w:h="16839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31B" w:rsidRDefault="009C431B">
      <w:r>
        <w:separator/>
      </w:r>
    </w:p>
  </w:endnote>
  <w:endnote w:type="continuationSeparator" w:id="0">
    <w:p w:rsidR="009C431B" w:rsidRDefault="009C4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31B" w:rsidRPr="002A3B9E" w:rsidRDefault="009C431B" w:rsidP="00A0123A">
    <w:pPr>
      <w:pStyle w:val="Footer"/>
    </w:pPr>
    <w:fldSimple w:instr=" FILENAME   \* MERGEFORMAT ">
      <w:r>
        <w:rPr>
          <w:noProof/>
        </w:rPr>
        <w:t>е0302037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31B" w:rsidRDefault="009C431B">
      <w:r>
        <w:separator/>
      </w:r>
    </w:p>
  </w:footnote>
  <w:footnote w:type="continuationSeparator" w:id="0">
    <w:p w:rsidR="009C431B" w:rsidRDefault="009C43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31B" w:rsidRPr="00A15CFA" w:rsidRDefault="009C431B">
    <w:pPr>
      <w:pStyle w:val="Header"/>
      <w:jc w:val="center"/>
      <w:rPr>
        <w:sz w:val="24"/>
        <w:szCs w:val="24"/>
      </w:rPr>
    </w:pPr>
    <w:r w:rsidRPr="00A15CFA">
      <w:rPr>
        <w:sz w:val="24"/>
        <w:szCs w:val="24"/>
      </w:rPr>
      <w:fldChar w:fldCharType="begin"/>
    </w:r>
    <w:r w:rsidRPr="00A15CFA">
      <w:rPr>
        <w:sz w:val="24"/>
        <w:szCs w:val="24"/>
      </w:rPr>
      <w:instrText xml:space="preserve"> PAGE   \* MERGEFORMAT </w:instrText>
    </w:r>
    <w:r w:rsidRPr="00A15CFA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A15CFA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C62DD"/>
    <w:multiLevelType w:val="hybridMultilevel"/>
    <w:tmpl w:val="EF02C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5315A"/>
    <w:multiLevelType w:val="hybridMultilevel"/>
    <w:tmpl w:val="E7F44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A223F"/>
    <w:multiLevelType w:val="hybridMultilevel"/>
    <w:tmpl w:val="01205FFA"/>
    <w:lvl w:ilvl="0" w:tplc="234A33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B4F4961"/>
    <w:multiLevelType w:val="hybridMultilevel"/>
    <w:tmpl w:val="70503C0C"/>
    <w:lvl w:ilvl="0" w:tplc="9B021106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71B72F5"/>
    <w:multiLevelType w:val="hybridMultilevel"/>
    <w:tmpl w:val="DFFC5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A0ECA"/>
    <w:multiLevelType w:val="hybridMultilevel"/>
    <w:tmpl w:val="0AA010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D967D12"/>
    <w:multiLevelType w:val="hybridMultilevel"/>
    <w:tmpl w:val="B86CA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B03B52"/>
    <w:multiLevelType w:val="hybridMultilevel"/>
    <w:tmpl w:val="0F00D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D1FD3"/>
    <w:multiLevelType w:val="hybridMultilevel"/>
    <w:tmpl w:val="C65EAC28"/>
    <w:lvl w:ilvl="0" w:tplc="2A6E2AA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7D1B3B52"/>
    <w:multiLevelType w:val="hybridMultilevel"/>
    <w:tmpl w:val="5DC0EF3E"/>
    <w:lvl w:ilvl="0" w:tplc="C6A083F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4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C7D"/>
    <w:rsid w:val="000120C5"/>
    <w:rsid w:val="000330AA"/>
    <w:rsid w:val="000354D0"/>
    <w:rsid w:val="00056409"/>
    <w:rsid w:val="00065ABE"/>
    <w:rsid w:val="00072759"/>
    <w:rsid w:val="00083B09"/>
    <w:rsid w:val="000C6736"/>
    <w:rsid w:val="000D3F94"/>
    <w:rsid w:val="000F064C"/>
    <w:rsid w:val="00116E0E"/>
    <w:rsid w:val="001209D3"/>
    <w:rsid w:val="00145D74"/>
    <w:rsid w:val="00145FBE"/>
    <w:rsid w:val="0014654B"/>
    <w:rsid w:val="0016350B"/>
    <w:rsid w:val="00165F9D"/>
    <w:rsid w:val="00166008"/>
    <w:rsid w:val="0017015B"/>
    <w:rsid w:val="001916FC"/>
    <w:rsid w:val="00194E81"/>
    <w:rsid w:val="001A45DB"/>
    <w:rsid w:val="001B3E16"/>
    <w:rsid w:val="001B79E7"/>
    <w:rsid w:val="001C253D"/>
    <w:rsid w:val="001D335B"/>
    <w:rsid w:val="001D41A7"/>
    <w:rsid w:val="001D671F"/>
    <w:rsid w:val="001E5E22"/>
    <w:rsid w:val="001F0503"/>
    <w:rsid w:val="001F4298"/>
    <w:rsid w:val="00205EAE"/>
    <w:rsid w:val="002132D4"/>
    <w:rsid w:val="00232546"/>
    <w:rsid w:val="0025456F"/>
    <w:rsid w:val="00264180"/>
    <w:rsid w:val="002741EE"/>
    <w:rsid w:val="002940AD"/>
    <w:rsid w:val="002A3B9E"/>
    <w:rsid w:val="002B7D2D"/>
    <w:rsid w:val="002C2559"/>
    <w:rsid w:val="00324906"/>
    <w:rsid w:val="0032594C"/>
    <w:rsid w:val="00326211"/>
    <w:rsid w:val="00326A0E"/>
    <w:rsid w:val="00332818"/>
    <w:rsid w:val="00346E90"/>
    <w:rsid w:val="003521E8"/>
    <w:rsid w:val="003543AB"/>
    <w:rsid w:val="00370CFF"/>
    <w:rsid w:val="003C74E3"/>
    <w:rsid w:val="003D6082"/>
    <w:rsid w:val="00417BC4"/>
    <w:rsid w:val="0045162A"/>
    <w:rsid w:val="004559FB"/>
    <w:rsid w:val="004578AE"/>
    <w:rsid w:val="00457C7A"/>
    <w:rsid w:val="00462EA9"/>
    <w:rsid w:val="00463547"/>
    <w:rsid w:val="0048290D"/>
    <w:rsid w:val="004A2115"/>
    <w:rsid w:val="004A4CE6"/>
    <w:rsid w:val="004C7BDE"/>
    <w:rsid w:val="004D6174"/>
    <w:rsid w:val="004D664C"/>
    <w:rsid w:val="00505230"/>
    <w:rsid w:val="00505273"/>
    <w:rsid w:val="00511D14"/>
    <w:rsid w:val="00524218"/>
    <w:rsid w:val="005378C5"/>
    <w:rsid w:val="00566DB3"/>
    <w:rsid w:val="00576DC8"/>
    <w:rsid w:val="0057746B"/>
    <w:rsid w:val="00594BF3"/>
    <w:rsid w:val="005B04B0"/>
    <w:rsid w:val="005B15ED"/>
    <w:rsid w:val="005C032A"/>
    <w:rsid w:val="005C496B"/>
    <w:rsid w:val="005C52FD"/>
    <w:rsid w:val="005F3A38"/>
    <w:rsid w:val="006148C5"/>
    <w:rsid w:val="0063246A"/>
    <w:rsid w:val="00632E93"/>
    <w:rsid w:val="00655571"/>
    <w:rsid w:val="006760D4"/>
    <w:rsid w:val="006919D4"/>
    <w:rsid w:val="006923AF"/>
    <w:rsid w:val="006A0446"/>
    <w:rsid w:val="006C7F17"/>
    <w:rsid w:val="006D1ABB"/>
    <w:rsid w:val="006D1E59"/>
    <w:rsid w:val="006E397A"/>
    <w:rsid w:val="006F57ED"/>
    <w:rsid w:val="00700830"/>
    <w:rsid w:val="007237C3"/>
    <w:rsid w:val="00726859"/>
    <w:rsid w:val="00730695"/>
    <w:rsid w:val="00755428"/>
    <w:rsid w:val="00786222"/>
    <w:rsid w:val="007A54D7"/>
    <w:rsid w:val="007B347D"/>
    <w:rsid w:val="007F37FB"/>
    <w:rsid w:val="00807BAC"/>
    <w:rsid w:val="00811895"/>
    <w:rsid w:val="0082382A"/>
    <w:rsid w:val="00827D12"/>
    <w:rsid w:val="00842246"/>
    <w:rsid w:val="00866E1D"/>
    <w:rsid w:val="008C7488"/>
    <w:rsid w:val="00900DFF"/>
    <w:rsid w:val="00907D99"/>
    <w:rsid w:val="00920879"/>
    <w:rsid w:val="00921ABB"/>
    <w:rsid w:val="0093725B"/>
    <w:rsid w:val="00944BBD"/>
    <w:rsid w:val="00971A78"/>
    <w:rsid w:val="009865E7"/>
    <w:rsid w:val="009976D3"/>
    <w:rsid w:val="009A127C"/>
    <w:rsid w:val="009A138D"/>
    <w:rsid w:val="009C0CF9"/>
    <w:rsid w:val="009C431B"/>
    <w:rsid w:val="009C6F69"/>
    <w:rsid w:val="009F384C"/>
    <w:rsid w:val="00A0123A"/>
    <w:rsid w:val="00A073AD"/>
    <w:rsid w:val="00A15CFA"/>
    <w:rsid w:val="00A231C9"/>
    <w:rsid w:val="00A34B31"/>
    <w:rsid w:val="00A539E0"/>
    <w:rsid w:val="00A54562"/>
    <w:rsid w:val="00A8496C"/>
    <w:rsid w:val="00A9521E"/>
    <w:rsid w:val="00AA3932"/>
    <w:rsid w:val="00AC20D8"/>
    <w:rsid w:val="00AE3E8E"/>
    <w:rsid w:val="00B06226"/>
    <w:rsid w:val="00B126C5"/>
    <w:rsid w:val="00B176E5"/>
    <w:rsid w:val="00B3159B"/>
    <w:rsid w:val="00B83E44"/>
    <w:rsid w:val="00B84003"/>
    <w:rsid w:val="00B97985"/>
    <w:rsid w:val="00BA5297"/>
    <w:rsid w:val="00BC080E"/>
    <w:rsid w:val="00BC1CA7"/>
    <w:rsid w:val="00BC1E61"/>
    <w:rsid w:val="00BC5936"/>
    <w:rsid w:val="00BF0040"/>
    <w:rsid w:val="00C01C7D"/>
    <w:rsid w:val="00C01E2A"/>
    <w:rsid w:val="00C26F25"/>
    <w:rsid w:val="00C34609"/>
    <w:rsid w:val="00C4496A"/>
    <w:rsid w:val="00C515EC"/>
    <w:rsid w:val="00C90433"/>
    <w:rsid w:val="00CD3D11"/>
    <w:rsid w:val="00CD6D9F"/>
    <w:rsid w:val="00D05D87"/>
    <w:rsid w:val="00D06607"/>
    <w:rsid w:val="00D34C6C"/>
    <w:rsid w:val="00D409CF"/>
    <w:rsid w:val="00D43357"/>
    <w:rsid w:val="00D5795C"/>
    <w:rsid w:val="00D67F40"/>
    <w:rsid w:val="00D96E9C"/>
    <w:rsid w:val="00DB718E"/>
    <w:rsid w:val="00DC2E03"/>
    <w:rsid w:val="00DC6DC5"/>
    <w:rsid w:val="00DE44EB"/>
    <w:rsid w:val="00DE575E"/>
    <w:rsid w:val="00DE76C5"/>
    <w:rsid w:val="00DE77F4"/>
    <w:rsid w:val="00E2182F"/>
    <w:rsid w:val="00E22737"/>
    <w:rsid w:val="00E40F9F"/>
    <w:rsid w:val="00E87577"/>
    <w:rsid w:val="00E964BE"/>
    <w:rsid w:val="00EE61AB"/>
    <w:rsid w:val="00F02BCC"/>
    <w:rsid w:val="00F12BF7"/>
    <w:rsid w:val="00F44D4E"/>
    <w:rsid w:val="00F61854"/>
    <w:rsid w:val="00F61960"/>
    <w:rsid w:val="00F66D7C"/>
    <w:rsid w:val="00F723E3"/>
    <w:rsid w:val="00F802AE"/>
    <w:rsid w:val="00F87175"/>
    <w:rsid w:val="00F941A4"/>
    <w:rsid w:val="00FB277B"/>
    <w:rsid w:val="00FC04AE"/>
    <w:rsid w:val="00FC78FD"/>
    <w:rsid w:val="00FC7A64"/>
    <w:rsid w:val="00FD4726"/>
    <w:rsid w:val="00FF2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69"/>
    <w:rPr>
      <w:rFonts w:ascii="Times New Roman" w:hAnsi="Times New Roman" w:cs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C6F69"/>
    <w:pPr>
      <w:keepNext/>
      <w:spacing w:before="240" w:after="60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C6F69"/>
    <w:rPr>
      <w:b/>
      <w:bCs/>
      <w:sz w:val="28"/>
      <w:szCs w:val="28"/>
    </w:rPr>
  </w:style>
  <w:style w:type="paragraph" w:customStyle="1" w:styleId="a">
    <w:name w:val="нижний"/>
    <w:basedOn w:val="Footer"/>
    <w:uiPriority w:val="99"/>
    <w:rsid w:val="009C6F69"/>
  </w:style>
  <w:style w:type="paragraph" w:styleId="Footer">
    <w:name w:val="footer"/>
    <w:basedOn w:val="Normal"/>
    <w:link w:val="FooterChar"/>
    <w:uiPriority w:val="99"/>
    <w:rsid w:val="009C6F6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9C6F69"/>
    <w:rPr>
      <w:rFonts w:ascii="Times New Roman" w:hAnsi="Times New Roman" w:cs="Times New Roman"/>
      <w:sz w:val="24"/>
      <w:szCs w:val="24"/>
    </w:rPr>
  </w:style>
  <w:style w:type="paragraph" w:customStyle="1" w:styleId="-1">
    <w:name w:val="Т-1"/>
    <w:aliases w:val="5,текст14-1,текст14"/>
    <w:basedOn w:val="Normal"/>
    <w:uiPriority w:val="99"/>
    <w:rsid w:val="009C6F69"/>
    <w:pPr>
      <w:spacing w:line="360" w:lineRule="auto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9C6F6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C6F69"/>
    <w:rPr>
      <w:rFonts w:ascii="Times New Roman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C6F69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paragraph" w:customStyle="1" w:styleId="a0">
    <w:name w:val="Знак"/>
    <w:basedOn w:val="Heading4"/>
    <w:uiPriority w:val="99"/>
    <w:rsid w:val="009C6F69"/>
    <w:pPr>
      <w:jc w:val="center"/>
    </w:pPr>
  </w:style>
  <w:style w:type="paragraph" w:customStyle="1" w:styleId="a1">
    <w:name w:val="письмо"/>
    <w:basedOn w:val="Normal"/>
    <w:uiPriority w:val="99"/>
    <w:rsid w:val="009C6F69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styleId="BalloonText">
    <w:name w:val="Balloon Text"/>
    <w:basedOn w:val="Normal"/>
    <w:link w:val="BalloonTextChar"/>
    <w:uiPriority w:val="99"/>
    <w:semiHidden/>
    <w:rsid w:val="009C6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6F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D3F94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Normal"/>
    <w:uiPriority w:val="99"/>
    <w:rsid w:val="0082382A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</w:rPr>
  </w:style>
  <w:style w:type="paragraph" w:styleId="ListParagraph">
    <w:name w:val="List Paragraph"/>
    <w:basedOn w:val="Normal"/>
    <w:uiPriority w:val="99"/>
    <w:qFormat/>
    <w:rsid w:val="004559F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38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242</Words>
  <Characters>1380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kopcea</dc:creator>
  <cp:keywords/>
  <dc:description/>
  <cp:lastModifiedBy>user</cp:lastModifiedBy>
  <cp:revision>2</cp:revision>
  <cp:lastPrinted>2018-02-28T09:33:00Z</cp:lastPrinted>
  <dcterms:created xsi:type="dcterms:W3CDTF">2018-02-28T12:50:00Z</dcterms:created>
  <dcterms:modified xsi:type="dcterms:W3CDTF">2018-02-28T12:50:00Z</dcterms:modified>
</cp:coreProperties>
</file>