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9A" w:rsidRDefault="003D679A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3D679A" w:rsidRDefault="003D679A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3D679A" w:rsidRDefault="003D679A">
      <w:pPr>
        <w:pStyle w:val="a1"/>
        <w:rPr>
          <w:sz w:val="24"/>
          <w:szCs w:val="24"/>
        </w:rPr>
      </w:pPr>
      <w:r>
        <w:rPr>
          <w:sz w:val="24"/>
          <w:szCs w:val="24"/>
        </w:rPr>
        <w:t>от 28 февраля 2018 г. № 145/1194-7</w:t>
      </w:r>
    </w:p>
    <w:p w:rsidR="003D679A" w:rsidRDefault="003D679A">
      <w:pPr>
        <w:jc w:val="center"/>
        <w:rPr>
          <w:b/>
          <w:bCs/>
        </w:rPr>
      </w:pPr>
    </w:p>
    <w:p w:rsidR="003D679A" w:rsidRDefault="003D679A">
      <w:pPr>
        <w:jc w:val="center"/>
        <w:rPr>
          <w:b/>
          <w:bCs/>
        </w:rPr>
      </w:pPr>
    </w:p>
    <w:p w:rsidR="003D679A" w:rsidRDefault="003D679A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3D679A" w:rsidRDefault="003D679A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3D679A" w:rsidRDefault="003D679A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3D679A" w:rsidRDefault="003D679A" w:rsidP="002132D4">
      <w:pPr>
        <w:jc w:val="center"/>
        <w:rPr>
          <w:b/>
          <w:bCs/>
        </w:rPr>
      </w:pPr>
      <w:r>
        <w:rPr>
          <w:b/>
          <w:bCs/>
        </w:rPr>
        <w:t>Владимира Вольфовича Жириновского</w:t>
      </w:r>
    </w:p>
    <w:p w:rsidR="003D679A" w:rsidRDefault="003D679A" w:rsidP="00E15008">
      <w:pPr>
        <w:spacing w:line="360" w:lineRule="auto"/>
        <w:ind w:firstLine="710"/>
        <w:jc w:val="both"/>
      </w:pPr>
    </w:p>
    <w:p w:rsidR="003D679A" w:rsidRDefault="003D679A" w:rsidP="00F02C56">
      <w:pPr>
        <w:spacing w:line="360" w:lineRule="auto"/>
        <w:ind w:firstLine="710"/>
        <w:jc w:val="both"/>
      </w:pPr>
      <w:r>
        <w:t>1. Антонов Сергей Геннадьевич</w:t>
      </w:r>
    </w:p>
    <w:p w:rsidR="003D679A" w:rsidRDefault="003D679A" w:rsidP="00F02C56">
      <w:pPr>
        <w:spacing w:line="360" w:lineRule="auto"/>
        <w:ind w:firstLine="710"/>
        <w:jc w:val="both"/>
      </w:pPr>
      <w:r>
        <w:t>2. Ахметшин Виктор Викторович</w:t>
      </w:r>
    </w:p>
    <w:p w:rsidR="003D679A" w:rsidRDefault="003D679A" w:rsidP="00F02C56">
      <w:pPr>
        <w:spacing w:line="360" w:lineRule="auto"/>
        <w:ind w:firstLine="710"/>
        <w:jc w:val="both"/>
      </w:pPr>
      <w:r>
        <w:t>3. Игнатов Максим Анатольевич</w:t>
      </w:r>
    </w:p>
    <w:p w:rsidR="003D679A" w:rsidRDefault="003D679A" w:rsidP="00F02C56">
      <w:pPr>
        <w:spacing w:line="360" w:lineRule="auto"/>
        <w:ind w:firstLine="710"/>
        <w:jc w:val="both"/>
      </w:pPr>
      <w:r>
        <w:t>4. Лютков Иван Игоревич</w:t>
      </w:r>
    </w:p>
    <w:p w:rsidR="003D679A" w:rsidRDefault="003D679A" w:rsidP="00F02C56">
      <w:pPr>
        <w:spacing w:line="360" w:lineRule="auto"/>
        <w:ind w:firstLine="710"/>
        <w:jc w:val="both"/>
      </w:pPr>
      <w:r>
        <w:t>5. Мясоедов Сергей Александрович</w:t>
      </w:r>
    </w:p>
    <w:p w:rsidR="003D679A" w:rsidRDefault="003D679A" w:rsidP="00F02C56">
      <w:pPr>
        <w:spacing w:line="360" w:lineRule="auto"/>
        <w:ind w:firstLine="710"/>
        <w:jc w:val="both"/>
      </w:pPr>
      <w:r>
        <w:t>6. Щекина Анна Игоревна.</w:t>
      </w:r>
    </w:p>
    <w:p w:rsidR="003D679A" w:rsidRDefault="003D679A" w:rsidP="002132D4">
      <w:pPr>
        <w:jc w:val="center"/>
        <w:rPr>
          <w:b/>
          <w:bCs/>
        </w:rPr>
      </w:pPr>
    </w:p>
    <w:sectPr w:rsidR="003D679A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679A" w:rsidRDefault="003D679A">
      <w:r>
        <w:separator/>
      </w:r>
    </w:p>
  </w:endnote>
  <w:endnote w:type="continuationSeparator" w:id="0">
    <w:p w:rsidR="003D679A" w:rsidRDefault="003D67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79A" w:rsidRDefault="003D679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79A" w:rsidRDefault="003D679A">
    <w:pPr>
      <w:pStyle w:val="Footer"/>
    </w:pPr>
    <w:fldSimple w:instr=" FILENAME   \* MERGEFORMAT ">
      <w:r>
        <w:rPr>
          <w:noProof/>
        </w:rPr>
        <w:t>k0302026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679A" w:rsidRDefault="003D679A">
      <w:r>
        <w:separator/>
      </w:r>
    </w:p>
  </w:footnote>
  <w:footnote w:type="continuationSeparator" w:id="0">
    <w:p w:rsidR="003D679A" w:rsidRDefault="003D67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79A" w:rsidRDefault="003D679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B7188"/>
    <w:multiLevelType w:val="hybridMultilevel"/>
    <w:tmpl w:val="68DE6736"/>
    <w:lvl w:ilvl="0" w:tplc="F1363BF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1F6222DB"/>
    <w:multiLevelType w:val="hybridMultilevel"/>
    <w:tmpl w:val="D3C4B4FE"/>
    <w:lvl w:ilvl="0" w:tplc="F61C37E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6471B"/>
    <w:multiLevelType w:val="hybridMultilevel"/>
    <w:tmpl w:val="22B28174"/>
    <w:lvl w:ilvl="0" w:tplc="64160C4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C867581"/>
    <w:multiLevelType w:val="hybridMultilevel"/>
    <w:tmpl w:val="A9E8A0D8"/>
    <w:lvl w:ilvl="0" w:tplc="A686FB5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510D2DBF"/>
    <w:multiLevelType w:val="hybridMultilevel"/>
    <w:tmpl w:val="76F868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E3C5B"/>
    <w:multiLevelType w:val="hybridMultilevel"/>
    <w:tmpl w:val="E9B2108C"/>
    <w:lvl w:ilvl="0" w:tplc="F61C37E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5C8102A"/>
    <w:multiLevelType w:val="hybridMultilevel"/>
    <w:tmpl w:val="8AB84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230984"/>
    <w:multiLevelType w:val="hybridMultilevel"/>
    <w:tmpl w:val="EF6491D0"/>
    <w:lvl w:ilvl="0" w:tplc="CF1ACC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5CB57C3"/>
    <w:multiLevelType w:val="hybridMultilevel"/>
    <w:tmpl w:val="5DD4E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3B37A8"/>
    <w:multiLevelType w:val="hybridMultilevel"/>
    <w:tmpl w:val="2598C076"/>
    <w:lvl w:ilvl="0" w:tplc="DCDC76C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DB63910"/>
    <w:multiLevelType w:val="hybridMultilevel"/>
    <w:tmpl w:val="C486D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41134"/>
    <w:multiLevelType w:val="hybridMultilevel"/>
    <w:tmpl w:val="4D645DDE"/>
    <w:lvl w:ilvl="0" w:tplc="CF48AC3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E5F48E1"/>
    <w:multiLevelType w:val="hybridMultilevel"/>
    <w:tmpl w:val="5FB07256"/>
    <w:lvl w:ilvl="0" w:tplc="CF48AC3E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5"/>
  </w:num>
  <w:num w:numId="6">
    <w:abstractNumId w:val="1"/>
  </w:num>
  <w:num w:numId="7">
    <w:abstractNumId w:val="11"/>
  </w:num>
  <w:num w:numId="8">
    <w:abstractNumId w:val="12"/>
  </w:num>
  <w:num w:numId="9">
    <w:abstractNumId w:val="9"/>
  </w:num>
  <w:num w:numId="10">
    <w:abstractNumId w:val="10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330AA"/>
    <w:rsid w:val="000354D0"/>
    <w:rsid w:val="00056263"/>
    <w:rsid w:val="00061065"/>
    <w:rsid w:val="00072759"/>
    <w:rsid w:val="000C43FB"/>
    <w:rsid w:val="000D3F94"/>
    <w:rsid w:val="00116E0E"/>
    <w:rsid w:val="001916FC"/>
    <w:rsid w:val="001A45DB"/>
    <w:rsid w:val="001B3E16"/>
    <w:rsid w:val="001C253D"/>
    <w:rsid w:val="001D671F"/>
    <w:rsid w:val="001E3EA8"/>
    <w:rsid w:val="001F4393"/>
    <w:rsid w:val="00201A96"/>
    <w:rsid w:val="002132D4"/>
    <w:rsid w:val="00232546"/>
    <w:rsid w:val="002364AD"/>
    <w:rsid w:val="002741EE"/>
    <w:rsid w:val="002C492C"/>
    <w:rsid w:val="00324906"/>
    <w:rsid w:val="0032594C"/>
    <w:rsid w:val="003505F8"/>
    <w:rsid w:val="003543AB"/>
    <w:rsid w:val="00357B8C"/>
    <w:rsid w:val="00370CFF"/>
    <w:rsid w:val="00374857"/>
    <w:rsid w:val="003A6CCD"/>
    <w:rsid w:val="003D6082"/>
    <w:rsid w:val="003D679A"/>
    <w:rsid w:val="0045162A"/>
    <w:rsid w:val="004831C4"/>
    <w:rsid w:val="00494537"/>
    <w:rsid w:val="004A2115"/>
    <w:rsid w:val="004C7BDE"/>
    <w:rsid w:val="004E1A75"/>
    <w:rsid w:val="004E46E9"/>
    <w:rsid w:val="004F112E"/>
    <w:rsid w:val="00517CD7"/>
    <w:rsid w:val="00542CC0"/>
    <w:rsid w:val="00576DC8"/>
    <w:rsid w:val="005C032A"/>
    <w:rsid w:val="005E2989"/>
    <w:rsid w:val="005E606E"/>
    <w:rsid w:val="006148C5"/>
    <w:rsid w:val="00652B99"/>
    <w:rsid w:val="00655571"/>
    <w:rsid w:val="006D1E59"/>
    <w:rsid w:val="007237C3"/>
    <w:rsid w:val="00726859"/>
    <w:rsid w:val="00730695"/>
    <w:rsid w:val="00736F7F"/>
    <w:rsid w:val="00743ADA"/>
    <w:rsid w:val="00747D6E"/>
    <w:rsid w:val="00755428"/>
    <w:rsid w:val="00766A6D"/>
    <w:rsid w:val="00784CA5"/>
    <w:rsid w:val="00786222"/>
    <w:rsid w:val="007E5C4F"/>
    <w:rsid w:val="0082382A"/>
    <w:rsid w:val="008432A3"/>
    <w:rsid w:val="00846630"/>
    <w:rsid w:val="00885D06"/>
    <w:rsid w:val="008C2333"/>
    <w:rsid w:val="00915022"/>
    <w:rsid w:val="0095783D"/>
    <w:rsid w:val="009865E7"/>
    <w:rsid w:val="009976D3"/>
    <w:rsid w:val="009A127C"/>
    <w:rsid w:val="009C6F69"/>
    <w:rsid w:val="00A231C9"/>
    <w:rsid w:val="00AE3E8E"/>
    <w:rsid w:val="00B83E44"/>
    <w:rsid w:val="00BF6BBE"/>
    <w:rsid w:val="00C01C7D"/>
    <w:rsid w:val="00C26F25"/>
    <w:rsid w:val="00C41FA9"/>
    <w:rsid w:val="00C4496A"/>
    <w:rsid w:val="00C90433"/>
    <w:rsid w:val="00C96C45"/>
    <w:rsid w:val="00CC18DB"/>
    <w:rsid w:val="00D05D87"/>
    <w:rsid w:val="00D2733F"/>
    <w:rsid w:val="00D67F40"/>
    <w:rsid w:val="00D923BC"/>
    <w:rsid w:val="00DB718E"/>
    <w:rsid w:val="00DC6DC5"/>
    <w:rsid w:val="00DE575E"/>
    <w:rsid w:val="00DE77F4"/>
    <w:rsid w:val="00DE7FA9"/>
    <w:rsid w:val="00E15008"/>
    <w:rsid w:val="00E2182F"/>
    <w:rsid w:val="00E344C5"/>
    <w:rsid w:val="00EE61AB"/>
    <w:rsid w:val="00F02C56"/>
    <w:rsid w:val="00F074A2"/>
    <w:rsid w:val="00F12BF7"/>
    <w:rsid w:val="00F44D4E"/>
    <w:rsid w:val="00F45813"/>
    <w:rsid w:val="00F802BA"/>
    <w:rsid w:val="00F87175"/>
    <w:rsid w:val="00FA5B3D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61</Words>
  <Characters>348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2018-02-28T09:29:00Z</cp:lastPrinted>
  <dcterms:created xsi:type="dcterms:W3CDTF">2018-02-28T12:48:00Z</dcterms:created>
  <dcterms:modified xsi:type="dcterms:W3CDTF">2018-02-28T12:48:00Z</dcterms:modified>
</cp:coreProperties>
</file>