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B6" w:rsidRPr="009069EA" w:rsidRDefault="007C1DB6" w:rsidP="00C47D46">
      <w:pPr>
        <w:pStyle w:val="ConsPlusNonformat"/>
        <w:spacing w:line="360" w:lineRule="auto"/>
        <w:ind w:left="4200" w:hanging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9EA">
        <w:rPr>
          <w:rFonts w:ascii="Times New Roman" w:hAnsi="Times New Roman" w:cs="Times New Roman"/>
          <w:color w:val="000000"/>
          <w:sz w:val="24"/>
          <w:szCs w:val="24"/>
        </w:rPr>
        <w:t>УТВЕРЖДЕН</w:t>
      </w:r>
    </w:p>
    <w:p w:rsidR="007C1DB6" w:rsidRPr="009069EA" w:rsidRDefault="007C1DB6" w:rsidP="00C47D46">
      <w:pPr>
        <w:pStyle w:val="ConsPlusNonformat"/>
        <w:ind w:left="4200" w:hanging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9EA">
        <w:rPr>
          <w:rFonts w:ascii="Times New Roman" w:hAnsi="Times New Roman" w:cs="Times New Roman"/>
          <w:color w:val="000000"/>
          <w:sz w:val="24"/>
          <w:szCs w:val="24"/>
        </w:rPr>
        <w:t>постановлением Центральной избирательной</w:t>
      </w:r>
    </w:p>
    <w:p w:rsidR="007C1DB6" w:rsidRDefault="007C1DB6" w:rsidP="00C47D46">
      <w:pPr>
        <w:pStyle w:val="ConsPlusNonformat"/>
        <w:ind w:left="4200" w:hanging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069EA">
        <w:rPr>
          <w:rFonts w:ascii="Times New Roman" w:hAnsi="Times New Roman" w:cs="Times New Roman"/>
          <w:color w:val="000000"/>
          <w:sz w:val="24"/>
          <w:szCs w:val="24"/>
        </w:rPr>
        <w:t>комиссии Российской Федерации</w:t>
      </w:r>
    </w:p>
    <w:p w:rsidR="007C1DB6" w:rsidRPr="009069EA" w:rsidRDefault="007C1DB6" w:rsidP="00C47D46">
      <w:pPr>
        <w:pStyle w:val="ConsPlusNonformat"/>
        <w:ind w:left="4200" w:hanging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26 февраля 2018 г. № 144/1193-7</w:t>
      </w:r>
    </w:p>
    <w:p w:rsidR="007C1DB6" w:rsidRPr="0024643B" w:rsidRDefault="007C1DB6" w:rsidP="0024643B">
      <w:pPr>
        <w:rPr>
          <w:b/>
          <w:bCs/>
          <w:sz w:val="32"/>
          <w:szCs w:val="32"/>
        </w:rPr>
      </w:pPr>
    </w:p>
    <w:p w:rsidR="007C1DB6" w:rsidRPr="009C2AFE" w:rsidRDefault="007C1DB6" w:rsidP="00C47D46">
      <w:pPr>
        <w:jc w:val="center"/>
        <w:rPr>
          <w:b/>
          <w:bCs/>
          <w:sz w:val="28"/>
          <w:szCs w:val="28"/>
        </w:rPr>
      </w:pPr>
      <w:r w:rsidRPr="009C2AFE">
        <w:rPr>
          <w:b/>
          <w:bCs/>
          <w:sz w:val="28"/>
          <w:szCs w:val="28"/>
        </w:rPr>
        <w:t>Состав</w:t>
      </w:r>
    </w:p>
    <w:p w:rsidR="007C1DB6" w:rsidRDefault="007C1DB6" w:rsidP="00C47D46">
      <w:pPr>
        <w:jc w:val="center"/>
        <w:rPr>
          <w:b/>
          <w:bCs/>
          <w:sz w:val="28"/>
          <w:szCs w:val="28"/>
        </w:rPr>
      </w:pPr>
      <w:r w:rsidRPr="009C2AFE">
        <w:rPr>
          <w:b/>
          <w:bCs/>
          <w:sz w:val="28"/>
          <w:szCs w:val="28"/>
        </w:rPr>
        <w:t xml:space="preserve">Группы </w:t>
      </w:r>
      <w:r>
        <w:rPr>
          <w:b/>
          <w:bCs/>
          <w:sz w:val="28"/>
          <w:szCs w:val="28"/>
        </w:rPr>
        <w:t xml:space="preserve">контроля Центральной избирательной комиссии Российской Федерации </w:t>
      </w:r>
      <w:r w:rsidRPr="009C2AFE">
        <w:rPr>
          <w:b/>
          <w:bCs/>
          <w:sz w:val="28"/>
          <w:szCs w:val="28"/>
        </w:rPr>
        <w:t>за</w:t>
      </w:r>
      <w:r>
        <w:rPr>
          <w:b/>
          <w:bCs/>
          <w:sz w:val="28"/>
          <w:szCs w:val="28"/>
        </w:rPr>
        <w:t xml:space="preserve"> использованием Государственной </w:t>
      </w:r>
      <w:r w:rsidRPr="009C2AFE">
        <w:rPr>
          <w:b/>
          <w:bCs/>
          <w:sz w:val="28"/>
          <w:szCs w:val="28"/>
        </w:rPr>
        <w:t xml:space="preserve">автоматизированной системы Российской Федерации «Выборы» при проведении </w:t>
      </w:r>
      <w:r>
        <w:rPr>
          <w:b/>
          <w:bCs/>
          <w:sz w:val="28"/>
          <w:szCs w:val="28"/>
        </w:rPr>
        <w:t>выборов Президента Российской Федерации</w:t>
      </w:r>
    </w:p>
    <w:p w:rsidR="007C1DB6" w:rsidRPr="0024643B" w:rsidRDefault="007C1DB6" w:rsidP="00C47D46">
      <w:pPr>
        <w:jc w:val="center"/>
        <w:rPr>
          <w:b/>
          <w:bCs/>
          <w:sz w:val="36"/>
          <w:szCs w:val="36"/>
        </w:rPr>
      </w:pPr>
    </w:p>
    <w:tbl>
      <w:tblPr>
        <w:tblW w:w="9498" w:type="dxa"/>
        <w:tblInd w:w="-106" w:type="dxa"/>
        <w:tblLayout w:type="fixed"/>
        <w:tblLook w:val="00A0"/>
      </w:tblPr>
      <w:tblGrid>
        <w:gridCol w:w="2552"/>
        <w:gridCol w:w="6946"/>
      </w:tblGrid>
      <w:tr w:rsidR="007C1DB6" w:rsidRPr="00136EBF">
        <w:trPr>
          <w:trHeight w:val="1610"/>
        </w:trPr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АЛЕКСЕЕВА</w:t>
            </w:r>
            <w:r w:rsidRPr="0003163A">
              <w:rPr>
                <w:sz w:val="28"/>
                <w:szCs w:val="28"/>
              </w:rPr>
              <w:t xml:space="preserve"> Алла</w:t>
            </w:r>
          </w:p>
          <w:p w:rsidR="007C1DB6" w:rsidRPr="0003163A" w:rsidRDefault="007C1DB6" w:rsidP="006A195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Анатольевна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Pr="0003163A">
              <w:rPr>
                <w:sz w:val="28"/>
                <w:szCs w:val="28"/>
              </w:rPr>
              <w:t xml:space="preserve">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п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ей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«Политическ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СПРАВЕДЛИВАЯ РОССИЯ»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7C1DB6" w:rsidRPr="000400D5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304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ВАЛЕЕВ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Тимур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Рафидович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Pr="0003163A">
              <w:rPr>
                <w:sz w:val="28"/>
                <w:szCs w:val="28"/>
              </w:rPr>
              <w:t xml:space="preserve">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 кандидатом на должность Президента Российской Федерации К.А. Собчак)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138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ДУБРОВИНА 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Елена 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Павловна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Pr="0003163A">
              <w:rPr>
                <w:sz w:val="28"/>
                <w:szCs w:val="28"/>
              </w:rPr>
              <w:t xml:space="preserve">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(назначена кандидатом на должность Президента Российской Федерации Г.А. Явлинским)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138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ЖАВОРОНКОВ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Константинович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(назначен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ей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«Всероссийск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«ЕДИНАЯ РОССИЯ»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138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ЖЕРЕБИНА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Викторовна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</w:t>
            </w:r>
            <w:r>
              <w:rPr>
                <w:sz w:val="28"/>
                <w:szCs w:val="28"/>
              </w:rPr>
              <w:t xml:space="preserve"> </w:t>
            </w:r>
            <w:r w:rsidRPr="0003163A">
              <w:rPr>
                <w:sz w:val="28"/>
                <w:szCs w:val="28"/>
              </w:rPr>
              <w:t xml:space="preserve">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(назначена кандидатом на должность Президента Российской Федерации С.Н. Бабуриным)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114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КИНЕВ</w:t>
            </w:r>
          </w:p>
          <w:p w:rsidR="007C1DB6" w:rsidRPr="0003163A" w:rsidRDefault="007C1DB6" w:rsidP="006A1957">
            <w:pPr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Александр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Юрьевич</w:t>
            </w:r>
          </w:p>
          <w:p w:rsidR="007C1DB6" w:rsidRPr="0003163A" w:rsidRDefault="007C1DB6" w:rsidP="006A195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 xml:space="preserve">его </w:t>
            </w:r>
            <w:r w:rsidRPr="0003163A">
              <w:rPr>
                <w:sz w:val="28"/>
                <w:szCs w:val="28"/>
              </w:rPr>
              <w:t>голос</w:t>
            </w:r>
            <w:r>
              <w:rPr>
                <w:sz w:val="28"/>
                <w:szCs w:val="28"/>
              </w:rPr>
              <w:t xml:space="preserve">а 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276"/>
        </w:trPr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КЛЮКИН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Александр</w:t>
            </w:r>
          </w:p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Николаевич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</w:t>
            </w:r>
            <w:r w:rsidRPr="0003163A">
              <w:rPr>
                <w:sz w:val="28"/>
                <w:szCs w:val="28"/>
              </w:rPr>
              <w:t xml:space="preserve"> 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КОЛЮШИН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 xml:space="preserve">Евгений 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Иванович</w:t>
            </w:r>
          </w:p>
          <w:p w:rsidR="007C1DB6" w:rsidRPr="0003163A" w:rsidRDefault="007C1DB6" w:rsidP="006A195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885E0F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КРЮКОВ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Валерий</w:t>
            </w:r>
          </w:p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Александрович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885E0F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КОПТЕЛОВА</w:t>
            </w:r>
            <w:r w:rsidRPr="0003163A">
              <w:rPr>
                <w:sz w:val="28"/>
                <w:szCs w:val="28"/>
              </w:rPr>
              <w:t xml:space="preserve"> Анастасия Михайловна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(назначена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ей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«Политическ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ЛДПР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 – 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Либеральн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о-демократическая партия России»)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149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КРУЧЕНКОВ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Павел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Григорьевич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 кандидатом на должность Президента Российской Федерации П.Н. Грудининым)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ЛЕВИЧЕВ</w:t>
            </w:r>
            <w:r w:rsidRPr="0003163A">
              <w:rPr>
                <w:sz w:val="28"/>
                <w:szCs w:val="28"/>
              </w:rPr>
              <w:t xml:space="preserve"> Николай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Владимирович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885E0F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br w:type="page"/>
            </w: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ЛИХАЧЕВ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Николаевич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ЛОПАТИН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Антон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Игоревич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</w:t>
            </w:r>
            <w:r w:rsidRPr="0003163A">
              <w:rPr>
                <w:sz w:val="28"/>
                <w:szCs w:val="28"/>
              </w:rPr>
              <w:t xml:space="preserve"> 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МОХОВИКОВ</w:t>
            </w:r>
            <w:r w:rsidRPr="0003163A">
              <w:rPr>
                <w:sz w:val="28"/>
                <w:szCs w:val="28"/>
              </w:rPr>
              <w:t xml:space="preserve"> 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Игорь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Александрович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(назначен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кандидатом на должность Президента Российской Федерации В.В. Жириновским)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rPr>
          <w:trHeight w:val="1324"/>
        </w:trPr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СИРОТКИН</w:t>
            </w:r>
            <w:r w:rsidRPr="0003163A">
              <w:rPr>
                <w:sz w:val="28"/>
                <w:szCs w:val="28"/>
              </w:rPr>
              <w:t xml:space="preserve"> Сергей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и</w:t>
            </w:r>
            <w:r w:rsidRPr="0003163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</w:t>
            </w:r>
            <w:r w:rsidRPr="0003163A">
              <w:rPr>
                <w:sz w:val="28"/>
                <w:szCs w:val="28"/>
              </w:rPr>
              <w:t>норович</w:t>
            </w:r>
          </w:p>
        </w:tc>
        <w:tc>
          <w:tcPr>
            <w:tcW w:w="6946" w:type="dxa"/>
            <w:shd w:val="clear" w:color="auto" w:fill="FFFFFF"/>
          </w:tcPr>
          <w:p w:rsidR="007C1DB6" w:rsidRPr="000400D5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>его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rPr>
          <w:trHeight w:val="1324"/>
        </w:trPr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ТОПОРКОВ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Константин 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Сергеевич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(назначен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кандидатом на должность Президента Российской Федерации М.А. Сурайкиным)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ЧИКИРЕВ</w:t>
            </w:r>
          </w:p>
          <w:p w:rsidR="007C1DB6" w:rsidRPr="0003163A" w:rsidRDefault="007C1DB6" w:rsidP="006A1957">
            <w:pPr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Сергей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Алексеевич</w:t>
            </w:r>
          </w:p>
          <w:p w:rsidR="007C1DB6" w:rsidRPr="0003163A" w:rsidRDefault="007C1DB6" w:rsidP="006A1957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 xml:space="preserve">а (назначен 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п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ой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ей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«Политическ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ая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парти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я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 xml:space="preserve"> «КОММУНИСТИЧЕСКАЯ ПАРТИЯ РОССИЙСКО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Й </w:t>
            </w:r>
            <w:r w:rsidRPr="0003163A">
              <w:rPr>
                <w:rFonts w:ascii="Times New Roman CYR" w:hAnsi="Times New Roman CYR" w:cs="Times New Roman CYR"/>
                <w:sz w:val="28"/>
                <w:szCs w:val="28"/>
              </w:rPr>
              <w:t>ФЕДЕРАЦИИ»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ШАПИЕВ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Сиябшах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Магомедович</w:t>
            </w:r>
          </w:p>
          <w:p w:rsidR="007C1DB6" w:rsidRDefault="007C1DB6" w:rsidP="006A1957">
            <w:pPr>
              <w:rPr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885E0F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 xml:space="preserve">его </w:t>
            </w:r>
            <w:r w:rsidRPr="0003163A">
              <w:rPr>
                <w:sz w:val="28"/>
                <w:szCs w:val="28"/>
              </w:rPr>
              <w:t>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ШЕВЧЕНКО</w:t>
            </w:r>
            <w:r w:rsidRPr="0003163A">
              <w:rPr>
                <w:sz w:val="28"/>
                <w:szCs w:val="28"/>
              </w:rPr>
              <w:t xml:space="preserve"> Евгений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Александрович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885E0F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 xml:space="preserve">его </w:t>
            </w:r>
            <w:r w:rsidRPr="0003163A">
              <w:rPr>
                <w:sz w:val="28"/>
                <w:szCs w:val="28"/>
              </w:rPr>
              <w:t>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ШКАЕВ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</w:t>
            </w:r>
          </w:p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Олегович</w:t>
            </w:r>
          </w:p>
        </w:tc>
        <w:tc>
          <w:tcPr>
            <w:tcW w:w="6946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 xml:space="preserve">лен Центральной избирательной комиссии Российской Федерации с </w:t>
            </w:r>
            <w:r>
              <w:rPr>
                <w:sz w:val="28"/>
                <w:szCs w:val="28"/>
              </w:rPr>
              <w:t xml:space="preserve">правом </w:t>
            </w:r>
            <w:r w:rsidRPr="0003163A">
              <w:rPr>
                <w:sz w:val="28"/>
                <w:szCs w:val="28"/>
              </w:rPr>
              <w:t>совещательн</w:t>
            </w:r>
            <w:r>
              <w:rPr>
                <w:sz w:val="28"/>
                <w:szCs w:val="28"/>
              </w:rPr>
              <w:t>ого</w:t>
            </w:r>
            <w:r w:rsidRPr="0003163A">
              <w:rPr>
                <w:sz w:val="28"/>
                <w:szCs w:val="28"/>
              </w:rPr>
              <w:t xml:space="preserve"> голос</w:t>
            </w:r>
            <w:r>
              <w:rPr>
                <w:sz w:val="28"/>
                <w:szCs w:val="28"/>
              </w:rPr>
              <w:t>а (назначен  кандидатом на должность Президента Российской Федерации Б.Ю. Титовым)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</w:p>
        </w:tc>
      </w:tr>
      <w:tr w:rsidR="007C1DB6" w:rsidRPr="00136EBF">
        <w:tc>
          <w:tcPr>
            <w:tcW w:w="2552" w:type="dxa"/>
            <w:shd w:val="clear" w:color="auto" w:fill="FFFFFF"/>
          </w:tcPr>
          <w:p w:rsidR="007C1DB6" w:rsidRDefault="007C1DB6" w:rsidP="006A195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ЭБЗЕЕВ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Борис</w:t>
            </w:r>
          </w:p>
          <w:p w:rsidR="007C1DB6" w:rsidRPr="0003163A" w:rsidRDefault="007C1DB6" w:rsidP="006A1957">
            <w:pPr>
              <w:jc w:val="both"/>
              <w:rPr>
                <w:sz w:val="28"/>
                <w:szCs w:val="28"/>
              </w:rPr>
            </w:pPr>
            <w:r w:rsidRPr="0003163A">
              <w:rPr>
                <w:sz w:val="28"/>
                <w:szCs w:val="28"/>
              </w:rPr>
              <w:t>Сафарович</w:t>
            </w:r>
          </w:p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FFFFFF"/>
          </w:tcPr>
          <w:p w:rsidR="007C1DB6" w:rsidRPr="0003163A" w:rsidRDefault="007C1DB6" w:rsidP="006A1957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sz w:val="28"/>
                <w:szCs w:val="28"/>
              </w:rPr>
              <w:t>ч</w:t>
            </w:r>
            <w:r w:rsidRPr="0003163A">
              <w:rPr>
                <w:sz w:val="28"/>
                <w:szCs w:val="28"/>
              </w:rPr>
              <w:t>лен Центральной избирательной комиссии Российской Федерации с</w:t>
            </w:r>
            <w:r>
              <w:rPr>
                <w:sz w:val="28"/>
                <w:szCs w:val="28"/>
              </w:rPr>
              <w:t xml:space="preserve"> правом </w:t>
            </w:r>
            <w:r w:rsidRPr="0003163A">
              <w:rPr>
                <w:sz w:val="28"/>
                <w:szCs w:val="28"/>
              </w:rPr>
              <w:t>решающ</w:t>
            </w:r>
            <w:r>
              <w:rPr>
                <w:sz w:val="28"/>
                <w:szCs w:val="28"/>
              </w:rPr>
              <w:t xml:space="preserve">его </w:t>
            </w:r>
            <w:r w:rsidRPr="0003163A">
              <w:rPr>
                <w:sz w:val="28"/>
                <w:szCs w:val="28"/>
              </w:rPr>
              <w:t>голос</w:t>
            </w:r>
            <w:r>
              <w:rPr>
                <w:sz w:val="28"/>
                <w:szCs w:val="28"/>
              </w:rPr>
              <w:t xml:space="preserve">а </w:t>
            </w:r>
          </w:p>
        </w:tc>
      </w:tr>
    </w:tbl>
    <w:p w:rsidR="007C1DB6" w:rsidRDefault="007C1DB6" w:rsidP="00C47D46">
      <w:pPr>
        <w:jc w:val="center"/>
        <w:rPr>
          <w:sz w:val="28"/>
          <w:szCs w:val="28"/>
        </w:rPr>
      </w:pPr>
    </w:p>
    <w:p w:rsidR="007C1DB6" w:rsidRDefault="007C1DB6"/>
    <w:sectPr w:rsidR="007C1DB6" w:rsidSect="00B3414A">
      <w:headerReference w:type="default" r:id="rId6"/>
      <w:footerReference w:type="default" r:id="rId7"/>
      <w:footerReference w:type="first" r:id="rId8"/>
      <w:pgSz w:w="11905" w:h="16838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DB6" w:rsidRDefault="007C1DB6" w:rsidP="00C47D46">
      <w:r>
        <w:separator/>
      </w:r>
    </w:p>
  </w:endnote>
  <w:endnote w:type="continuationSeparator" w:id="0">
    <w:p w:rsidR="007C1DB6" w:rsidRDefault="007C1DB6" w:rsidP="00C47D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B6" w:rsidRDefault="007C1DB6">
    <w:pPr>
      <w:pStyle w:val="Footer"/>
    </w:pPr>
    <w:fldSimple w:instr=" FILENAME   \* MERGEFORMAT ">
      <w:r w:rsidRPr="00321647">
        <w:rPr>
          <w:noProof/>
        </w:rPr>
        <w:t>m0302035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B6" w:rsidRDefault="007C1DB6">
    <w:pPr>
      <w:pStyle w:val="Footer"/>
    </w:pPr>
    <w:fldSimple w:instr=" FILENAME   \* MERGEFORMAT ">
      <w:r w:rsidRPr="00321647">
        <w:rPr>
          <w:noProof/>
        </w:rPr>
        <w:t>m0302035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DB6" w:rsidRDefault="007C1DB6" w:rsidP="00C47D46">
      <w:r>
        <w:separator/>
      </w:r>
    </w:p>
  </w:footnote>
  <w:footnote w:type="continuationSeparator" w:id="0">
    <w:p w:rsidR="007C1DB6" w:rsidRDefault="007C1DB6" w:rsidP="00C47D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1DB6" w:rsidRDefault="007C1DB6" w:rsidP="00CD6105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C1DB6" w:rsidRDefault="007C1DB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D46"/>
    <w:rsid w:val="0003163A"/>
    <w:rsid w:val="000400D5"/>
    <w:rsid w:val="00136EBF"/>
    <w:rsid w:val="00141135"/>
    <w:rsid w:val="00153E99"/>
    <w:rsid w:val="001722CB"/>
    <w:rsid w:val="0024643B"/>
    <w:rsid w:val="002C5BE1"/>
    <w:rsid w:val="002E2BF5"/>
    <w:rsid w:val="00321647"/>
    <w:rsid w:val="004410DB"/>
    <w:rsid w:val="005748D2"/>
    <w:rsid w:val="005B4824"/>
    <w:rsid w:val="006A1957"/>
    <w:rsid w:val="007926C0"/>
    <w:rsid w:val="007C1DB6"/>
    <w:rsid w:val="00885E0F"/>
    <w:rsid w:val="009069EA"/>
    <w:rsid w:val="009A0A86"/>
    <w:rsid w:val="009C2AFE"/>
    <w:rsid w:val="00B3414A"/>
    <w:rsid w:val="00C26F25"/>
    <w:rsid w:val="00C47D46"/>
    <w:rsid w:val="00CA4D4E"/>
    <w:rsid w:val="00CD6105"/>
    <w:rsid w:val="00D01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D4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47D46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47D46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47D46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C47D4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47D46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C47D4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7D46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C5B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BE1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584</Words>
  <Characters>3331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mihiv</dc:creator>
  <cp:keywords/>
  <dc:description/>
  <cp:lastModifiedBy>user</cp:lastModifiedBy>
  <cp:revision>2</cp:revision>
  <cp:lastPrinted>2018-02-26T14:26:00Z</cp:lastPrinted>
  <dcterms:created xsi:type="dcterms:W3CDTF">2018-02-28T12:45:00Z</dcterms:created>
  <dcterms:modified xsi:type="dcterms:W3CDTF">2018-02-28T12:45:00Z</dcterms:modified>
</cp:coreProperties>
</file>