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BBF" w:rsidRDefault="00035BBF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035BBF" w:rsidRDefault="00035BBF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035BBF" w:rsidRDefault="00035BBF">
      <w:pPr>
        <w:pStyle w:val="a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от 26 февраля 2018 г. № 144/1192-7</w:t>
      </w:r>
    </w:p>
    <w:p w:rsidR="00035BBF" w:rsidRDefault="00035BBF">
      <w:pPr>
        <w:jc w:val="center"/>
        <w:rPr>
          <w:b/>
          <w:bCs/>
        </w:rPr>
      </w:pPr>
    </w:p>
    <w:p w:rsidR="00035BBF" w:rsidRDefault="00035BBF">
      <w:pPr>
        <w:jc w:val="center"/>
        <w:rPr>
          <w:b/>
          <w:bCs/>
        </w:rPr>
      </w:pPr>
    </w:p>
    <w:p w:rsidR="00035BBF" w:rsidRDefault="00035BBF">
      <w:pPr>
        <w:jc w:val="center"/>
        <w:rPr>
          <w:b/>
          <w:bCs/>
        </w:rPr>
      </w:pPr>
    </w:p>
    <w:p w:rsidR="00035BBF" w:rsidRDefault="00035BBF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35BBF" w:rsidRDefault="00035BBF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035BBF" w:rsidRDefault="00035BBF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035BBF" w:rsidRDefault="00035BBF" w:rsidP="002132D4">
      <w:pPr>
        <w:jc w:val="center"/>
        <w:rPr>
          <w:b/>
          <w:bCs/>
        </w:rPr>
      </w:pPr>
      <w:r>
        <w:rPr>
          <w:b/>
          <w:bCs/>
        </w:rPr>
        <w:t>Владимира Владимировича Путина</w:t>
      </w:r>
    </w:p>
    <w:p w:rsidR="00035BBF" w:rsidRDefault="00035BBF" w:rsidP="002132D4">
      <w:pPr>
        <w:jc w:val="center"/>
        <w:rPr>
          <w:b/>
          <w:bCs/>
        </w:rPr>
      </w:pPr>
    </w:p>
    <w:p w:rsidR="00035BBF" w:rsidRDefault="00035BBF" w:rsidP="002132D4">
      <w:pPr>
        <w:jc w:val="center"/>
        <w:rPr>
          <w:b/>
          <w:bCs/>
        </w:rPr>
      </w:pP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Абросимов Роман Владимирович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Акинфеев Игорь Владимирович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Ампилогова Валентина Борисовна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Балуев Александр Николаевич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Каблов Евгений Николаевич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Каспржак Алексей Анатольевич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Коновалов Александр Николаевич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Моисеев Михаил Алексеевич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Мусагалиев Азамат Тахирович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Покровская Татьяна Николаевна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Поликанов Дмитрий Валериевич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Проскурнина Марина Георгиевна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Санжиев Замбал Владимирович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Чудинов Федор Александрович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Шипулин Антон Владимирович</w:t>
      </w:r>
    </w:p>
    <w:p w:rsidR="00035BBF" w:rsidRDefault="00035BBF" w:rsidP="00192363">
      <w:pPr>
        <w:numPr>
          <w:ilvl w:val="0"/>
          <w:numId w:val="6"/>
        </w:numPr>
        <w:spacing w:line="360" w:lineRule="auto"/>
        <w:jc w:val="both"/>
      </w:pPr>
      <w:r>
        <w:t>Шурупов Николай Петрович.</w:t>
      </w:r>
    </w:p>
    <w:p w:rsidR="00035BBF" w:rsidRPr="00490C75" w:rsidRDefault="00035BBF" w:rsidP="00A526B4">
      <w:pPr>
        <w:spacing w:line="360" w:lineRule="auto"/>
        <w:ind w:firstLine="710"/>
        <w:jc w:val="both"/>
      </w:pPr>
    </w:p>
    <w:sectPr w:rsidR="00035BBF" w:rsidRPr="00490C75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BBF" w:rsidRDefault="00035BBF">
      <w:r>
        <w:separator/>
      </w:r>
    </w:p>
  </w:endnote>
  <w:endnote w:type="continuationSeparator" w:id="0">
    <w:p w:rsidR="00035BBF" w:rsidRDefault="00035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BBF" w:rsidRDefault="00035BB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BBF" w:rsidRDefault="00035BBF">
    <w:pPr>
      <w:pStyle w:val="Footer"/>
    </w:pPr>
    <w:fldSimple w:instr=" FILENAME   \* MERGEFORMAT ">
      <w:r>
        <w:rPr>
          <w:noProof/>
        </w:rPr>
        <w:t>е0302025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BBF" w:rsidRDefault="00035BBF">
      <w:r>
        <w:separator/>
      </w:r>
    </w:p>
  </w:footnote>
  <w:footnote w:type="continuationSeparator" w:id="0">
    <w:p w:rsidR="00035BBF" w:rsidRDefault="00035B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BBF" w:rsidRDefault="00035B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37D87"/>
    <w:multiLevelType w:val="hybridMultilevel"/>
    <w:tmpl w:val="B4E89630"/>
    <w:lvl w:ilvl="0" w:tplc="AE628EA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396E627C"/>
    <w:multiLevelType w:val="hybridMultilevel"/>
    <w:tmpl w:val="07025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E50E06"/>
    <w:multiLevelType w:val="hybridMultilevel"/>
    <w:tmpl w:val="7D48AE58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4B776903"/>
    <w:multiLevelType w:val="hybridMultilevel"/>
    <w:tmpl w:val="AD3E9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A81699"/>
    <w:multiLevelType w:val="hybridMultilevel"/>
    <w:tmpl w:val="3BBAA45C"/>
    <w:lvl w:ilvl="0" w:tplc="35D223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78E07C61"/>
    <w:multiLevelType w:val="hybridMultilevel"/>
    <w:tmpl w:val="E7DA2D6E"/>
    <w:lvl w:ilvl="0" w:tplc="E924AC84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00532"/>
    <w:rsid w:val="000330AA"/>
    <w:rsid w:val="000354D0"/>
    <w:rsid w:val="00035BBF"/>
    <w:rsid w:val="000C36F1"/>
    <w:rsid w:val="000D3F94"/>
    <w:rsid w:val="00116E0E"/>
    <w:rsid w:val="00117E06"/>
    <w:rsid w:val="001916FC"/>
    <w:rsid w:val="00192363"/>
    <w:rsid w:val="001A45DB"/>
    <w:rsid w:val="001B3E16"/>
    <w:rsid w:val="001C253D"/>
    <w:rsid w:val="001D671F"/>
    <w:rsid w:val="001F0C5C"/>
    <w:rsid w:val="002132D4"/>
    <w:rsid w:val="00232546"/>
    <w:rsid w:val="002741EE"/>
    <w:rsid w:val="002B6FA3"/>
    <w:rsid w:val="002E2DD6"/>
    <w:rsid w:val="002F29EA"/>
    <w:rsid w:val="00324906"/>
    <w:rsid w:val="0032594C"/>
    <w:rsid w:val="00347556"/>
    <w:rsid w:val="003601ED"/>
    <w:rsid w:val="00370CFF"/>
    <w:rsid w:val="003A1337"/>
    <w:rsid w:val="003D6082"/>
    <w:rsid w:val="00403EAD"/>
    <w:rsid w:val="0045162A"/>
    <w:rsid w:val="00490C75"/>
    <w:rsid w:val="004B0A9F"/>
    <w:rsid w:val="004C7BDE"/>
    <w:rsid w:val="00510D8B"/>
    <w:rsid w:val="00536CB1"/>
    <w:rsid w:val="005379F0"/>
    <w:rsid w:val="00542E47"/>
    <w:rsid w:val="0054736B"/>
    <w:rsid w:val="00576DC8"/>
    <w:rsid w:val="005C032A"/>
    <w:rsid w:val="006148C5"/>
    <w:rsid w:val="006162BC"/>
    <w:rsid w:val="00637BC3"/>
    <w:rsid w:val="00655571"/>
    <w:rsid w:val="006967A6"/>
    <w:rsid w:val="006D1E59"/>
    <w:rsid w:val="006D22A6"/>
    <w:rsid w:val="006F10AF"/>
    <w:rsid w:val="00702C26"/>
    <w:rsid w:val="00716E0C"/>
    <w:rsid w:val="007237C3"/>
    <w:rsid w:val="00726859"/>
    <w:rsid w:val="00726E04"/>
    <w:rsid w:val="00730695"/>
    <w:rsid w:val="00755428"/>
    <w:rsid w:val="00775550"/>
    <w:rsid w:val="00786222"/>
    <w:rsid w:val="007C29D0"/>
    <w:rsid w:val="0082382A"/>
    <w:rsid w:val="0083109A"/>
    <w:rsid w:val="008749DA"/>
    <w:rsid w:val="008C33EA"/>
    <w:rsid w:val="009323EF"/>
    <w:rsid w:val="00974A26"/>
    <w:rsid w:val="009865E7"/>
    <w:rsid w:val="009976D3"/>
    <w:rsid w:val="009A34D5"/>
    <w:rsid w:val="009C6F69"/>
    <w:rsid w:val="009F41D9"/>
    <w:rsid w:val="00A003B9"/>
    <w:rsid w:val="00A348F2"/>
    <w:rsid w:val="00A526B4"/>
    <w:rsid w:val="00AE3FA3"/>
    <w:rsid w:val="00AE7F50"/>
    <w:rsid w:val="00B021A0"/>
    <w:rsid w:val="00B1081A"/>
    <w:rsid w:val="00B35E88"/>
    <w:rsid w:val="00B83E44"/>
    <w:rsid w:val="00B87960"/>
    <w:rsid w:val="00BD5F18"/>
    <w:rsid w:val="00C01C7D"/>
    <w:rsid w:val="00C06048"/>
    <w:rsid w:val="00C26F25"/>
    <w:rsid w:val="00C31121"/>
    <w:rsid w:val="00C4496A"/>
    <w:rsid w:val="00C74210"/>
    <w:rsid w:val="00C90433"/>
    <w:rsid w:val="00CB183C"/>
    <w:rsid w:val="00D05D87"/>
    <w:rsid w:val="00D67F40"/>
    <w:rsid w:val="00D766A2"/>
    <w:rsid w:val="00DB718E"/>
    <w:rsid w:val="00DC6DC5"/>
    <w:rsid w:val="00DE575E"/>
    <w:rsid w:val="00DE77F4"/>
    <w:rsid w:val="00DE7868"/>
    <w:rsid w:val="00E2182F"/>
    <w:rsid w:val="00E222D9"/>
    <w:rsid w:val="00E505CF"/>
    <w:rsid w:val="00E7739E"/>
    <w:rsid w:val="00E964BE"/>
    <w:rsid w:val="00EC3ABA"/>
    <w:rsid w:val="00ED47D8"/>
    <w:rsid w:val="00EE1904"/>
    <w:rsid w:val="00EE61AB"/>
    <w:rsid w:val="00F066A9"/>
    <w:rsid w:val="00F11EB4"/>
    <w:rsid w:val="00F12BF7"/>
    <w:rsid w:val="00F4534F"/>
    <w:rsid w:val="00F6452D"/>
    <w:rsid w:val="00F723E3"/>
    <w:rsid w:val="00F87175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102</Words>
  <Characters>588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2018-02-26T09:40:00Z</cp:lastPrinted>
  <dcterms:created xsi:type="dcterms:W3CDTF">2018-02-26T15:52:00Z</dcterms:created>
  <dcterms:modified xsi:type="dcterms:W3CDTF">2018-02-26T15:52:00Z</dcterms:modified>
</cp:coreProperties>
</file>