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3D" w:rsidRPr="002B7D2D" w:rsidRDefault="003B723D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3B723D" w:rsidRPr="002B7D2D" w:rsidRDefault="003B723D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3B723D" w:rsidRPr="002B7D2D" w:rsidRDefault="003B723D" w:rsidP="002B7D2D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26 февраля 2018 г. № 144/1190-7</w:t>
      </w:r>
    </w:p>
    <w:p w:rsidR="003B723D" w:rsidRDefault="003B723D" w:rsidP="0064348C">
      <w:pPr>
        <w:rPr>
          <w:b/>
          <w:bCs/>
          <w:sz w:val="28"/>
          <w:szCs w:val="28"/>
        </w:rPr>
      </w:pPr>
    </w:p>
    <w:p w:rsidR="003B723D" w:rsidRPr="002B7D2D" w:rsidRDefault="003B723D" w:rsidP="0064348C">
      <w:pPr>
        <w:rPr>
          <w:b/>
          <w:bCs/>
          <w:sz w:val="28"/>
          <w:szCs w:val="28"/>
        </w:rPr>
      </w:pPr>
    </w:p>
    <w:p w:rsidR="003B723D" w:rsidRDefault="003B723D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 w:rsidR="003B723D" w:rsidRDefault="003B723D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доверенных лиц политической партии</w:t>
      </w:r>
    </w:p>
    <w:p w:rsidR="003B723D" w:rsidRDefault="003B723D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«Политическая партия «Российская объединенная демократическая партия «ЯБЛОКО»</w:t>
      </w:r>
    </w:p>
    <w:p w:rsidR="003B723D" w:rsidRDefault="003B723D" w:rsidP="00D67E7B">
      <w:pPr>
        <w:rPr>
          <w:sz w:val="28"/>
          <w:szCs w:val="28"/>
        </w:rPr>
      </w:pP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  Афиногенов Арсений Антонович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  Баталина Юлия Александровна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 Волга Роман Александрович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 Думнов Александр Григорьевич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 Думнова Нина Геннадьевна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 Ильенкова Ирэн Митрофановна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  Калинина Наталья Владимировна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  Каменская Анастасия Евгеньевна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  Кобринский Александр Аркадьевич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 Кучмезов Хаким Далхатович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 Ледовской Валерий Иванович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 Лисичкин Павел Михайлович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 Мартышов Михаил Павлович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t> </w:t>
      </w:r>
      <w:r>
        <w:rPr>
          <w:sz w:val="28"/>
          <w:szCs w:val="28"/>
        </w:rPr>
        <w:t>Пушкарева Людмила Васильевна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 Ревенко Сергей Евгениевич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 Трепалин Александр Михайлович</w:t>
      </w:r>
    </w:p>
    <w:p w:rsidR="003B723D" w:rsidRDefault="003B723D" w:rsidP="00D67E7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17. Цепилова Ольга Дмитриевна.</w:t>
      </w:r>
    </w:p>
    <w:sectPr w:rsidR="003B723D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3D" w:rsidRDefault="003B723D" w:rsidP="009803FE">
      <w:r>
        <w:separator/>
      </w:r>
    </w:p>
  </w:endnote>
  <w:endnote w:type="continuationSeparator" w:id="0">
    <w:p w:rsidR="003B723D" w:rsidRDefault="003B723D" w:rsidP="0098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3D" w:rsidRDefault="003B72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3D" w:rsidRDefault="003B723D">
    <w:pPr>
      <w:pStyle w:val="Footer"/>
    </w:pPr>
    <w:fldSimple w:instr=" FILENAME   \* MERGEFORMAT ">
      <w:r>
        <w:rPr>
          <w:noProof/>
          <w:sz w:val="16"/>
          <w:szCs w:val="16"/>
        </w:rPr>
        <w:t>е0302028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3D" w:rsidRDefault="003B723D" w:rsidP="009803FE">
      <w:r>
        <w:separator/>
      </w:r>
    </w:p>
  </w:footnote>
  <w:footnote w:type="continuationSeparator" w:id="0">
    <w:p w:rsidR="003B723D" w:rsidRDefault="003B723D" w:rsidP="00980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3D" w:rsidRDefault="003B723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B723D" w:rsidRDefault="003B723D" w:rsidP="009803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A2"/>
    <w:multiLevelType w:val="hybridMultilevel"/>
    <w:tmpl w:val="A97468E2"/>
    <w:lvl w:ilvl="0" w:tplc="A9E2DF42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3FE"/>
    <w:rsid w:val="0000256C"/>
    <w:rsid w:val="00033A8E"/>
    <w:rsid w:val="00037AE3"/>
    <w:rsid w:val="000A2A1A"/>
    <w:rsid w:val="000D4DAD"/>
    <w:rsid w:val="0012518A"/>
    <w:rsid w:val="001F153F"/>
    <w:rsid w:val="002136CB"/>
    <w:rsid w:val="00221920"/>
    <w:rsid w:val="0028085B"/>
    <w:rsid w:val="002B5C55"/>
    <w:rsid w:val="002B7030"/>
    <w:rsid w:val="002B7D2D"/>
    <w:rsid w:val="00301FA1"/>
    <w:rsid w:val="00302F95"/>
    <w:rsid w:val="003B723D"/>
    <w:rsid w:val="003C07A1"/>
    <w:rsid w:val="003E6710"/>
    <w:rsid w:val="00406DF9"/>
    <w:rsid w:val="004516B5"/>
    <w:rsid w:val="0047493D"/>
    <w:rsid w:val="004B3B5F"/>
    <w:rsid w:val="004C2792"/>
    <w:rsid w:val="004D657E"/>
    <w:rsid w:val="00502EB7"/>
    <w:rsid w:val="005051D3"/>
    <w:rsid w:val="0064348C"/>
    <w:rsid w:val="00647110"/>
    <w:rsid w:val="006837C2"/>
    <w:rsid w:val="006D1E00"/>
    <w:rsid w:val="007732C5"/>
    <w:rsid w:val="0079557F"/>
    <w:rsid w:val="007A08E5"/>
    <w:rsid w:val="007F06B1"/>
    <w:rsid w:val="00846BC3"/>
    <w:rsid w:val="009803FE"/>
    <w:rsid w:val="00A778AC"/>
    <w:rsid w:val="00AD6B64"/>
    <w:rsid w:val="00B83E44"/>
    <w:rsid w:val="00B91F49"/>
    <w:rsid w:val="00BC49AB"/>
    <w:rsid w:val="00C0617C"/>
    <w:rsid w:val="00C11E10"/>
    <w:rsid w:val="00C26F25"/>
    <w:rsid w:val="00C74567"/>
    <w:rsid w:val="00C90433"/>
    <w:rsid w:val="00D67E7B"/>
    <w:rsid w:val="00D94CC2"/>
    <w:rsid w:val="00DA332B"/>
    <w:rsid w:val="00DA4C0B"/>
    <w:rsid w:val="00E25AAA"/>
    <w:rsid w:val="00E50566"/>
    <w:rsid w:val="00E517A9"/>
    <w:rsid w:val="00FE1548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F1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53F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4348C"/>
    <w:pPr>
      <w:spacing w:after="120" w:line="480" w:lineRule="auto"/>
      <w:ind w:left="283"/>
      <w:jc w:val="center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348C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,текст14-1,текст14"/>
    <w:basedOn w:val="Normal"/>
    <w:uiPriority w:val="99"/>
    <w:rsid w:val="007F06B1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4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117</Words>
  <Characters>668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2018-02-26T14:17:00Z</cp:lastPrinted>
  <dcterms:created xsi:type="dcterms:W3CDTF">2018-02-26T15:50:00Z</dcterms:created>
  <dcterms:modified xsi:type="dcterms:W3CDTF">2018-02-26T15:50:00Z</dcterms:modified>
</cp:coreProperties>
</file>