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703" w:rsidRPr="002B7D2D" w:rsidRDefault="00840703" w:rsidP="002B7D2D">
      <w:pPr>
        <w:ind w:left="3969"/>
        <w:jc w:val="center"/>
        <w:rPr>
          <w:rFonts w:ascii="Times New Roman CYR" w:hAnsi="Times New Roman CYR" w:cs="Times New Roman CYR"/>
        </w:rPr>
      </w:pPr>
      <w:r w:rsidRPr="002B7D2D">
        <w:rPr>
          <w:rFonts w:ascii="Times New Roman CYR" w:hAnsi="Times New Roman CYR" w:cs="Times New Roman CYR"/>
        </w:rPr>
        <w:t xml:space="preserve">Приложение </w:t>
      </w:r>
    </w:p>
    <w:p w:rsidR="00840703" w:rsidRPr="002B7D2D" w:rsidRDefault="00840703" w:rsidP="002B7D2D">
      <w:pPr>
        <w:ind w:left="3969"/>
        <w:jc w:val="center"/>
        <w:rPr>
          <w:rFonts w:ascii="Times New Roman CYR" w:hAnsi="Times New Roman CYR" w:cs="Times New Roman CYR"/>
        </w:rPr>
      </w:pPr>
      <w:r w:rsidRPr="002B7D2D">
        <w:rPr>
          <w:rFonts w:ascii="Times New Roman CYR" w:hAnsi="Times New Roman CYR" w:cs="Times New Roman CYR"/>
        </w:rPr>
        <w:t xml:space="preserve">к постановлению Центральной избирательной комиссии Российской Федерации </w:t>
      </w:r>
    </w:p>
    <w:p w:rsidR="00840703" w:rsidRPr="002B7D2D" w:rsidRDefault="00840703" w:rsidP="002B7D2D">
      <w:pPr>
        <w:spacing w:after="120"/>
        <w:ind w:left="3969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26 февраля 2018 г. № 144/1189-7</w:t>
      </w:r>
    </w:p>
    <w:p w:rsidR="00840703" w:rsidRDefault="00840703" w:rsidP="00DA490D">
      <w:pPr>
        <w:rPr>
          <w:b/>
          <w:bCs/>
          <w:sz w:val="28"/>
          <w:szCs w:val="28"/>
        </w:rPr>
      </w:pPr>
    </w:p>
    <w:p w:rsidR="00840703" w:rsidRPr="002B7D2D" w:rsidRDefault="00840703" w:rsidP="00DA490D">
      <w:pPr>
        <w:rPr>
          <w:b/>
          <w:bCs/>
          <w:sz w:val="28"/>
          <w:szCs w:val="28"/>
        </w:rPr>
      </w:pPr>
    </w:p>
    <w:p w:rsidR="00840703" w:rsidRPr="002B7D2D" w:rsidRDefault="00840703" w:rsidP="002B7D2D">
      <w:pPr>
        <w:jc w:val="center"/>
        <w:rPr>
          <w:b/>
          <w:bCs/>
          <w:sz w:val="28"/>
          <w:szCs w:val="28"/>
        </w:rPr>
      </w:pPr>
      <w:r w:rsidRPr="002B7D2D">
        <w:rPr>
          <w:b/>
          <w:bCs/>
          <w:sz w:val="28"/>
          <w:szCs w:val="28"/>
        </w:rPr>
        <w:t>СПИСОК</w:t>
      </w:r>
    </w:p>
    <w:p w:rsidR="00840703" w:rsidRPr="002B7D2D" w:rsidRDefault="00840703" w:rsidP="002B7D2D">
      <w:pPr>
        <w:jc w:val="center"/>
        <w:rPr>
          <w:b/>
          <w:bCs/>
          <w:sz w:val="28"/>
          <w:szCs w:val="28"/>
        </w:rPr>
      </w:pPr>
      <w:r w:rsidRPr="002B7D2D">
        <w:rPr>
          <w:b/>
          <w:bCs/>
          <w:sz w:val="28"/>
          <w:szCs w:val="28"/>
        </w:rPr>
        <w:t xml:space="preserve">доверенных лиц </w:t>
      </w:r>
    </w:p>
    <w:p w:rsidR="00840703" w:rsidRPr="002B7D2D" w:rsidRDefault="00840703" w:rsidP="002B7D2D">
      <w:pPr>
        <w:jc w:val="center"/>
        <w:rPr>
          <w:b/>
          <w:bCs/>
          <w:sz w:val="28"/>
          <w:szCs w:val="28"/>
        </w:rPr>
      </w:pPr>
      <w:r w:rsidRPr="002B7D2D">
        <w:rPr>
          <w:b/>
          <w:bCs/>
          <w:sz w:val="28"/>
          <w:szCs w:val="28"/>
        </w:rPr>
        <w:t xml:space="preserve">кандидата на должность Президента Российской Федерации </w:t>
      </w:r>
      <w:r>
        <w:rPr>
          <w:b/>
          <w:bCs/>
          <w:sz w:val="28"/>
          <w:szCs w:val="28"/>
        </w:rPr>
        <w:br/>
      </w:r>
      <w:r w:rsidRPr="002B7D2D">
        <w:rPr>
          <w:b/>
          <w:bCs/>
          <w:sz w:val="28"/>
          <w:szCs w:val="28"/>
        </w:rPr>
        <w:t>Григория Алексеевича Явлинского</w:t>
      </w:r>
    </w:p>
    <w:p w:rsidR="00840703" w:rsidRDefault="00840703" w:rsidP="00E310A9">
      <w:pPr>
        <w:spacing w:line="360" w:lineRule="auto"/>
        <w:ind w:firstLine="709"/>
        <w:jc w:val="both"/>
        <w:rPr>
          <w:sz w:val="28"/>
          <w:szCs w:val="28"/>
        </w:rPr>
      </w:pPr>
    </w:p>
    <w:p w:rsidR="00840703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1.  Афиногенов Арсений Антонович</w:t>
      </w:r>
    </w:p>
    <w:p w:rsidR="00840703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2.  Багров Юрий Дмитриевич</w:t>
      </w:r>
    </w:p>
    <w:p w:rsidR="00840703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3.  Баталина Юлия Александровна</w:t>
      </w:r>
    </w:p>
    <w:p w:rsidR="00840703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4.  Виноградов Олег Игоревич</w:t>
      </w:r>
    </w:p>
    <w:p w:rsidR="00840703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5.  Волга Роман Александрович</w:t>
      </w:r>
    </w:p>
    <w:p w:rsidR="00840703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6.  Ильенкова Ирэн Митрофановна</w:t>
      </w:r>
    </w:p>
    <w:p w:rsidR="00840703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7.  Калинина Наталья Владимировна</w:t>
      </w:r>
    </w:p>
    <w:p w:rsidR="00840703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8.  Кобринский Александр Аркадьевич</w:t>
      </w:r>
      <w:bookmarkStart w:id="0" w:name="_GoBack"/>
      <w:bookmarkEnd w:id="0"/>
    </w:p>
    <w:p w:rsidR="00840703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9.  Кучмезов Хаким Далхатович</w:t>
      </w:r>
    </w:p>
    <w:p w:rsidR="00840703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10. Лисичкин Павел Михайлович</w:t>
      </w:r>
    </w:p>
    <w:p w:rsidR="00840703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11. Мартышов Михаил Павлович</w:t>
      </w:r>
    </w:p>
    <w:p w:rsidR="00840703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12. Овчаренко Татьяна Иосифовна</w:t>
      </w:r>
    </w:p>
    <w:p w:rsidR="00840703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13. Перцев Игорь Владимирович</w:t>
      </w:r>
    </w:p>
    <w:p w:rsidR="00840703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14. Пивоварова Елена Николаевна</w:t>
      </w:r>
    </w:p>
    <w:p w:rsidR="00840703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15. Пушкарева Людмила Васильевна</w:t>
      </w:r>
    </w:p>
    <w:p w:rsidR="00840703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16. Ревенко Сергей Евгениевич</w:t>
      </w:r>
    </w:p>
    <w:p w:rsidR="00840703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17. Рубин Антон Борисович</w:t>
      </w:r>
    </w:p>
    <w:p w:rsidR="00840703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18. Скамаровский Вадим Аркадьевич</w:t>
      </w:r>
    </w:p>
    <w:p w:rsidR="00840703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19. Трепалин Александр Михайлович</w:t>
      </w:r>
    </w:p>
    <w:p w:rsidR="00840703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20. Фанюк Борис Яковлевич</w:t>
      </w:r>
    </w:p>
    <w:p w:rsidR="00840703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21. Цепилова Ольга Дмитриевна</w:t>
      </w:r>
    </w:p>
    <w:p w:rsidR="00840703" w:rsidRPr="00E310A9" w:rsidRDefault="00840703" w:rsidP="00DA490D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22. Шарданов Заур Леонидович.</w:t>
      </w:r>
    </w:p>
    <w:sectPr w:rsidR="00840703" w:rsidRPr="00E310A9" w:rsidSect="002B7D2D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0703" w:rsidRDefault="00840703" w:rsidP="009803FE">
      <w:r>
        <w:separator/>
      </w:r>
    </w:p>
  </w:endnote>
  <w:endnote w:type="continuationSeparator" w:id="0">
    <w:p w:rsidR="00840703" w:rsidRDefault="00840703" w:rsidP="009803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703" w:rsidRDefault="0084070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703" w:rsidRDefault="00840703">
    <w:pPr>
      <w:pStyle w:val="Footer"/>
    </w:pPr>
    <w:fldSimple w:instr=" FILENAME   \* MERGEFORMAT ">
      <w:r>
        <w:rPr>
          <w:noProof/>
          <w:sz w:val="16"/>
          <w:szCs w:val="16"/>
        </w:rPr>
        <w:t>е0302027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0703" w:rsidRDefault="00840703" w:rsidP="009803FE">
      <w:r>
        <w:separator/>
      </w:r>
    </w:p>
  </w:footnote>
  <w:footnote w:type="continuationSeparator" w:id="0">
    <w:p w:rsidR="00840703" w:rsidRDefault="00840703" w:rsidP="009803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0703" w:rsidRDefault="00840703" w:rsidP="009803FE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D04A2"/>
    <w:multiLevelType w:val="hybridMultilevel"/>
    <w:tmpl w:val="A97468E2"/>
    <w:lvl w:ilvl="0" w:tplc="A9E2DF42">
      <w:start w:val="1"/>
      <w:numFmt w:val="decimal"/>
      <w:suff w:val="space"/>
      <w:lvlText w:val="%1."/>
      <w:lvlJc w:val="left"/>
      <w:pPr>
        <w:ind w:left="19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2290"/>
        </w:tabs>
        <w:ind w:left="2290" w:hanging="360"/>
      </w:pPr>
    </w:lvl>
    <w:lvl w:ilvl="2" w:tplc="0419001B">
      <w:start w:val="1"/>
      <w:numFmt w:val="decimal"/>
      <w:lvlText w:val="%3."/>
      <w:lvlJc w:val="left"/>
      <w:pPr>
        <w:tabs>
          <w:tab w:val="num" w:pos="3010"/>
        </w:tabs>
        <w:ind w:left="301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450"/>
        </w:tabs>
        <w:ind w:left="4450" w:hanging="360"/>
      </w:pPr>
    </w:lvl>
    <w:lvl w:ilvl="5" w:tplc="0419001B">
      <w:start w:val="1"/>
      <w:numFmt w:val="decimal"/>
      <w:lvlText w:val="%6."/>
      <w:lvlJc w:val="left"/>
      <w:pPr>
        <w:tabs>
          <w:tab w:val="num" w:pos="5170"/>
        </w:tabs>
        <w:ind w:left="517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610"/>
        </w:tabs>
        <w:ind w:left="661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330"/>
        </w:tabs>
        <w:ind w:left="733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03FE"/>
    <w:rsid w:val="0000256C"/>
    <w:rsid w:val="00033A8E"/>
    <w:rsid w:val="000A2A1A"/>
    <w:rsid w:val="000D4DAD"/>
    <w:rsid w:val="001D3671"/>
    <w:rsid w:val="001D6165"/>
    <w:rsid w:val="001F153F"/>
    <w:rsid w:val="002136CB"/>
    <w:rsid w:val="00221920"/>
    <w:rsid w:val="0028085B"/>
    <w:rsid w:val="0028309C"/>
    <w:rsid w:val="00287811"/>
    <w:rsid w:val="002B5C55"/>
    <w:rsid w:val="002B7030"/>
    <w:rsid w:val="002B7D2D"/>
    <w:rsid w:val="002F1A8F"/>
    <w:rsid w:val="00331407"/>
    <w:rsid w:val="0039793F"/>
    <w:rsid w:val="003E6710"/>
    <w:rsid w:val="0040252E"/>
    <w:rsid w:val="004923EE"/>
    <w:rsid w:val="004B3B5F"/>
    <w:rsid w:val="00585716"/>
    <w:rsid w:val="007732C5"/>
    <w:rsid w:val="00840703"/>
    <w:rsid w:val="008A6E98"/>
    <w:rsid w:val="00914EE9"/>
    <w:rsid w:val="00952FA9"/>
    <w:rsid w:val="009803FE"/>
    <w:rsid w:val="00982D6A"/>
    <w:rsid w:val="009E5796"/>
    <w:rsid w:val="00A46926"/>
    <w:rsid w:val="00AD6B64"/>
    <w:rsid w:val="00B83E44"/>
    <w:rsid w:val="00B91F49"/>
    <w:rsid w:val="00BA1718"/>
    <w:rsid w:val="00BA554F"/>
    <w:rsid w:val="00BF08B2"/>
    <w:rsid w:val="00C0617C"/>
    <w:rsid w:val="00C26F25"/>
    <w:rsid w:val="00C8328D"/>
    <w:rsid w:val="00C90433"/>
    <w:rsid w:val="00CB75CB"/>
    <w:rsid w:val="00CF3B38"/>
    <w:rsid w:val="00D14CE6"/>
    <w:rsid w:val="00D94CC2"/>
    <w:rsid w:val="00DA332B"/>
    <w:rsid w:val="00DA490D"/>
    <w:rsid w:val="00E310A9"/>
    <w:rsid w:val="00EA74D5"/>
    <w:rsid w:val="00FE5AD8"/>
    <w:rsid w:val="00FF3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4-15">
    <w:name w:val="14-15"/>
    <w:basedOn w:val="Normal"/>
    <w:uiPriority w:val="99"/>
    <w:rsid w:val="009803FE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  <w:sz w:val="28"/>
      <w:szCs w:val="28"/>
    </w:rPr>
  </w:style>
  <w:style w:type="paragraph" w:styleId="Header">
    <w:name w:val="header"/>
    <w:basedOn w:val="Normal"/>
    <w:link w:val="HeaderChar"/>
    <w:uiPriority w:val="99"/>
    <w:rsid w:val="009803F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03FE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9803F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803FE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F15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15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97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136</Words>
  <Characters>777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kopcea</dc:creator>
  <cp:keywords/>
  <dc:description/>
  <cp:lastModifiedBy>user</cp:lastModifiedBy>
  <cp:revision>2</cp:revision>
  <cp:lastPrinted>2018-02-26T14:14:00Z</cp:lastPrinted>
  <dcterms:created xsi:type="dcterms:W3CDTF">2018-02-26T15:49:00Z</dcterms:created>
  <dcterms:modified xsi:type="dcterms:W3CDTF">2018-02-26T15:49:00Z</dcterms:modified>
</cp:coreProperties>
</file>