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A12" w:rsidRPr="00CB0A43" w:rsidRDefault="00335A12" w:rsidP="00CB0A43">
      <w:pPr>
        <w:pageBreakBefore/>
        <w:spacing w:after="120"/>
        <w:ind w:left="3969"/>
        <w:jc w:val="center"/>
      </w:pPr>
      <w:r w:rsidRPr="00CB0A43">
        <w:t>Приложение</w:t>
      </w:r>
    </w:p>
    <w:p w:rsidR="00335A12" w:rsidRDefault="00335A12" w:rsidP="00CB0A43">
      <w:pPr>
        <w:spacing w:after="120"/>
        <w:ind w:left="3969"/>
        <w:jc w:val="center"/>
      </w:pPr>
      <w:r w:rsidRPr="00CB0A43">
        <w:t>к постановлению Центральной избирательной комиссии Российской Федерации</w:t>
      </w:r>
    </w:p>
    <w:p w:rsidR="00335A12" w:rsidRPr="00CB0A43" w:rsidRDefault="00335A12" w:rsidP="00CB0A43">
      <w:pPr>
        <w:spacing w:after="120"/>
        <w:ind w:left="3969"/>
        <w:jc w:val="center"/>
      </w:pPr>
      <w:r>
        <w:t>от 26 февраля 2018 г. № 144/1188-7</w:t>
      </w:r>
    </w:p>
    <w:p w:rsidR="00335A12" w:rsidRPr="00CB0A43" w:rsidRDefault="00335A12" w:rsidP="00CB0A43">
      <w:pPr>
        <w:spacing w:before="292" w:after="120" w:line="240" w:lineRule="exact"/>
        <w:jc w:val="center"/>
      </w:pPr>
    </w:p>
    <w:p w:rsidR="00335A12" w:rsidRPr="00CB0A43" w:rsidRDefault="00335A12" w:rsidP="00CB0A43">
      <w:pPr>
        <w:spacing w:before="292" w:after="120" w:line="240" w:lineRule="exact"/>
        <w:jc w:val="center"/>
      </w:pPr>
    </w:p>
    <w:p w:rsidR="00335A12" w:rsidRPr="00BC43D9" w:rsidRDefault="00335A12" w:rsidP="00BC43D9">
      <w:pPr>
        <w:jc w:val="center"/>
        <w:rPr>
          <w:b/>
          <w:bCs/>
          <w:sz w:val="28"/>
          <w:szCs w:val="28"/>
        </w:rPr>
      </w:pPr>
      <w:r w:rsidRPr="00BC43D9">
        <w:rPr>
          <w:b/>
          <w:bCs/>
          <w:sz w:val="28"/>
          <w:szCs w:val="28"/>
        </w:rPr>
        <w:t>СПИСОК</w:t>
      </w:r>
    </w:p>
    <w:p w:rsidR="00335A12" w:rsidRPr="00BC43D9" w:rsidRDefault="00335A12" w:rsidP="00BC43D9">
      <w:pPr>
        <w:jc w:val="center"/>
        <w:rPr>
          <w:b/>
          <w:bCs/>
          <w:sz w:val="28"/>
          <w:szCs w:val="28"/>
        </w:rPr>
      </w:pPr>
      <w:r w:rsidRPr="00BC43D9">
        <w:rPr>
          <w:b/>
          <w:bCs/>
          <w:sz w:val="28"/>
          <w:szCs w:val="28"/>
        </w:rPr>
        <w:t>уполномоченных представителей политической партии</w:t>
      </w:r>
      <w:r w:rsidRPr="00BC43D9">
        <w:rPr>
          <w:b/>
          <w:bCs/>
          <w:sz w:val="28"/>
          <w:szCs w:val="28"/>
        </w:rPr>
        <w:br/>
        <w:t>«Политическая партия КОММУНИСТИЧЕСКАЯ ПАРТИЯ</w:t>
      </w:r>
      <w:r w:rsidRPr="00BC43D9">
        <w:rPr>
          <w:b/>
          <w:bCs/>
          <w:sz w:val="28"/>
          <w:szCs w:val="28"/>
        </w:rPr>
        <w:br/>
        <w:t>КОММУНИСТЫ РОССИИ»</w:t>
      </w:r>
    </w:p>
    <w:p w:rsidR="00335A12" w:rsidRPr="00BC43D9" w:rsidRDefault="00335A12" w:rsidP="00BC43D9">
      <w:pPr>
        <w:jc w:val="center"/>
        <w:rPr>
          <w:b/>
          <w:bCs/>
          <w:sz w:val="28"/>
          <w:szCs w:val="28"/>
        </w:rPr>
      </w:pPr>
    </w:p>
    <w:p w:rsidR="00335A12" w:rsidRPr="00BC43D9" w:rsidRDefault="00335A12" w:rsidP="00BC43D9">
      <w:pPr>
        <w:jc w:val="center"/>
        <w:rPr>
          <w:b/>
          <w:bCs/>
          <w:sz w:val="28"/>
          <w:szCs w:val="28"/>
        </w:rPr>
      </w:pP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Абдулганиев Ильдар Инсанович</w:t>
      </w: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Арутюнян Карина Арамаисовна</w:t>
      </w: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Лихачев Олег Эдуардович</w:t>
      </w: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Манохина Александра Александровна</w:t>
      </w: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Новиков Дмитрий Николаевич</w:t>
      </w: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Потанкин Андрей Петрович</w:t>
      </w: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Тугушев Анар Эльдар Оглы</w:t>
      </w: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Хасанзянов Руслан Сагитович</w:t>
      </w: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Щелыков Николай Иванович</w:t>
      </w: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Шайхиев Рустям Шакирзянович</w:t>
      </w: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Ахметзянова Альбина Вилсуровна</w:t>
      </w: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Гатауллин Рустем Ахметович</w:t>
      </w: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Новиков Василий Николаевич</w:t>
      </w: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Октикова Розалия Камильевна</w:t>
      </w: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Петрова Марина Юрьевна</w:t>
      </w: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Рогунова Татьяна Александровна</w:t>
      </w:r>
    </w:p>
    <w:p w:rsidR="00335A12" w:rsidRPr="00BC43D9" w:rsidRDefault="00335A12" w:rsidP="00BC43D9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BC43D9">
        <w:rPr>
          <w:color w:val="000000"/>
          <w:sz w:val="28"/>
          <w:szCs w:val="28"/>
        </w:rPr>
        <w:t>Хаснуллина Оксана Владимировна.</w:t>
      </w:r>
    </w:p>
    <w:p w:rsidR="00335A12" w:rsidRPr="00BC43D9" w:rsidRDefault="00335A12" w:rsidP="00BC43D9">
      <w:pPr>
        <w:spacing w:line="360" w:lineRule="auto"/>
        <w:ind w:left="1070"/>
        <w:jc w:val="both"/>
        <w:rPr>
          <w:color w:val="000000"/>
          <w:sz w:val="28"/>
          <w:szCs w:val="28"/>
        </w:rPr>
      </w:pPr>
    </w:p>
    <w:p w:rsidR="00335A12" w:rsidRPr="003E6710" w:rsidRDefault="00335A12" w:rsidP="00BC43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335A12" w:rsidRPr="003E6710" w:rsidSect="00F22E9F">
      <w:headerReference w:type="default" r:id="rId7"/>
      <w:footerReference w:type="default" r:id="rId8"/>
      <w:footerReference w:type="first" r:id="rId9"/>
      <w:pgSz w:w="11906" w:h="16838"/>
      <w:pgMar w:top="567" w:right="851" w:bottom="993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A12" w:rsidRDefault="00335A12" w:rsidP="00EA1D9D">
      <w:r>
        <w:separator/>
      </w:r>
    </w:p>
  </w:endnote>
  <w:endnote w:type="continuationSeparator" w:id="0">
    <w:p w:rsidR="00335A12" w:rsidRDefault="00335A12" w:rsidP="00EA1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A12" w:rsidRDefault="00335A12">
    <w:pPr>
      <w:pStyle w:val="Footer"/>
    </w:pPr>
    <w:fldSimple w:instr=" FILENAME   \* MERGEFORMAT ">
      <w:r w:rsidRPr="00B30DE8">
        <w:rPr>
          <w:noProof/>
          <w:sz w:val="16"/>
          <w:szCs w:val="16"/>
        </w:rPr>
        <w:t>k0302022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A12" w:rsidRDefault="00335A12">
    <w:pPr>
      <w:pStyle w:val="Footer"/>
    </w:pPr>
    <w:fldSimple w:instr=" FILENAME   \* MERGEFORMAT ">
      <w:r w:rsidRPr="00B30DE8">
        <w:rPr>
          <w:noProof/>
          <w:sz w:val="16"/>
          <w:szCs w:val="16"/>
        </w:rPr>
        <w:t>k0302022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A12" w:rsidRDefault="00335A12" w:rsidP="00EA1D9D">
      <w:r>
        <w:separator/>
      </w:r>
    </w:p>
  </w:footnote>
  <w:footnote w:type="continuationSeparator" w:id="0">
    <w:p w:rsidR="00335A12" w:rsidRDefault="00335A12" w:rsidP="00EA1D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A12" w:rsidRDefault="00335A12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A688A"/>
    <w:multiLevelType w:val="hybridMultilevel"/>
    <w:tmpl w:val="1AB606DE"/>
    <w:lvl w:ilvl="0" w:tplc="65701034">
      <w:start w:val="1"/>
      <w:numFmt w:val="decimal"/>
      <w:suff w:val="space"/>
      <w:lvlText w:val="%1."/>
      <w:lvlJc w:val="left"/>
      <w:pPr>
        <w:ind w:left="14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A43"/>
    <w:rsid w:val="000F6522"/>
    <w:rsid w:val="00170A77"/>
    <w:rsid w:val="00221920"/>
    <w:rsid w:val="002470D9"/>
    <w:rsid w:val="0028085B"/>
    <w:rsid w:val="002B5C55"/>
    <w:rsid w:val="00314FF7"/>
    <w:rsid w:val="00335A12"/>
    <w:rsid w:val="003B078C"/>
    <w:rsid w:val="003E6710"/>
    <w:rsid w:val="00581615"/>
    <w:rsid w:val="00721D81"/>
    <w:rsid w:val="007D794E"/>
    <w:rsid w:val="008F5BD7"/>
    <w:rsid w:val="00965BAA"/>
    <w:rsid w:val="00A5743E"/>
    <w:rsid w:val="00B30DE8"/>
    <w:rsid w:val="00B83E44"/>
    <w:rsid w:val="00BA399D"/>
    <w:rsid w:val="00BC43D9"/>
    <w:rsid w:val="00BD75B4"/>
    <w:rsid w:val="00BF2B57"/>
    <w:rsid w:val="00C26F25"/>
    <w:rsid w:val="00C90433"/>
    <w:rsid w:val="00CB0A43"/>
    <w:rsid w:val="00DA332B"/>
    <w:rsid w:val="00E32B59"/>
    <w:rsid w:val="00EA1D9D"/>
    <w:rsid w:val="00F0663E"/>
    <w:rsid w:val="00F22E9F"/>
    <w:rsid w:val="00FE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CB0A4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0A43"/>
    <w:rPr>
      <w:rFonts w:ascii="Times New Roman" w:hAnsi="Times New Roman" w:cs="Times New Roman"/>
      <w:sz w:val="24"/>
      <w:szCs w:val="24"/>
    </w:rPr>
  </w:style>
  <w:style w:type="paragraph" w:customStyle="1" w:styleId="14-15">
    <w:name w:val="14-15"/>
    <w:basedOn w:val="Normal"/>
    <w:uiPriority w:val="99"/>
    <w:rsid w:val="00CB0A43"/>
    <w:pPr>
      <w:spacing w:line="360" w:lineRule="auto"/>
      <w:ind w:firstLine="720"/>
      <w:jc w:val="both"/>
    </w:pPr>
    <w:rPr>
      <w:rFonts w:ascii="Times New Roman CYR" w:eastAsia="Times New Roman" w:hAnsi="Times New Roman CYR" w:cs="Times New Roman CYR"/>
      <w:spacing w:val="4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rsid w:val="00EA1D9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1D9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A1D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1D9D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Normal"/>
    <w:uiPriority w:val="99"/>
    <w:rsid w:val="00BC43D9"/>
    <w:pPr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4">
    <w:name w:val="Загл.14"/>
    <w:basedOn w:val="Normal"/>
    <w:uiPriority w:val="99"/>
    <w:rsid w:val="00BC43D9"/>
    <w:pPr>
      <w:jc w:val="center"/>
    </w:pPr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107</Words>
  <Characters>612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kopcea</dc:creator>
  <cp:keywords/>
  <dc:description/>
  <cp:lastModifiedBy>user</cp:lastModifiedBy>
  <cp:revision>2</cp:revision>
  <cp:lastPrinted>2018-02-26T14:10:00Z</cp:lastPrinted>
  <dcterms:created xsi:type="dcterms:W3CDTF">2018-02-26T15:48:00Z</dcterms:created>
  <dcterms:modified xsi:type="dcterms:W3CDTF">2018-02-26T15:48:00Z</dcterms:modified>
</cp:coreProperties>
</file>