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F8" w:rsidRDefault="00242AF8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242AF8" w:rsidRDefault="00242AF8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242AF8" w:rsidRDefault="00242AF8">
      <w:pPr>
        <w:pStyle w:val="a1"/>
        <w:rPr>
          <w:sz w:val="24"/>
          <w:szCs w:val="24"/>
        </w:rPr>
      </w:pPr>
      <w:r>
        <w:rPr>
          <w:sz w:val="24"/>
          <w:szCs w:val="24"/>
        </w:rPr>
        <w:t>от 26 февраля 2018 г. № 144/1187-7</w:t>
      </w:r>
    </w:p>
    <w:p w:rsidR="00242AF8" w:rsidRDefault="00242AF8">
      <w:pPr>
        <w:jc w:val="center"/>
        <w:rPr>
          <w:b/>
          <w:bCs/>
        </w:rPr>
      </w:pPr>
    </w:p>
    <w:p w:rsidR="00242AF8" w:rsidRDefault="00242AF8">
      <w:pPr>
        <w:jc w:val="center"/>
        <w:rPr>
          <w:b/>
          <w:bCs/>
        </w:rPr>
      </w:pPr>
    </w:p>
    <w:p w:rsidR="00242AF8" w:rsidRDefault="00242AF8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242AF8" w:rsidRDefault="00242AF8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242AF8" w:rsidRDefault="00242AF8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242AF8" w:rsidRDefault="00242AF8" w:rsidP="002132D4">
      <w:pPr>
        <w:jc w:val="center"/>
        <w:rPr>
          <w:b/>
          <w:bCs/>
        </w:rPr>
      </w:pPr>
      <w:r>
        <w:rPr>
          <w:b/>
          <w:bCs/>
        </w:rPr>
        <w:t>Максима Александровича Сурайкина</w:t>
      </w:r>
    </w:p>
    <w:p w:rsidR="00242AF8" w:rsidRDefault="00242AF8" w:rsidP="002132D4">
      <w:pPr>
        <w:jc w:val="center"/>
        <w:rPr>
          <w:b/>
          <w:bCs/>
        </w:rPr>
      </w:pPr>
    </w:p>
    <w:p w:rsidR="00242AF8" w:rsidRDefault="00242AF8" w:rsidP="002132D4">
      <w:pPr>
        <w:jc w:val="center"/>
        <w:rPr>
          <w:b/>
          <w:bCs/>
        </w:rPr>
      </w:pPr>
      <w:bookmarkStart w:id="0" w:name="_GoBack"/>
      <w:bookmarkEnd w:id="0"/>
    </w:p>
    <w:p w:rsidR="00242AF8" w:rsidRDefault="00242AF8" w:rsidP="00213AB5">
      <w:pPr>
        <w:spacing w:line="360" w:lineRule="auto"/>
        <w:ind w:firstLine="710"/>
        <w:jc w:val="both"/>
      </w:pPr>
      <w:r>
        <w:t>1. Абмаев Сергей Владимирович</w:t>
      </w:r>
    </w:p>
    <w:p w:rsidR="00242AF8" w:rsidRDefault="00242AF8" w:rsidP="00213AB5">
      <w:pPr>
        <w:spacing w:line="360" w:lineRule="auto"/>
        <w:ind w:firstLine="710"/>
        <w:jc w:val="both"/>
      </w:pPr>
      <w:r>
        <w:t>2. Багдаев Батодалай Баторович</w:t>
      </w:r>
    </w:p>
    <w:p w:rsidR="00242AF8" w:rsidRDefault="00242AF8" w:rsidP="00213AB5">
      <w:pPr>
        <w:spacing w:line="360" w:lineRule="auto"/>
        <w:ind w:firstLine="710"/>
        <w:jc w:val="both"/>
      </w:pPr>
      <w:r>
        <w:t>3. Бархатова Мария Максимовна</w:t>
      </w:r>
    </w:p>
    <w:p w:rsidR="00242AF8" w:rsidRDefault="00242AF8" w:rsidP="00213AB5">
      <w:pPr>
        <w:spacing w:line="360" w:lineRule="auto"/>
        <w:ind w:firstLine="710"/>
        <w:jc w:val="both"/>
      </w:pPr>
      <w:r>
        <w:t>4. Божухина Лариса Николаевна</w:t>
      </w:r>
    </w:p>
    <w:p w:rsidR="00242AF8" w:rsidRDefault="00242AF8" w:rsidP="00213AB5">
      <w:pPr>
        <w:spacing w:line="360" w:lineRule="auto"/>
        <w:ind w:firstLine="710"/>
        <w:jc w:val="both"/>
      </w:pPr>
      <w:r>
        <w:t>5. Верёвкина Ольга Ярославовна</w:t>
      </w:r>
    </w:p>
    <w:p w:rsidR="00242AF8" w:rsidRDefault="00242AF8" w:rsidP="00213AB5">
      <w:pPr>
        <w:spacing w:line="360" w:lineRule="auto"/>
        <w:ind w:firstLine="710"/>
        <w:jc w:val="both"/>
      </w:pPr>
      <w:r>
        <w:t>6. Веревкин Петр Александрович</w:t>
      </w:r>
    </w:p>
    <w:p w:rsidR="00242AF8" w:rsidRDefault="00242AF8" w:rsidP="00213AB5">
      <w:pPr>
        <w:spacing w:line="360" w:lineRule="auto"/>
        <w:ind w:firstLine="710"/>
        <w:jc w:val="both"/>
      </w:pPr>
      <w:r>
        <w:t>7. Емельянов Артем Николаевич</w:t>
      </w:r>
    </w:p>
    <w:p w:rsidR="00242AF8" w:rsidRDefault="00242AF8" w:rsidP="00213AB5">
      <w:pPr>
        <w:spacing w:line="360" w:lineRule="auto"/>
        <w:ind w:firstLine="710"/>
        <w:jc w:val="both"/>
      </w:pPr>
      <w:r>
        <w:t>8. Емельянова Александра Анатольевна</w:t>
      </w:r>
    </w:p>
    <w:p w:rsidR="00242AF8" w:rsidRDefault="00242AF8" w:rsidP="00213AB5">
      <w:pPr>
        <w:spacing w:line="360" w:lineRule="auto"/>
        <w:ind w:firstLine="710"/>
        <w:jc w:val="both"/>
      </w:pPr>
      <w:r>
        <w:t>9. Козаев Вахтанг Иванович</w:t>
      </w:r>
    </w:p>
    <w:p w:rsidR="00242AF8" w:rsidRDefault="00242AF8" w:rsidP="00213AB5">
      <w:pPr>
        <w:spacing w:line="360" w:lineRule="auto"/>
        <w:ind w:firstLine="710"/>
        <w:jc w:val="both"/>
      </w:pPr>
      <w:r>
        <w:t>10. Коршунова Ольга Сергеевна</w:t>
      </w:r>
    </w:p>
    <w:p w:rsidR="00242AF8" w:rsidRDefault="00242AF8" w:rsidP="00213AB5">
      <w:pPr>
        <w:spacing w:line="360" w:lineRule="auto"/>
        <w:ind w:firstLine="710"/>
        <w:jc w:val="both"/>
      </w:pPr>
      <w:r>
        <w:t>11. Кочиев Леонид Николаевич</w:t>
      </w:r>
    </w:p>
    <w:p w:rsidR="00242AF8" w:rsidRDefault="00242AF8" w:rsidP="00213AB5">
      <w:pPr>
        <w:spacing w:line="360" w:lineRule="auto"/>
        <w:ind w:firstLine="710"/>
        <w:jc w:val="both"/>
      </w:pPr>
      <w:r>
        <w:t>12. Перевязкин Дмитрий Юрьевич</w:t>
      </w:r>
    </w:p>
    <w:p w:rsidR="00242AF8" w:rsidRDefault="00242AF8" w:rsidP="00213AB5">
      <w:pPr>
        <w:spacing w:line="360" w:lineRule="auto"/>
        <w:ind w:firstLine="710"/>
        <w:jc w:val="both"/>
      </w:pPr>
      <w:r>
        <w:t>13. Попов Александр Сергеевич</w:t>
      </w:r>
    </w:p>
    <w:p w:rsidR="00242AF8" w:rsidRDefault="00242AF8" w:rsidP="00213AB5">
      <w:pPr>
        <w:spacing w:line="360" w:lineRule="auto"/>
        <w:ind w:firstLine="710"/>
        <w:jc w:val="both"/>
      </w:pPr>
      <w:r>
        <w:t>14. Попов Сергей Александрович</w:t>
      </w:r>
    </w:p>
    <w:p w:rsidR="00242AF8" w:rsidRDefault="00242AF8" w:rsidP="00213AB5">
      <w:pPr>
        <w:spacing w:line="360" w:lineRule="auto"/>
        <w:ind w:firstLine="710"/>
        <w:jc w:val="both"/>
      </w:pPr>
      <w:r>
        <w:t>15. Попова Наталья Николаевна.</w:t>
      </w:r>
    </w:p>
    <w:p w:rsidR="00242AF8" w:rsidRDefault="00242AF8" w:rsidP="002132D4">
      <w:pPr>
        <w:jc w:val="center"/>
        <w:rPr>
          <w:b/>
          <w:bCs/>
        </w:rPr>
      </w:pPr>
    </w:p>
    <w:sectPr w:rsidR="00242AF8" w:rsidSect="007976C1">
      <w:headerReference w:type="default" r:id="rId7"/>
      <w:footerReference w:type="default" r:id="rId8"/>
      <w:footerReference w:type="firs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AF8" w:rsidRDefault="00242AF8">
      <w:r>
        <w:separator/>
      </w:r>
    </w:p>
  </w:endnote>
  <w:endnote w:type="continuationSeparator" w:id="0">
    <w:p w:rsidR="00242AF8" w:rsidRDefault="00242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AF8" w:rsidRDefault="00242A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AF8" w:rsidRDefault="00242AF8">
    <w:pPr>
      <w:pStyle w:val="Footer"/>
    </w:pPr>
    <w:fldSimple w:instr=" FILENAME   \* MERGEFORMAT ">
      <w:r>
        <w:rPr>
          <w:noProof/>
        </w:rPr>
        <w:t>е0302026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AF8" w:rsidRDefault="00242AF8">
      <w:r>
        <w:separator/>
      </w:r>
    </w:p>
  </w:footnote>
  <w:footnote w:type="continuationSeparator" w:id="0">
    <w:p w:rsidR="00242AF8" w:rsidRDefault="00242A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AF8" w:rsidRDefault="00242A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223F"/>
    <w:multiLevelType w:val="hybridMultilevel"/>
    <w:tmpl w:val="01205FFA"/>
    <w:lvl w:ilvl="0" w:tplc="234A33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8813233"/>
    <w:multiLevelType w:val="hybridMultilevel"/>
    <w:tmpl w:val="3C4A7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67D12"/>
    <w:multiLevelType w:val="hybridMultilevel"/>
    <w:tmpl w:val="B86C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746CF"/>
    <w:multiLevelType w:val="hybridMultilevel"/>
    <w:tmpl w:val="BDA026C6"/>
    <w:lvl w:ilvl="0" w:tplc="07D0068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7D"/>
    <w:rsid w:val="00005349"/>
    <w:rsid w:val="000146C9"/>
    <w:rsid w:val="000330AA"/>
    <w:rsid w:val="000354D0"/>
    <w:rsid w:val="000641D0"/>
    <w:rsid w:val="00072759"/>
    <w:rsid w:val="000D3F94"/>
    <w:rsid w:val="001109B6"/>
    <w:rsid w:val="00116E0E"/>
    <w:rsid w:val="0017015B"/>
    <w:rsid w:val="001901E9"/>
    <w:rsid w:val="001916FC"/>
    <w:rsid w:val="00194E81"/>
    <w:rsid w:val="001A45DB"/>
    <w:rsid w:val="001A6FBE"/>
    <w:rsid w:val="001B3E16"/>
    <w:rsid w:val="001C253D"/>
    <w:rsid w:val="001D335B"/>
    <w:rsid w:val="001D671F"/>
    <w:rsid w:val="002132D4"/>
    <w:rsid w:val="00213AB5"/>
    <w:rsid w:val="00232546"/>
    <w:rsid w:val="00242AF8"/>
    <w:rsid w:val="002741EE"/>
    <w:rsid w:val="00306ACB"/>
    <w:rsid w:val="00324906"/>
    <w:rsid w:val="0032594C"/>
    <w:rsid w:val="003543AB"/>
    <w:rsid w:val="00370CFF"/>
    <w:rsid w:val="003D6082"/>
    <w:rsid w:val="00417BC4"/>
    <w:rsid w:val="0045162A"/>
    <w:rsid w:val="004578AE"/>
    <w:rsid w:val="0049230C"/>
    <w:rsid w:val="004C7BDE"/>
    <w:rsid w:val="004D6174"/>
    <w:rsid w:val="00524218"/>
    <w:rsid w:val="00576DC8"/>
    <w:rsid w:val="005941F7"/>
    <w:rsid w:val="00594BF3"/>
    <w:rsid w:val="005B04B0"/>
    <w:rsid w:val="005B70D9"/>
    <w:rsid w:val="005C032A"/>
    <w:rsid w:val="005C52FD"/>
    <w:rsid w:val="006148C5"/>
    <w:rsid w:val="00655571"/>
    <w:rsid w:val="006A0446"/>
    <w:rsid w:val="006D1E59"/>
    <w:rsid w:val="006E397A"/>
    <w:rsid w:val="007237C3"/>
    <w:rsid w:val="00726859"/>
    <w:rsid w:val="00730695"/>
    <w:rsid w:val="00755428"/>
    <w:rsid w:val="00786222"/>
    <w:rsid w:val="007976C1"/>
    <w:rsid w:val="00807BAC"/>
    <w:rsid w:val="0082382A"/>
    <w:rsid w:val="008238A4"/>
    <w:rsid w:val="00842246"/>
    <w:rsid w:val="00900DFF"/>
    <w:rsid w:val="009865E7"/>
    <w:rsid w:val="009976D3"/>
    <w:rsid w:val="009A127C"/>
    <w:rsid w:val="009A58BF"/>
    <w:rsid w:val="009C6F69"/>
    <w:rsid w:val="00A231C9"/>
    <w:rsid w:val="00A46A86"/>
    <w:rsid w:val="00A539E0"/>
    <w:rsid w:val="00A95601"/>
    <w:rsid w:val="00AE3E8E"/>
    <w:rsid w:val="00B32827"/>
    <w:rsid w:val="00B83E44"/>
    <w:rsid w:val="00BC5936"/>
    <w:rsid w:val="00C01C7D"/>
    <w:rsid w:val="00C045C8"/>
    <w:rsid w:val="00C26F25"/>
    <w:rsid w:val="00C34609"/>
    <w:rsid w:val="00C4496A"/>
    <w:rsid w:val="00C90433"/>
    <w:rsid w:val="00D05D87"/>
    <w:rsid w:val="00D40F91"/>
    <w:rsid w:val="00D5795C"/>
    <w:rsid w:val="00D67F40"/>
    <w:rsid w:val="00D91ACF"/>
    <w:rsid w:val="00DB718E"/>
    <w:rsid w:val="00DC6DC5"/>
    <w:rsid w:val="00DE575E"/>
    <w:rsid w:val="00DE77F4"/>
    <w:rsid w:val="00E2182F"/>
    <w:rsid w:val="00E82B82"/>
    <w:rsid w:val="00E964BE"/>
    <w:rsid w:val="00EE61AB"/>
    <w:rsid w:val="00F12BF7"/>
    <w:rsid w:val="00F723E3"/>
    <w:rsid w:val="00F802AE"/>
    <w:rsid w:val="00F87175"/>
    <w:rsid w:val="00FC78FD"/>
    <w:rsid w:val="00FD2CB9"/>
    <w:rsid w:val="00FF29DD"/>
    <w:rsid w:val="00FF5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6F69"/>
    <w:rPr>
      <w:b/>
      <w:bCs/>
      <w:sz w:val="28"/>
      <w:szCs w:val="28"/>
    </w:rPr>
  </w:style>
  <w:style w:type="paragraph" w:customStyle="1" w:styleId="a">
    <w:name w:val="нижний"/>
    <w:basedOn w:val="Footer"/>
    <w:uiPriority w:val="99"/>
    <w:rsid w:val="009C6F69"/>
  </w:style>
  <w:style w:type="paragraph" w:styleId="Footer">
    <w:name w:val="footer"/>
    <w:basedOn w:val="Normal"/>
    <w:link w:val="FooterChar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Normal"/>
    <w:uiPriority w:val="99"/>
    <w:rsid w:val="009C6F69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C6F6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0">
    <w:name w:val="Знак"/>
    <w:basedOn w:val="Heading4"/>
    <w:uiPriority w:val="99"/>
    <w:rsid w:val="009C6F69"/>
    <w:pPr>
      <w:jc w:val="center"/>
    </w:pPr>
  </w:style>
  <w:style w:type="paragraph" w:customStyle="1" w:styleId="a1">
    <w:name w:val="письмо"/>
    <w:basedOn w:val="Normal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BalloonText">
    <w:name w:val="Balloon Text"/>
    <w:basedOn w:val="Normal"/>
    <w:link w:val="BalloonTextChar"/>
    <w:uiPriority w:val="99"/>
    <w:semiHidden/>
    <w:rsid w:val="009C6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D3F94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Normal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103</Words>
  <Characters>593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kopcea</dc:creator>
  <cp:keywords/>
  <dc:description/>
  <cp:lastModifiedBy>user</cp:lastModifiedBy>
  <cp:revision>2</cp:revision>
  <cp:lastPrinted>2018-02-26T09:40:00Z</cp:lastPrinted>
  <dcterms:created xsi:type="dcterms:W3CDTF">2018-02-26T15:46:00Z</dcterms:created>
  <dcterms:modified xsi:type="dcterms:W3CDTF">2018-02-26T15:46:00Z</dcterms:modified>
</cp:coreProperties>
</file>