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698" w:rsidRDefault="00FB0698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FB0698" w:rsidRDefault="00FB0698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FB0698" w:rsidRDefault="00FB0698">
      <w:pPr>
        <w:pStyle w:val="a1"/>
        <w:rPr>
          <w:sz w:val="24"/>
          <w:szCs w:val="24"/>
        </w:rPr>
      </w:pPr>
      <w:r>
        <w:rPr>
          <w:sz w:val="24"/>
          <w:szCs w:val="24"/>
        </w:rPr>
        <w:t>от 26 февраля 2018 г. № 144/1186-7</w:t>
      </w:r>
    </w:p>
    <w:p w:rsidR="00FB0698" w:rsidRDefault="00FB0698">
      <w:pPr>
        <w:jc w:val="center"/>
        <w:rPr>
          <w:b/>
          <w:bCs/>
        </w:rPr>
      </w:pPr>
    </w:p>
    <w:p w:rsidR="00FB0698" w:rsidRDefault="00FB0698">
      <w:pPr>
        <w:jc w:val="center"/>
        <w:rPr>
          <w:b/>
          <w:bCs/>
        </w:rPr>
      </w:pPr>
    </w:p>
    <w:p w:rsidR="00FB0698" w:rsidRDefault="00FB0698">
      <w:pPr>
        <w:jc w:val="center"/>
        <w:rPr>
          <w:b/>
          <w:bCs/>
        </w:rPr>
      </w:pPr>
    </w:p>
    <w:p w:rsidR="00FB0698" w:rsidRDefault="00FB0698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FB0698" w:rsidRDefault="00FB0698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FB0698" w:rsidRDefault="00FB0698" w:rsidP="00163CFC">
      <w:pPr>
        <w:pStyle w:val="BodyText"/>
        <w:rPr>
          <w:b w:val="0"/>
          <w:bCs w:val="0"/>
        </w:rPr>
      </w:pPr>
      <w:r w:rsidRPr="00C02ED7">
        <w:t>политической партии «Политическая партия</w:t>
      </w:r>
      <w:r>
        <w:br/>
      </w:r>
      <w:r w:rsidRPr="00C02ED7">
        <w:t xml:space="preserve"> КОММУНИСТИЧЕСКАЯ ПАРТИЯ КОММУНИСТЫ РОССИИ»</w:t>
      </w:r>
    </w:p>
    <w:p w:rsidR="00FB0698" w:rsidRDefault="00FB0698" w:rsidP="002132D4">
      <w:pPr>
        <w:jc w:val="center"/>
        <w:rPr>
          <w:b/>
          <w:bCs/>
        </w:rPr>
      </w:pPr>
    </w:p>
    <w:p w:rsidR="00FB0698" w:rsidRPr="000E7FEF" w:rsidRDefault="00FB0698" w:rsidP="002132D4">
      <w:pPr>
        <w:jc w:val="center"/>
        <w:rPr>
          <w:b/>
          <w:bCs/>
        </w:rPr>
      </w:pPr>
    </w:p>
    <w:p w:rsidR="00FB0698" w:rsidRDefault="00FB0698" w:rsidP="00163CFC">
      <w:pPr>
        <w:numPr>
          <w:ilvl w:val="0"/>
          <w:numId w:val="6"/>
        </w:numPr>
        <w:spacing w:line="360" w:lineRule="auto"/>
        <w:jc w:val="both"/>
      </w:pPr>
      <w:r>
        <w:t>Гринева Инна Анатольевна</w:t>
      </w:r>
    </w:p>
    <w:p w:rsidR="00FB0698" w:rsidRDefault="00FB0698" w:rsidP="00163CFC">
      <w:pPr>
        <w:numPr>
          <w:ilvl w:val="0"/>
          <w:numId w:val="6"/>
        </w:numPr>
        <w:spacing w:line="360" w:lineRule="auto"/>
        <w:jc w:val="both"/>
      </w:pPr>
      <w:r>
        <w:t>Гурьева Татьяна Ивановна</w:t>
      </w:r>
    </w:p>
    <w:p w:rsidR="00FB0698" w:rsidRDefault="00FB0698" w:rsidP="00163CFC">
      <w:pPr>
        <w:numPr>
          <w:ilvl w:val="0"/>
          <w:numId w:val="6"/>
        </w:numPr>
        <w:spacing w:line="360" w:lineRule="auto"/>
        <w:jc w:val="both"/>
      </w:pPr>
      <w:r>
        <w:t>Иосипов Евгений Константинович</w:t>
      </w:r>
    </w:p>
    <w:p w:rsidR="00FB0698" w:rsidRDefault="00FB0698" w:rsidP="00163CFC">
      <w:pPr>
        <w:numPr>
          <w:ilvl w:val="0"/>
          <w:numId w:val="6"/>
        </w:numPr>
        <w:spacing w:line="360" w:lineRule="auto"/>
        <w:jc w:val="both"/>
      </w:pPr>
      <w:r>
        <w:t>Садыков Роберт Гарипович.</w:t>
      </w:r>
    </w:p>
    <w:p w:rsidR="00FB0698" w:rsidRDefault="00FB0698" w:rsidP="002132D4">
      <w:pPr>
        <w:jc w:val="center"/>
        <w:rPr>
          <w:b/>
          <w:bCs/>
        </w:rPr>
      </w:pPr>
    </w:p>
    <w:sectPr w:rsidR="00FB0698" w:rsidSect="008749DA"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0698" w:rsidRDefault="00FB0698">
      <w:r>
        <w:separator/>
      </w:r>
    </w:p>
  </w:endnote>
  <w:endnote w:type="continuationSeparator" w:id="0">
    <w:p w:rsidR="00FB0698" w:rsidRDefault="00FB06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698" w:rsidRDefault="00FB06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698" w:rsidRDefault="00FB0698">
    <w:pPr>
      <w:pStyle w:val="Footer"/>
    </w:pPr>
    <w:fldSimple w:instr=" FILENAME   \* MERGEFORMAT ">
      <w:r>
        <w:rPr>
          <w:noProof/>
        </w:rPr>
        <w:t>е0302024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0698" w:rsidRDefault="00FB0698">
      <w:r>
        <w:separator/>
      </w:r>
    </w:p>
  </w:footnote>
  <w:footnote w:type="continuationSeparator" w:id="0">
    <w:p w:rsidR="00FB0698" w:rsidRDefault="00FB06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0698" w:rsidRDefault="00FB069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A00D5"/>
    <w:multiLevelType w:val="hybridMultilevel"/>
    <w:tmpl w:val="B1D61652"/>
    <w:lvl w:ilvl="0" w:tplc="CB54F54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FE75192"/>
    <w:multiLevelType w:val="hybridMultilevel"/>
    <w:tmpl w:val="233286D6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6BA223F"/>
    <w:multiLevelType w:val="hybridMultilevel"/>
    <w:tmpl w:val="01205FFA"/>
    <w:lvl w:ilvl="0" w:tplc="234A33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30D58B7"/>
    <w:multiLevelType w:val="hybridMultilevel"/>
    <w:tmpl w:val="1C4CE95E"/>
    <w:lvl w:ilvl="0" w:tplc="1C6E09FA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D967D12"/>
    <w:multiLevelType w:val="hybridMultilevel"/>
    <w:tmpl w:val="B86C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E55AEE"/>
    <w:multiLevelType w:val="hybridMultilevel"/>
    <w:tmpl w:val="63E00520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12748"/>
    <w:rsid w:val="000330AA"/>
    <w:rsid w:val="000354D0"/>
    <w:rsid w:val="00072759"/>
    <w:rsid w:val="000D3F94"/>
    <w:rsid w:val="000E7FEF"/>
    <w:rsid w:val="00116E0E"/>
    <w:rsid w:val="001368E3"/>
    <w:rsid w:val="00163CFC"/>
    <w:rsid w:val="0017015B"/>
    <w:rsid w:val="001916FC"/>
    <w:rsid w:val="00194E81"/>
    <w:rsid w:val="001A45DB"/>
    <w:rsid w:val="001B3E16"/>
    <w:rsid w:val="001C253D"/>
    <w:rsid w:val="001D335B"/>
    <w:rsid w:val="001D671F"/>
    <w:rsid w:val="001F098E"/>
    <w:rsid w:val="002132D4"/>
    <w:rsid w:val="00232546"/>
    <w:rsid w:val="002741EE"/>
    <w:rsid w:val="00310BE2"/>
    <w:rsid w:val="00324906"/>
    <w:rsid w:val="0032594C"/>
    <w:rsid w:val="00353E4E"/>
    <w:rsid w:val="003543AB"/>
    <w:rsid w:val="00370CFF"/>
    <w:rsid w:val="0037385F"/>
    <w:rsid w:val="003D6082"/>
    <w:rsid w:val="00417BC4"/>
    <w:rsid w:val="0045162A"/>
    <w:rsid w:val="004578AE"/>
    <w:rsid w:val="00490CD1"/>
    <w:rsid w:val="004C7BDE"/>
    <w:rsid w:val="004D6174"/>
    <w:rsid w:val="00524218"/>
    <w:rsid w:val="00576DC8"/>
    <w:rsid w:val="00594BF3"/>
    <w:rsid w:val="005B04B0"/>
    <w:rsid w:val="005C032A"/>
    <w:rsid w:val="005C52FD"/>
    <w:rsid w:val="005D5352"/>
    <w:rsid w:val="006148C5"/>
    <w:rsid w:val="0063302B"/>
    <w:rsid w:val="00655571"/>
    <w:rsid w:val="00673509"/>
    <w:rsid w:val="006A0446"/>
    <w:rsid w:val="006D1E59"/>
    <w:rsid w:val="006E397A"/>
    <w:rsid w:val="007237C3"/>
    <w:rsid w:val="00726859"/>
    <w:rsid w:val="00730695"/>
    <w:rsid w:val="00755428"/>
    <w:rsid w:val="00786222"/>
    <w:rsid w:val="00807BAC"/>
    <w:rsid w:val="00812CE3"/>
    <w:rsid w:val="0082382A"/>
    <w:rsid w:val="00842246"/>
    <w:rsid w:val="008749DA"/>
    <w:rsid w:val="00900DFF"/>
    <w:rsid w:val="00904D15"/>
    <w:rsid w:val="009865E7"/>
    <w:rsid w:val="009976D3"/>
    <w:rsid w:val="009A127C"/>
    <w:rsid w:val="009C6F69"/>
    <w:rsid w:val="00A231C9"/>
    <w:rsid w:val="00A539E0"/>
    <w:rsid w:val="00AE3E8E"/>
    <w:rsid w:val="00B36581"/>
    <w:rsid w:val="00B83E44"/>
    <w:rsid w:val="00B87658"/>
    <w:rsid w:val="00BC5936"/>
    <w:rsid w:val="00C01C7D"/>
    <w:rsid w:val="00C02ED7"/>
    <w:rsid w:val="00C26F25"/>
    <w:rsid w:val="00C34609"/>
    <w:rsid w:val="00C4496A"/>
    <w:rsid w:val="00C90433"/>
    <w:rsid w:val="00D008F7"/>
    <w:rsid w:val="00D05D87"/>
    <w:rsid w:val="00D5795C"/>
    <w:rsid w:val="00D67F40"/>
    <w:rsid w:val="00DB718E"/>
    <w:rsid w:val="00DC677D"/>
    <w:rsid w:val="00DC6DC5"/>
    <w:rsid w:val="00DE575E"/>
    <w:rsid w:val="00DE77F4"/>
    <w:rsid w:val="00E2182F"/>
    <w:rsid w:val="00E964BE"/>
    <w:rsid w:val="00EE61AB"/>
    <w:rsid w:val="00F12BF7"/>
    <w:rsid w:val="00F67368"/>
    <w:rsid w:val="00F723E3"/>
    <w:rsid w:val="00F802AE"/>
    <w:rsid w:val="00F87175"/>
    <w:rsid w:val="00FB0698"/>
    <w:rsid w:val="00FC78FD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251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50</Words>
  <Characters>291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2018-02-26T09:40:00Z</cp:lastPrinted>
  <dcterms:created xsi:type="dcterms:W3CDTF">2018-02-26T15:45:00Z</dcterms:created>
  <dcterms:modified xsi:type="dcterms:W3CDTF">2018-02-26T15:45:00Z</dcterms:modified>
</cp:coreProperties>
</file>