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D8" w:rsidRDefault="00A407D8" w:rsidP="0071564B">
      <w:pPr>
        <w:ind w:left="4678"/>
        <w:jc w:val="center"/>
        <w:rPr>
          <w:sz w:val="24"/>
          <w:szCs w:val="24"/>
        </w:rPr>
      </w:pPr>
      <w:r w:rsidRPr="00CD374C">
        <w:rPr>
          <w:sz w:val="24"/>
          <w:szCs w:val="24"/>
        </w:rPr>
        <w:t>Приложение № 1</w:t>
      </w:r>
    </w:p>
    <w:p w:rsidR="00A407D8" w:rsidRDefault="00A407D8" w:rsidP="0071564B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</w:t>
      </w:r>
    </w:p>
    <w:p w:rsidR="00A407D8" w:rsidRDefault="00A407D8" w:rsidP="0071564B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комиссии Российской Федерации</w:t>
      </w:r>
    </w:p>
    <w:p w:rsidR="00A407D8" w:rsidRPr="00CD374C" w:rsidRDefault="00A407D8" w:rsidP="0071564B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от 21 февраля 2018 г. № 143/1182-7</w:t>
      </w:r>
    </w:p>
    <w:p w:rsidR="00A407D8" w:rsidRDefault="00A407D8" w:rsidP="00293FFB">
      <w:pPr>
        <w:rPr>
          <w:b/>
          <w:bCs/>
          <w:sz w:val="24"/>
          <w:szCs w:val="24"/>
        </w:rPr>
      </w:pPr>
    </w:p>
    <w:p w:rsidR="00A407D8" w:rsidRPr="00CD374C" w:rsidRDefault="00A407D8" w:rsidP="00293FFB">
      <w:pPr>
        <w:rPr>
          <w:b/>
          <w:bCs/>
          <w:sz w:val="24"/>
          <w:szCs w:val="24"/>
        </w:rPr>
      </w:pPr>
    </w:p>
    <w:p w:rsidR="00A407D8" w:rsidRPr="00DB2234" w:rsidRDefault="00A407D8" w:rsidP="004C5752">
      <w:pPr>
        <w:jc w:val="center"/>
        <w:rPr>
          <w:b/>
          <w:bCs/>
        </w:rPr>
      </w:pPr>
      <w:r w:rsidRPr="00DB2234">
        <w:rPr>
          <w:b/>
          <w:bCs/>
        </w:rPr>
        <w:t>Список</w:t>
      </w:r>
    </w:p>
    <w:p w:rsidR="00A407D8" w:rsidRPr="00DB2234" w:rsidRDefault="00A407D8" w:rsidP="004C5752">
      <w:pPr>
        <w:jc w:val="center"/>
        <w:rPr>
          <w:b/>
          <w:bCs/>
        </w:rPr>
      </w:pPr>
      <w:r w:rsidRPr="00DB2234">
        <w:rPr>
          <w:b/>
          <w:bCs/>
        </w:rPr>
        <w:t>избирательных участков, образованных за пределами территории</w:t>
      </w:r>
    </w:p>
    <w:p w:rsidR="00A407D8" w:rsidRPr="00DB2234" w:rsidRDefault="00A407D8" w:rsidP="004C5752">
      <w:pPr>
        <w:jc w:val="center"/>
        <w:rPr>
          <w:b/>
          <w:bCs/>
        </w:rPr>
      </w:pPr>
      <w:r w:rsidRPr="00DB2234">
        <w:rPr>
          <w:b/>
          <w:bCs/>
        </w:rPr>
        <w:t xml:space="preserve">Российской Федерации, на которых организуется досрочное голосование </w:t>
      </w:r>
      <w:r w:rsidRPr="00DB2234">
        <w:rPr>
          <w:b/>
          <w:bCs/>
        </w:rPr>
        <w:br/>
        <w:t>всех избирателей</w:t>
      </w:r>
    </w:p>
    <w:p w:rsidR="00A407D8" w:rsidRPr="00CD374C" w:rsidRDefault="00A407D8" w:rsidP="004C5752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2696"/>
        <w:gridCol w:w="2443"/>
        <w:gridCol w:w="2092"/>
        <w:gridCol w:w="1949"/>
      </w:tblGrid>
      <w:tr w:rsidR="00A407D8" w:rsidRPr="00CD374C">
        <w:tc>
          <w:tcPr>
            <w:tcW w:w="673" w:type="dxa"/>
            <w:vAlign w:val="center"/>
          </w:tcPr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№</w:t>
            </w:r>
          </w:p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96" w:type="dxa"/>
            <w:vAlign w:val="center"/>
          </w:tcPr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2443" w:type="dxa"/>
            <w:vAlign w:val="center"/>
          </w:tcPr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092" w:type="dxa"/>
            <w:vAlign w:val="center"/>
          </w:tcPr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Место</w:t>
            </w:r>
          </w:p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</w:tc>
        <w:tc>
          <w:tcPr>
            <w:tcW w:w="1949" w:type="dxa"/>
            <w:vAlign w:val="center"/>
          </w:tcPr>
          <w:p w:rsidR="00A407D8" w:rsidRPr="00CD374C" w:rsidRDefault="00A407D8" w:rsidP="00942B35">
            <w:pPr>
              <w:jc w:val="center"/>
              <w:rPr>
                <w:b/>
                <w:bCs/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 xml:space="preserve">Дата проведения голосования </w:t>
            </w:r>
          </w:p>
          <w:p w:rsidR="00A407D8" w:rsidRPr="00CD374C" w:rsidRDefault="00A407D8" w:rsidP="00942B35">
            <w:pPr>
              <w:jc w:val="center"/>
              <w:rPr>
                <w:sz w:val="24"/>
                <w:szCs w:val="24"/>
              </w:rPr>
            </w:pPr>
            <w:r w:rsidRPr="00CD374C">
              <w:rPr>
                <w:b/>
                <w:bCs/>
                <w:sz w:val="24"/>
                <w:szCs w:val="24"/>
              </w:rPr>
              <w:t>(с 8.00 до 20.00 по местному времени)</w:t>
            </w:r>
          </w:p>
        </w:tc>
      </w:tr>
      <w:tr w:rsidR="00A407D8" w:rsidRPr="00CD374C">
        <w:tc>
          <w:tcPr>
            <w:tcW w:w="673" w:type="dxa"/>
            <w:vMerge w:val="restart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Австралия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8012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Аделаида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11.03.2018</w:t>
            </w:r>
          </w:p>
        </w:tc>
      </w:tr>
      <w:tr w:rsidR="00A407D8" w:rsidRPr="00CD374C">
        <w:tc>
          <w:tcPr>
            <w:tcW w:w="673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8011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Брисбен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04.03.2018</w:t>
            </w:r>
          </w:p>
        </w:tc>
      </w:tr>
      <w:tr w:rsidR="00A407D8" w:rsidRPr="00CD374C">
        <w:tc>
          <w:tcPr>
            <w:tcW w:w="673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8013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Перт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11.03.2018</w:t>
            </w:r>
          </w:p>
        </w:tc>
      </w:tr>
      <w:tr w:rsidR="00A407D8" w:rsidRPr="00CD374C">
        <w:tc>
          <w:tcPr>
            <w:tcW w:w="673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8014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Мельбурн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11.03.2018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Алжир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8020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Алжир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  <w:vMerge w:val="restart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3</w:t>
            </w:r>
          </w:p>
        </w:tc>
        <w:tc>
          <w:tcPr>
            <w:tcW w:w="2696" w:type="dxa"/>
            <w:vMerge w:val="restart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Афганистан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8024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Кабул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8025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Мазари-Шариф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Бангладеш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8036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Дакка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17.03.2018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Белоруссия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8377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Островец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Вьетнам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8070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Вунгтау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  <w:vMerge w:val="restart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7</w:t>
            </w:r>
          </w:p>
        </w:tc>
        <w:tc>
          <w:tcPr>
            <w:tcW w:w="2696" w:type="dxa"/>
            <w:vMerge w:val="restart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Египет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8081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Каир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8082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Александрия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8018</w:t>
            </w:r>
          </w:p>
        </w:tc>
        <w:tc>
          <w:tcPr>
            <w:tcW w:w="2092" w:type="dxa"/>
          </w:tcPr>
          <w:p w:rsidR="00A407D8" w:rsidRPr="00CD374C" w:rsidRDefault="00A407D8" w:rsidP="00BA78E8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Хургада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Иордания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8104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Амман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Катар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8156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Доха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Кувейт</w:t>
            </w:r>
          </w:p>
        </w:tc>
        <w:tc>
          <w:tcPr>
            <w:tcW w:w="2443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8178</w:t>
            </w:r>
          </w:p>
        </w:tc>
        <w:tc>
          <w:tcPr>
            <w:tcW w:w="2092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Эль-Кувейт</w:t>
            </w:r>
          </w:p>
        </w:tc>
        <w:tc>
          <w:tcPr>
            <w:tcW w:w="1949" w:type="dxa"/>
          </w:tcPr>
          <w:p w:rsidR="00A407D8" w:rsidRPr="00CD374C" w:rsidRDefault="00A407D8" w:rsidP="004C5752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  <w:tr w:rsidR="00A407D8" w:rsidRPr="00CD374C">
        <w:tc>
          <w:tcPr>
            <w:tcW w:w="673" w:type="dxa"/>
          </w:tcPr>
          <w:p w:rsidR="00A407D8" w:rsidRPr="00CD374C" w:rsidRDefault="00A407D8" w:rsidP="005A4A03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11</w:t>
            </w:r>
          </w:p>
        </w:tc>
        <w:tc>
          <w:tcPr>
            <w:tcW w:w="2696" w:type="dxa"/>
          </w:tcPr>
          <w:p w:rsidR="00A407D8" w:rsidRPr="00CD374C" w:rsidRDefault="00A407D8" w:rsidP="006C4F47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Оман</w:t>
            </w:r>
          </w:p>
        </w:tc>
        <w:tc>
          <w:tcPr>
            <w:tcW w:w="2443" w:type="dxa"/>
          </w:tcPr>
          <w:p w:rsidR="00A407D8" w:rsidRPr="00CD374C" w:rsidRDefault="00A407D8" w:rsidP="006C4F47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8249</w:t>
            </w:r>
          </w:p>
        </w:tc>
        <w:tc>
          <w:tcPr>
            <w:tcW w:w="2092" w:type="dxa"/>
          </w:tcPr>
          <w:p w:rsidR="00A407D8" w:rsidRPr="00CD374C" w:rsidRDefault="00A407D8" w:rsidP="00BA78E8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г. Маскат</w:t>
            </w:r>
          </w:p>
        </w:tc>
        <w:tc>
          <w:tcPr>
            <w:tcW w:w="1949" w:type="dxa"/>
          </w:tcPr>
          <w:p w:rsidR="00A407D8" w:rsidRPr="00CD374C" w:rsidRDefault="00A407D8" w:rsidP="006C4F47">
            <w:pPr>
              <w:jc w:val="center"/>
              <w:rPr>
                <w:sz w:val="24"/>
                <w:szCs w:val="24"/>
              </w:rPr>
            </w:pPr>
            <w:r w:rsidRPr="00CD374C">
              <w:rPr>
                <w:sz w:val="24"/>
                <w:szCs w:val="24"/>
              </w:rPr>
              <w:t>16.03.2018</w:t>
            </w:r>
          </w:p>
        </w:tc>
      </w:tr>
    </w:tbl>
    <w:p w:rsidR="00A407D8" w:rsidRPr="00CD374C" w:rsidRDefault="00A407D8" w:rsidP="004C5752">
      <w:pPr>
        <w:jc w:val="center"/>
        <w:rPr>
          <w:sz w:val="24"/>
          <w:szCs w:val="24"/>
        </w:rPr>
        <w:sectPr w:rsidR="00A407D8" w:rsidRPr="00CD374C" w:rsidSect="00784067">
          <w:headerReference w:type="default" r:id="rId7"/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81"/>
        </w:sectPr>
      </w:pPr>
    </w:p>
    <w:p w:rsidR="00A407D8" w:rsidRDefault="00A407D8" w:rsidP="0071564B">
      <w:pPr>
        <w:ind w:left="4678"/>
        <w:jc w:val="center"/>
        <w:rPr>
          <w:sz w:val="24"/>
          <w:szCs w:val="24"/>
        </w:rPr>
      </w:pPr>
      <w:r w:rsidRPr="00CD37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A407D8" w:rsidRDefault="00A407D8" w:rsidP="0071564B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</w:t>
      </w:r>
    </w:p>
    <w:p w:rsidR="00A407D8" w:rsidRDefault="00A407D8" w:rsidP="0071564B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комиссии Российской Федерации</w:t>
      </w:r>
    </w:p>
    <w:p w:rsidR="00A407D8" w:rsidRPr="00CD374C" w:rsidRDefault="00A407D8" w:rsidP="00FE6F70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от 21 февраля 2018 г. № 143/1182-7</w:t>
      </w:r>
    </w:p>
    <w:p w:rsidR="00A407D8" w:rsidRDefault="00A407D8" w:rsidP="00FE6F70">
      <w:pPr>
        <w:rPr>
          <w:b/>
          <w:bCs/>
          <w:sz w:val="24"/>
          <w:szCs w:val="24"/>
        </w:rPr>
      </w:pPr>
    </w:p>
    <w:p w:rsidR="00A407D8" w:rsidRDefault="00A407D8" w:rsidP="0071564B">
      <w:pPr>
        <w:ind w:left="4678"/>
        <w:jc w:val="center"/>
        <w:rPr>
          <w:sz w:val="24"/>
          <w:szCs w:val="24"/>
        </w:rPr>
      </w:pPr>
    </w:p>
    <w:p w:rsidR="00A407D8" w:rsidRDefault="00A407D8" w:rsidP="0071564B">
      <w:pPr>
        <w:ind w:left="4678"/>
        <w:jc w:val="center"/>
        <w:rPr>
          <w:sz w:val="24"/>
          <w:szCs w:val="24"/>
        </w:rPr>
      </w:pPr>
    </w:p>
    <w:p w:rsidR="00A407D8" w:rsidRPr="00CD374C" w:rsidRDefault="00A407D8" w:rsidP="0071564B">
      <w:pPr>
        <w:ind w:left="4678"/>
        <w:jc w:val="center"/>
        <w:rPr>
          <w:sz w:val="24"/>
          <w:szCs w:val="24"/>
        </w:rPr>
      </w:pPr>
    </w:p>
    <w:p w:rsidR="00A407D8" w:rsidRPr="00E46EED" w:rsidRDefault="00A407D8" w:rsidP="004C5752">
      <w:pPr>
        <w:jc w:val="center"/>
        <w:rPr>
          <w:b/>
          <w:bCs/>
        </w:rPr>
      </w:pPr>
      <w:r w:rsidRPr="00E46EED">
        <w:rPr>
          <w:b/>
          <w:bCs/>
        </w:rPr>
        <w:t>Список</w:t>
      </w:r>
    </w:p>
    <w:p w:rsidR="00A407D8" w:rsidRPr="00E46EED" w:rsidRDefault="00A407D8" w:rsidP="004C5752">
      <w:pPr>
        <w:jc w:val="center"/>
        <w:rPr>
          <w:b/>
          <w:bCs/>
        </w:rPr>
      </w:pPr>
      <w:r w:rsidRPr="00E46EED">
        <w:rPr>
          <w:b/>
          <w:bCs/>
        </w:rPr>
        <w:t>избирательных участков, образованных за пределами территории</w:t>
      </w:r>
    </w:p>
    <w:p w:rsidR="00A407D8" w:rsidRDefault="00A407D8" w:rsidP="0071564B">
      <w:pPr>
        <w:jc w:val="center"/>
        <w:rPr>
          <w:b/>
          <w:bCs/>
        </w:rPr>
      </w:pPr>
      <w:r w:rsidRPr="00E46EED">
        <w:rPr>
          <w:b/>
          <w:bCs/>
        </w:rPr>
        <w:t>Российской Федерации, на которых организуется досрочное голосование отдельных групп избирателей</w:t>
      </w:r>
    </w:p>
    <w:p w:rsidR="00A407D8" w:rsidRPr="0071564B" w:rsidRDefault="00A407D8" w:rsidP="0071564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0"/>
        <w:gridCol w:w="2293"/>
        <w:gridCol w:w="1985"/>
        <w:gridCol w:w="2976"/>
        <w:gridCol w:w="1949"/>
      </w:tblGrid>
      <w:tr w:rsidR="00A407D8" w:rsidRPr="004C5752">
        <w:trPr>
          <w:tblHeader/>
        </w:trPr>
        <w:tc>
          <w:tcPr>
            <w:tcW w:w="650" w:type="dxa"/>
            <w:vAlign w:val="center"/>
          </w:tcPr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№</w:t>
            </w:r>
          </w:p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93" w:type="dxa"/>
            <w:vAlign w:val="center"/>
          </w:tcPr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1985" w:type="dxa"/>
            <w:vAlign w:val="center"/>
          </w:tcPr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976" w:type="dxa"/>
            <w:vAlign w:val="center"/>
          </w:tcPr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Место</w:t>
            </w:r>
          </w:p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</w:tc>
        <w:tc>
          <w:tcPr>
            <w:tcW w:w="1949" w:type="dxa"/>
            <w:vAlign w:val="center"/>
          </w:tcPr>
          <w:p w:rsidR="00A407D8" w:rsidRPr="00EC6918" w:rsidRDefault="00A407D8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  <w:r w:rsidRPr="00EC6918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  <w:p w:rsidR="00A407D8" w:rsidRPr="00EC6918" w:rsidRDefault="00A407D8" w:rsidP="005B4DB2">
            <w:pPr>
              <w:jc w:val="center"/>
              <w:rPr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(с 8.00 до 20.00 по местному времени)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Абхазия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8000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Сухум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–06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8006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Ткуарчал,</w:t>
            </w:r>
          </w:p>
          <w:p w:rsidR="00A407D8" w:rsidRPr="00147D1F" w:rsidRDefault="00A407D8" w:rsidP="004C5752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с. Левый Генцвиш,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с. Сакян</w:t>
            </w:r>
          </w:p>
        </w:tc>
        <w:tc>
          <w:tcPr>
            <w:tcW w:w="1949" w:type="dxa"/>
          </w:tcPr>
          <w:p w:rsidR="00A407D8" w:rsidRPr="00EC6918" w:rsidRDefault="00A407D8" w:rsidP="009B27A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04–06.03.2018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8007</w:t>
            </w:r>
          </w:p>
        </w:tc>
        <w:tc>
          <w:tcPr>
            <w:tcW w:w="2976" w:type="dxa"/>
          </w:tcPr>
          <w:p w:rsidR="00A407D8" w:rsidRPr="00EC6918" w:rsidRDefault="00A407D8" w:rsidP="00982A1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Гал,</w:t>
            </w:r>
          </w:p>
          <w:p w:rsidR="00A407D8" w:rsidRPr="00F46468" w:rsidRDefault="00A407D8" w:rsidP="00982A16">
            <w:pPr>
              <w:jc w:val="center"/>
              <w:rPr>
                <w:sz w:val="24"/>
                <w:szCs w:val="24"/>
              </w:rPr>
            </w:pPr>
            <w:r w:rsidRPr="00F46468">
              <w:rPr>
                <w:sz w:val="24"/>
                <w:szCs w:val="24"/>
              </w:rPr>
              <w:t>с. Пичори,</w:t>
            </w:r>
          </w:p>
          <w:p w:rsidR="00A407D8" w:rsidRPr="00147D1F" w:rsidRDefault="00A407D8" w:rsidP="0098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47D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47D1F">
              <w:rPr>
                <w:sz w:val="24"/>
                <w:szCs w:val="24"/>
              </w:rPr>
              <w:t>Отобайя,</w:t>
            </w:r>
          </w:p>
          <w:p w:rsidR="00A407D8" w:rsidRPr="00147D1F" w:rsidRDefault="00A407D8" w:rsidP="0098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47D1F">
              <w:rPr>
                <w:sz w:val="24"/>
                <w:szCs w:val="24"/>
              </w:rPr>
              <w:t>. Набакиа,</w:t>
            </w:r>
          </w:p>
          <w:p w:rsidR="00A407D8" w:rsidRPr="00147D1F" w:rsidRDefault="00A407D8" w:rsidP="00982A16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н.п. Талган,</w:t>
            </w:r>
          </w:p>
          <w:p w:rsidR="00A407D8" w:rsidRPr="00147D1F" w:rsidRDefault="00A407D8" w:rsidP="0098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47D1F">
              <w:rPr>
                <w:sz w:val="24"/>
                <w:szCs w:val="24"/>
              </w:rPr>
              <w:t>. Папынрхуа,</w:t>
            </w:r>
          </w:p>
          <w:p w:rsidR="00A407D8" w:rsidRPr="00147D1F" w:rsidRDefault="00A407D8" w:rsidP="0098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47D1F">
              <w:rPr>
                <w:sz w:val="24"/>
                <w:szCs w:val="24"/>
              </w:rPr>
              <w:t>. Алакумхара,</w:t>
            </w:r>
          </w:p>
          <w:p w:rsidR="00A407D8" w:rsidRPr="00147D1F" w:rsidRDefault="00A407D8" w:rsidP="0098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</w:t>
            </w:r>
            <w:r w:rsidRPr="00147D1F">
              <w:rPr>
                <w:sz w:val="24"/>
                <w:szCs w:val="24"/>
              </w:rPr>
              <w:t>. Ингур,</w:t>
            </w:r>
          </w:p>
          <w:p w:rsidR="00A407D8" w:rsidRPr="00EC6918" w:rsidRDefault="00A407D8" w:rsidP="0098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47D1F">
              <w:rPr>
                <w:sz w:val="24"/>
                <w:szCs w:val="24"/>
              </w:rPr>
              <w:t>. Окум</w:t>
            </w:r>
          </w:p>
        </w:tc>
        <w:tc>
          <w:tcPr>
            <w:tcW w:w="1949" w:type="dxa"/>
          </w:tcPr>
          <w:p w:rsidR="00A407D8" w:rsidRPr="00EC6918" w:rsidRDefault="00A407D8" w:rsidP="009B27A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05–07.03.2018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8005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Очамчира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–08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8002</w:t>
            </w:r>
          </w:p>
        </w:tc>
        <w:tc>
          <w:tcPr>
            <w:tcW w:w="2976" w:type="dxa"/>
          </w:tcPr>
          <w:p w:rsidR="00A407D8" w:rsidRPr="00EC6918" w:rsidRDefault="00A407D8" w:rsidP="0071564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Гагра,</w:t>
            </w:r>
          </w:p>
          <w:p w:rsidR="00A407D8" w:rsidRPr="00356E62" w:rsidRDefault="00A407D8" w:rsidP="00715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</w:t>
            </w:r>
            <w:r w:rsidRPr="00356E62">
              <w:rPr>
                <w:sz w:val="24"/>
                <w:szCs w:val="24"/>
              </w:rPr>
              <w:t>. Цандр</w:t>
            </w:r>
            <w:r>
              <w:rPr>
                <w:sz w:val="24"/>
                <w:szCs w:val="24"/>
              </w:rPr>
              <w:t>и</w:t>
            </w:r>
            <w:r w:rsidRPr="00356E62">
              <w:rPr>
                <w:sz w:val="24"/>
                <w:szCs w:val="24"/>
              </w:rPr>
              <w:t>пш,</w:t>
            </w:r>
          </w:p>
          <w:p w:rsidR="00A407D8" w:rsidRPr="00356E62" w:rsidRDefault="00A407D8" w:rsidP="00715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356E62">
              <w:rPr>
                <w:sz w:val="24"/>
                <w:szCs w:val="24"/>
              </w:rPr>
              <w:t>. Пицунда,</w:t>
            </w:r>
          </w:p>
          <w:p w:rsidR="00A407D8" w:rsidRPr="00356E62" w:rsidRDefault="00A407D8" w:rsidP="00715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356E62">
              <w:rPr>
                <w:sz w:val="24"/>
                <w:szCs w:val="24"/>
              </w:rPr>
              <w:t>. Новый Афон,</w:t>
            </w:r>
          </w:p>
          <w:p w:rsidR="00A407D8" w:rsidRPr="00EC6918" w:rsidRDefault="00A407D8" w:rsidP="00715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</w:t>
            </w:r>
            <w:r w:rsidRPr="00356E62">
              <w:rPr>
                <w:sz w:val="24"/>
                <w:szCs w:val="24"/>
              </w:rPr>
              <w:t>. Мачара</w:t>
            </w:r>
          </w:p>
        </w:tc>
        <w:tc>
          <w:tcPr>
            <w:tcW w:w="1949" w:type="dxa"/>
          </w:tcPr>
          <w:p w:rsidR="00A407D8" w:rsidRPr="00EC6918" w:rsidRDefault="00A407D8" w:rsidP="009B27A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09–10.03.2018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8008</w:t>
            </w:r>
          </w:p>
        </w:tc>
        <w:tc>
          <w:tcPr>
            <w:tcW w:w="2976" w:type="dxa"/>
          </w:tcPr>
          <w:p w:rsidR="00A407D8" w:rsidRPr="00147D1F" w:rsidRDefault="00A407D8" w:rsidP="004C5752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г. Гудаута,</w:t>
            </w:r>
          </w:p>
          <w:p w:rsidR="00A407D8" w:rsidRPr="00147D1F" w:rsidRDefault="00A407D8" w:rsidP="004C5752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г. Очамчира,</w:t>
            </w:r>
          </w:p>
          <w:p w:rsidR="00A407D8" w:rsidRPr="00147D1F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47D1F">
              <w:rPr>
                <w:sz w:val="24"/>
                <w:szCs w:val="24"/>
              </w:rPr>
              <w:t>. П</w:t>
            </w:r>
            <w:r>
              <w:rPr>
                <w:sz w:val="24"/>
                <w:szCs w:val="24"/>
              </w:rPr>
              <w:t>и</w:t>
            </w:r>
            <w:r w:rsidRPr="00147D1F">
              <w:rPr>
                <w:sz w:val="24"/>
                <w:szCs w:val="24"/>
              </w:rPr>
              <w:t>чори,</w:t>
            </w:r>
          </w:p>
          <w:p w:rsidR="00A407D8" w:rsidRPr="00147D1F" w:rsidRDefault="00A407D8" w:rsidP="004C5752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н.п. Меори</w:t>
            </w:r>
            <w:r>
              <w:rPr>
                <w:sz w:val="24"/>
                <w:szCs w:val="24"/>
              </w:rPr>
              <w:t xml:space="preserve"> </w:t>
            </w:r>
            <w:r w:rsidRPr="00147D1F">
              <w:rPr>
                <w:sz w:val="24"/>
                <w:szCs w:val="24"/>
              </w:rPr>
              <w:t>Аквага,</w:t>
            </w:r>
          </w:p>
          <w:p w:rsidR="00A407D8" w:rsidRPr="00147D1F" w:rsidRDefault="00A407D8" w:rsidP="004C5752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н.п. Приморское,</w:t>
            </w:r>
          </w:p>
          <w:p w:rsidR="00A407D8" w:rsidRPr="00EC6918" w:rsidRDefault="00A407D8" w:rsidP="006A0CC7">
            <w:pPr>
              <w:jc w:val="center"/>
              <w:rPr>
                <w:sz w:val="24"/>
                <w:szCs w:val="24"/>
              </w:rPr>
            </w:pPr>
            <w:r w:rsidRPr="00147D1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ос</w:t>
            </w:r>
            <w:r w:rsidRPr="00147D1F">
              <w:rPr>
                <w:sz w:val="24"/>
                <w:szCs w:val="24"/>
              </w:rPr>
              <w:t>. Агудзера</w:t>
            </w:r>
          </w:p>
        </w:tc>
        <w:tc>
          <w:tcPr>
            <w:tcW w:w="1949" w:type="dxa"/>
          </w:tcPr>
          <w:p w:rsidR="00A407D8" w:rsidRPr="00EC6918" w:rsidRDefault="00A407D8" w:rsidP="009B27A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03–05.03.2018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Австралия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8009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Хобарт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–06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8011</w:t>
            </w:r>
          </w:p>
        </w:tc>
        <w:tc>
          <w:tcPr>
            <w:tcW w:w="2976" w:type="dxa"/>
          </w:tcPr>
          <w:p w:rsidR="00A407D8" w:rsidRPr="00EC6918" w:rsidRDefault="00A407D8" w:rsidP="00755A6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Голд</w:t>
            </w:r>
            <w:r>
              <w:rPr>
                <w:sz w:val="24"/>
                <w:szCs w:val="24"/>
              </w:rPr>
              <w:t>-</w:t>
            </w:r>
            <w:r w:rsidRPr="00EC6918">
              <w:rPr>
                <w:sz w:val="24"/>
                <w:szCs w:val="24"/>
              </w:rPr>
              <w:t>Кост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–06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Азербайджан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8017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Шеки,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Лянкаран,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Гянджа</w:t>
            </w:r>
          </w:p>
        </w:tc>
        <w:tc>
          <w:tcPr>
            <w:tcW w:w="1949" w:type="dxa"/>
          </w:tcPr>
          <w:p w:rsidR="00A407D8" w:rsidRPr="00EC6918" w:rsidRDefault="00A407D8" w:rsidP="009B27A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Алжир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8020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Оран,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Аннаба</w:t>
            </w:r>
          </w:p>
        </w:tc>
        <w:tc>
          <w:tcPr>
            <w:tcW w:w="1949" w:type="dxa"/>
          </w:tcPr>
          <w:p w:rsidR="00A407D8" w:rsidRPr="00EC6918" w:rsidRDefault="00A407D8" w:rsidP="009A3B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02–</w:t>
            </w:r>
            <w:r w:rsidRPr="00EC6918">
              <w:rPr>
                <w:sz w:val="24"/>
                <w:szCs w:val="24"/>
              </w:rPr>
              <w:t>10.03.2018</w:t>
            </w:r>
          </w:p>
          <w:p w:rsidR="00A407D8" w:rsidRPr="00EC6918" w:rsidRDefault="00A407D8" w:rsidP="009A3BC0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Ангола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8022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Сан-Томе,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Кабинда,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Лубанго,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Сауримо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04–13.03.2018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Аргентина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8023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Мар-дель-Плата</w:t>
            </w:r>
          </w:p>
        </w:tc>
        <w:tc>
          <w:tcPr>
            <w:tcW w:w="1949" w:type="dxa"/>
          </w:tcPr>
          <w:p w:rsidR="00A407D8" w:rsidRPr="00EC6918" w:rsidRDefault="00A407D8" w:rsidP="009216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Армения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8026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Мегри,</w:t>
            </w:r>
          </w:p>
          <w:p w:rsidR="00A407D8" w:rsidRPr="00EC6918" w:rsidRDefault="00A407D8" w:rsidP="003E291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Арташат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</w:t>
            </w:r>
            <w:r w:rsidRPr="00EC6918">
              <w:rPr>
                <w:sz w:val="24"/>
                <w:szCs w:val="24"/>
              </w:rPr>
              <w:t>11.03.2018</w:t>
            </w:r>
          </w:p>
          <w:p w:rsidR="00A407D8" w:rsidRPr="00EC6918" w:rsidRDefault="00A407D8" w:rsidP="003E291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8027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Армавир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</w:t>
            </w:r>
            <w:r w:rsidRPr="00EC6918">
              <w:rPr>
                <w:sz w:val="24"/>
                <w:szCs w:val="24"/>
              </w:rPr>
              <w:t>11.03.2018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Бангладеш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8036</w:t>
            </w:r>
          </w:p>
        </w:tc>
        <w:tc>
          <w:tcPr>
            <w:tcW w:w="2976" w:type="dxa"/>
          </w:tcPr>
          <w:p w:rsidR="00A407D8" w:rsidRPr="00246FF8" w:rsidRDefault="00A407D8" w:rsidP="004C5752">
            <w:pPr>
              <w:jc w:val="center"/>
              <w:rPr>
                <w:sz w:val="24"/>
                <w:szCs w:val="24"/>
              </w:rPr>
            </w:pPr>
            <w:r w:rsidRPr="00246FF8">
              <w:rPr>
                <w:sz w:val="24"/>
                <w:szCs w:val="24"/>
              </w:rPr>
              <w:t>пос.</w:t>
            </w:r>
            <w:r>
              <w:rPr>
                <w:sz w:val="24"/>
                <w:szCs w:val="24"/>
              </w:rPr>
              <w:t xml:space="preserve"> </w:t>
            </w:r>
            <w:r w:rsidRPr="00246FF8">
              <w:rPr>
                <w:sz w:val="24"/>
                <w:szCs w:val="24"/>
              </w:rPr>
              <w:t>Руппур,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Читтагонг</w:t>
            </w:r>
          </w:p>
        </w:tc>
        <w:tc>
          <w:tcPr>
            <w:tcW w:w="1949" w:type="dxa"/>
          </w:tcPr>
          <w:p w:rsidR="00A407D8" w:rsidRPr="00EC6918" w:rsidRDefault="00A407D8" w:rsidP="00B367D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11–13.03.2018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Белоруссия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8377</w:t>
            </w:r>
          </w:p>
        </w:tc>
        <w:tc>
          <w:tcPr>
            <w:tcW w:w="2976" w:type="dxa"/>
          </w:tcPr>
          <w:p w:rsidR="00A407D8" w:rsidRPr="00EC6918" w:rsidRDefault="00A407D8" w:rsidP="006A0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Осторовец</w:t>
            </w:r>
          </w:p>
        </w:tc>
        <w:tc>
          <w:tcPr>
            <w:tcW w:w="1949" w:type="dxa"/>
          </w:tcPr>
          <w:p w:rsidR="00A407D8" w:rsidRPr="00EC6918" w:rsidRDefault="00A407D8" w:rsidP="003C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Болгария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8050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Благоевград,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Видин,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</w:t>
            </w:r>
            <w:r>
              <w:rPr>
                <w:sz w:val="24"/>
                <w:szCs w:val="24"/>
              </w:rPr>
              <w:t>и</w:t>
            </w:r>
            <w:r w:rsidRPr="00EC6918">
              <w:rPr>
                <w:sz w:val="24"/>
                <w:szCs w:val="24"/>
              </w:rPr>
              <w:t>митровград,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Хасково,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Банско,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Дупница,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Петрич,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Самоков,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Стара</w:t>
            </w:r>
            <w:r>
              <w:rPr>
                <w:sz w:val="24"/>
                <w:szCs w:val="24"/>
              </w:rPr>
              <w:t>-</w:t>
            </w:r>
            <w:r w:rsidRPr="00EC6918">
              <w:rPr>
                <w:sz w:val="24"/>
                <w:szCs w:val="24"/>
              </w:rPr>
              <w:t>Загора,</w:t>
            </w:r>
          </w:p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Враца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03–11.03.2018</w:t>
            </w:r>
          </w:p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8400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Карлово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A407D8" w:rsidRPr="00EC6918" w:rsidRDefault="00A407D8" w:rsidP="00F24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8051</w:t>
            </w:r>
          </w:p>
        </w:tc>
        <w:tc>
          <w:tcPr>
            <w:tcW w:w="2976" w:type="dxa"/>
          </w:tcPr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Шумен,</w:t>
            </w:r>
          </w:p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Бургас,</w:t>
            </w:r>
          </w:p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Добрич,</w:t>
            </w:r>
          </w:p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Сливен,</w:t>
            </w:r>
          </w:p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Несебр</w:t>
            </w:r>
          </w:p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04–15.03.2018</w:t>
            </w:r>
          </w:p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</w:p>
          <w:p w:rsidR="00A407D8" w:rsidRPr="00EC6918" w:rsidRDefault="00A407D8" w:rsidP="009F2EE5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8052</w:t>
            </w:r>
          </w:p>
        </w:tc>
        <w:tc>
          <w:tcPr>
            <w:tcW w:w="2976" w:type="dxa"/>
          </w:tcPr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Силистра,</w:t>
            </w:r>
          </w:p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Велико-Тырново,</w:t>
            </w:r>
          </w:p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Тырговиште,</w:t>
            </w:r>
          </w:p>
          <w:p w:rsidR="00A407D8" w:rsidRPr="00EC6918" w:rsidRDefault="00A407D8" w:rsidP="003B75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Плевен</w:t>
            </w:r>
          </w:p>
        </w:tc>
        <w:tc>
          <w:tcPr>
            <w:tcW w:w="1949" w:type="dxa"/>
          </w:tcPr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04–17.03.2018</w:t>
            </w:r>
          </w:p>
          <w:p w:rsidR="00A407D8" w:rsidRPr="00EC6918" w:rsidRDefault="00A407D8" w:rsidP="008F19F4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Боливия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8053 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Кочабамба,</w:t>
            </w:r>
          </w:p>
          <w:p w:rsidR="00A407D8" w:rsidRPr="00EC6918" w:rsidRDefault="00A407D8" w:rsidP="00D619E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Тариха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13–15.03.2018</w:t>
            </w:r>
          </w:p>
          <w:p w:rsidR="00A407D8" w:rsidRPr="00EC6918" w:rsidRDefault="00A407D8" w:rsidP="00AC3EFD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8384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д. Тоборочи</w:t>
            </w:r>
          </w:p>
        </w:tc>
        <w:tc>
          <w:tcPr>
            <w:tcW w:w="1949" w:type="dxa"/>
          </w:tcPr>
          <w:p w:rsidR="00A407D8" w:rsidRPr="00EC6918" w:rsidRDefault="00A407D8" w:rsidP="00D619E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13–15.03.2018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Босния и Герцеговина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8054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Баня-Лука</w:t>
            </w:r>
          </w:p>
        </w:tc>
        <w:tc>
          <w:tcPr>
            <w:tcW w:w="1949" w:type="dxa"/>
          </w:tcPr>
          <w:p w:rsidR="00A407D8" w:rsidRPr="00EC6918" w:rsidRDefault="00A407D8" w:rsidP="00FE64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Бразилия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8057</w:t>
            </w:r>
          </w:p>
        </w:tc>
        <w:tc>
          <w:tcPr>
            <w:tcW w:w="2976" w:type="dxa"/>
          </w:tcPr>
          <w:p w:rsidR="00A407D8" w:rsidRPr="00EC6918" w:rsidRDefault="00A407D8" w:rsidP="003B75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Белу-Оризонти,</w:t>
            </w:r>
            <w:r w:rsidRPr="00EC6918">
              <w:rPr>
                <w:sz w:val="24"/>
                <w:szCs w:val="24"/>
              </w:rPr>
              <w:br/>
              <w:t>г. Салвадор,</w:t>
            </w:r>
          </w:p>
          <w:p w:rsidR="00A407D8" w:rsidRPr="00EC6918" w:rsidRDefault="00A407D8" w:rsidP="003B75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Витория</w:t>
            </w:r>
          </w:p>
        </w:tc>
        <w:tc>
          <w:tcPr>
            <w:tcW w:w="1949" w:type="dxa"/>
          </w:tcPr>
          <w:p w:rsidR="00A407D8" w:rsidRPr="00EC6918" w:rsidRDefault="00A407D8" w:rsidP="009F7B3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04–11.03.2018</w:t>
            </w:r>
          </w:p>
          <w:p w:rsidR="00A407D8" w:rsidRPr="00EC6918" w:rsidRDefault="00A407D8" w:rsidP="005B4DB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8058</w:t>
            </w:r>
          </w:p>
        </w:tc>
        <w:tc>
          <w:tcPr>
            <w:tcW w:w="2976" w:type="dxa"/>
          </w:tcPr>
          <w:p w:rsidR="00A407D8" w:rsidRPr="00EC6918" w:rsidRDefault="00A407D8" w:rsidP="003B75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Кампинас,</w:t>
            </w:r>
          </w:p>
          <w:p w:rsidR="00A407D8" w:rsidRPr="00EC6918" w:rsidRDefault="00A407D8" w:rsidP="003B75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Жоинвиль,</w:t>
            </w:r>
          </w:p>
          <w:p w:rsidR="00A407D8" w:rsidRPr="00EC6918" w:rsidRDefault="00A407D8" w:rsidP="003B75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 Сан-Жозе-дус-Кампус,</w:t>
            </w:r>
          </w:p>
          <w:p w:rsidR="00A407D8" w:rsidRPr="00EC6918" w:rsidRDefault="00A407D8" w:rsidP="0051447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Порту-Алегри</w:t>
            </w:r>
          </w:p>
        </w:tc>
        <w:tc>
          <w:tcPr>
            <w:tcW w:w="1949" w:type="dxa"/>
          </w:tcPr>
          <w:p w:rsidR="00A407D8" w:rsidRPr="00EC6918" w:rsidRDefault="00A407D8" w:rsidP="009F7B3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03–10.03.2018</w:t>
            </w:r>
          </w:p>
          <w:p w:rsidR="00A407D8" w:rsidRPr="00EC6918" w:rsidRDefault="00A407D8" w:rsidP="009F7B3E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Великобритания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8061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Белфаст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–05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Венесуэла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8066</w:t>
            </w:r>
          </w:p>
        </w:tc>
        <w:tc>
          <w:tcPr>
            <w:tcW w:w="2976" w:type="dxa"/>
          </w:tcPr>
          <w:p w:rsidR="00A407D8" w:rsidRPr="00EC6918" w:rsidRDefault="00A407D8" w:rsidP="00CE262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Барселона,</w:t>
            </w:r>
          </w:p>
          <w:p w:rsidR="00A407D8" w:rsidRPr="00EC6918" w:rsidRDefault="00A407D8" w:rsidP="00CE262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Валенсия,</w:t>
            </w:r>
          </w:p>
          <w:p w:rsidR="00A407D8" w:rsidRPr="00EC6918" w:rsidRDefault="00A407D8" w:rsidP="00CE262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Сьюдад-Охеда,</w:t>
            </w:r>
          </w:p>
          <w:p w:rsidR="00A407D8" w:rsidRPr="00EC6918" w:rsidRDefault="00A407D8" w:rsidP="00CE262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Маргарита,</w:t>
            </w:r>
          </w:p>
          <w:p w:rsidR="00A407D8" w:rsidRDefault="00A407D8" w:rsidP="001A6C3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Пунта Кана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1A6C3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 г. Санто-Доминго</w:t>
            </w:r>
            <w:r>
              <w:rPr>
                <w:sz w:val="24"/>
                <w:szCs w:val="24"/>
              </w:rPr>
              <w:t>,</w:t>
            </w:r>
            <w:r w:rsidRPr="00EC6918">
              <w:rPr>
                <w:sz w:val="24"/>
                <w:szCs w:val="24"/>
              </w:rPr>
              <w:t xml:space="preserve"> </w:t>
            </w:r>
          </w:p>
          <w:p w:rsidR="00A407D8" w:rsidRDefault="00A407D8" w:rsidP="001A6C3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Сосуа</w:t>
            </w:r>
            <w:r>
              <w:rPr>
                <w:sz w:val="24"/>
                <w:szCs w:val="24"/>
              </w:rPr>
              <w:t xml:space="preserve"> </w:t>
            </w:r>
          </w:p>
          <w:p w:rsidR="00A407D8" w:rsidRPr="00EC6918" w:rsidRDefault="00A407D8" w:rsidP="001A6C3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 (Доминиканская Республика),</w:t>
            </w:r>
          </w:p>
          <w:p w:rsidR="00A407D8" w:rsidRPr="00EC6918" w:rsidRDefault="00A407D8" w:rsidP="00CE262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 Порт-о-Пренс (Гаити)</w:t>
            </w:r>
          </w:p>
        </w:tc>
        <w:tc>
          <w:tcPr>
            <w:tcW w:w="1949" w:type="dxa"/>
          </w:tcPr>
          <w:p w:rsidR="00A407D8" w:rsidRPr="00EC6918" w:rsidRDefault="00A407D8" w:rsidP="00492EA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10–14.03.2018</w:t>
            </w:r>
          </w:p>
        </w:tc>
      </w:tr>
      <w:tr w:rsidR="00A407D8" w:rsidRPr="00492EAA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Вьетнам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8068</w:t>
            </w:r>
          </w:p>
        </w:tc>
        <w:tc>
          <w:tcPr>
            <w:tcW w:w="2976" w:type="dxa"/>
          </w:tcPr>
          <w:p w:rsidR="00A407D8" w:rsidRDefault="00A407D8" w:rsidP="00492EA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Зыондонг</w:t>
            </w:r>
          </w:p>
          <w:p w:rsidR="00A407D8" w:rsidRDefault="00A407D8" w:rsidP="00492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C691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EC6918">
              <w:rPr>
                <w:sz w:val="24"/>
                <w:szCs w:val="24"/>
              </w:rPr>
              <w:t xml:space="preserve"> Фукуок</w:t>
            </w:r>
            <w:r>
              <w:rPr>
                <w:sz w:val="24"/>
                <w:szCs w:val="24"/>
              </w:rPr>
              <w:t>),</w:t>
            </w:r>
          </w:p>
          <w:p w:rsidR="00A407D8" w:rsidRPr="00EC6918" w:rsidRDefault="00A407D8" w:rsidP="00492EA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Нячанг,</w:t>
            </w:r>
          </w:p>
          <w:p w:rsidR="00A407D8" w:rsidRPr="00EC6918" w:rsidRDefault="00A407D8" w:rsidP="0040259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Фантхиет</w:t>
            </w:r>
          </w:p>
        </w:tc>
        <w:tc>
          <w:tcPr>
            <w:tcW w:w="1949" w:type="dxa"/>
          </w:tcPr>
          <w:p w:rsidR="00A407D8" w:rsidRPr="00EC6918" w:rsidRDefault="00A407D8" w:rsidP="00675A6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12–16.03.2018</w:t>
            </w:r>
          </w:p>
        </w:tc>
      </w:tr>
      <w:tr w:rsidR="00A407D8" w:rsidRPr="00492EAA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8070</w:t>
            </w:r>
          </w:p>
        </w:tc>
        <w:tc>
          <w:tcPr>
            <w:tcW w:w="2976" w:type="dxa"/>
          </w:tcPr>
          <w:p w:rsidR="00A407D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Вунгтау</w:t>
            </w:r>
          </w:p>
        </w:tc>
        <w:tc>
          <w:tcPr>
            <w:tcW w:w="1949" w:type="dxa"/>
          </w:tcPr>
          <w:p w:rsidR="00A407D8" w:rsidRPr="00EC6918" w:rsidRDefault="00A407D8" w:rsidP="006624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11–15.03.2018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Габон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8071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Порт-Жантиль</w:t>
            </w:r>
          </w:p>
        </w:tc>
        <w:tc>
          <w:tcPr>
            <w:tcW w:w="1949" w:type="dxa"/>
          </w:tcPr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Германия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8315</w:t>
            </w:r>
          </w:p>
        </w:tc>
        <w:tc>
          <w:tcPr>
            <w:tcW w:w="2976" w:type="dxa"/>
          </w:tcPr>
          <w:p w:rsidR="00A407D8" w:rsidRPr="00EC6918" w:rsidRDefault="00A407D8" w:rsidP="004464D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Магдебург</w:t>
            </w:r>
          </w:p>
        </w:tc>
        <w:tc>
          <w:tcPr>
            <w:tcW w:w="1949" w:type="dxa"/>
          </w:tcPr>
          <w:p w:rsidR="00A407D8" w:rsidRPr="00EC6918" w:rsidRDefault="00A407D8" w:rsidP="00446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8316</w:t>
            </w:r>
          </w:p>
        </w:tc>
        <w:tc>
          <w:tcPr>
            <w:tcW w:w="2976" w:type="dxa"/>
          </w:tcPr>
          <w:p w:rsidR="00A407D8" w:rsidRPr="00EC6918" w:rsidRDefault="00A407D8" w:rsidP="00D34E2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Росток,</w:t>
            </w:r>
          </w:p>
          <w:p w:rsidR="00A407D8" w:rsidRPr="00EC6918" w:rsidRDefault="00A407D8" w:rsidP="00D34E2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Шверин</w:t>
            </w:r>
          </w:p>
        </w:tc>
        <w:tc>
          <w:tcPr>
            <w:tcW w:w="1949" w:type="dxa"/>
          </w:tcPr>
          <w:p w:rsidR="00A407D8" w:rsidRPr="00EC6918" w:rsidRDefault="00A407D8" w:rsidP="004464D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10–11.03.2018</w:t>
            </w:r>
          </w:p>
          <w:p w:rsidR="00A407D8" w:rsidRPr="00EC6918" w:rsidRDefault="00A407D8" w:rsidP="00892256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8317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Дрезден,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Эрфурт</w:t>
            </w:r>
          </w:p>
        </w:tc>
        <w:tc>
          <w:tcPr>
            <w:tcW w:w="1949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04–11.03.2018</w:t>
            </w:r>
          </w:p>
          <w:p w:rsidR="00A407D8" w:rsidRPr="00EC6918" w:rsidRDefault="00A407D8" w:rsidP="00892256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8318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Ганновер</w:t>
            </w:r>
          </w:p>
        </w:tc>
        <w:tc>
          <w:tcPr>
            <w:tcW w:w="1949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8319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Оснабрюк</w:t>
            </w:r>
          </w:p>
        </w:tc>
        <w:tc>
          <w:tcPr>
            <w:tcW w:w="1949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8320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Нюрнберг</w:t>
            </w:r>
          </w:p>
        </w:tc>
        <w:tc>
          <w:tcPr>
            <w:tcW w:w="1949" w:type="dxa"/>
          </w:tcPr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8321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Вюрцбург</w:t>
            </w:r>
          </w:p>
        </w:tc>
        <w:tc>
          <w:tcPr>
            <w:tcW w:w="1949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15–17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8322</w:t>
            </w:r>
          </w:p>
        </w:tc>
        <w:tc>
          <w:tcPr>
            <w:tcW w:w="2976" w:type="dxa"/>
          </w:tcPr>
          <w:p w:rsidR="00A407D8" w:rsidRPr="00EC6918" w:rsidRDefault="00A407D8" w:rsidP="00D34E2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Дюссельдорф</w:t>
            </w:r>
          </w:p>
        </w:tc>
        <w:tc>
          <w:tcPr>
            <w:tcW w:w="1949" w:type="dxa"/>
          </w:tcPr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8323</w:t>
            </w:r>
          </w:p>
        </w:tc>
        <w:tc>
          <w:tcPr>
            <w:tcW w:w="2976" w:type="dxa"/>
          </w:tcPr>
          <w:p w:rsidR="00A407D8" w:rsidRPr="00EC6918" w:rsidRDefault="00A407D8" w:rsidP="00D34E2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Саарбрюккен</w:t>
            </w:r>
          </w:p>
        </w:tc>
        <w:tc>
          <w:tcPr>
            <w:tcW w:w="1949" w:type="dxa"/>
          </w:tcPr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8324</w:t>
            </w:r>
          </w:p>
        </w:tc>
        <w:tc>
          <w:tcPr>
            <w:tcW w:w="2976" w:type="dxa"/>
          </w:tcPr>
          <w:p w:rsidR="00A407D8" w:rsidRPr="00EC6918" w:rsidRDefault="00A407D8" w:rsidP="00D34E2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Штутгарт</w:t>
            </w:r>
          </w:p>
        </w:tc>
        <w:tc>
          <w:tcPr>
            <w:tcW w:w="1949" w:type="dxa"/>
          </w:tcPr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8325</w:t>
            </w:r>
          </w:p>
        </w:tc>
        <w:tc>
          <w:tcPr>
            <w:tcW w:w="2976" w:type="dxa"/>
          </w:tcPr>
          <w:p w:rsidR="00A407D8" w:rsidRPr="00EC6918" w:rsidRDefault="00A407D8" w:rsidP="00D34E2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Баден-Баден</w:t>
            </w:r>
          </w:p>
        </w:tc>
        <w:tc>
          <w:tcPr>
            <w:tcW w:w="1949" w:type="dxa"/>
          </w:tcPr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Греция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8077</w:t>
            </w:r>
          </w:p>
        </w:tc>
        <w:tc>
          <w:tcPr>
            <w:tcW w:w="2976" w:type="dxa"/>
          </w:tcPr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Волос,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Ретимно (о. Крит),</w:t>
            </w:r>
          </w:p>
          <w:p w:rsidR="00A407D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Ираклион (о. Крит),</w:t>
            </w:r>
          </w:p>
          <w:p w:rsidR="00A407D8" w:rsidRDefault="00A407D8" w:rsidP="00956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Корфу,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Лутраки,</w:t>
            </w:r>
          </w:p>
          <w:p w:rsidR="00A407D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Патры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C01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Родос</w:t>
            </w:r>
          </w:p>
        </w:tc>
        <w:tc>
          <w:tcPr>
            <w:tcW w:w="1949" w:type="dxa"/>
          </w:tcPr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EC6918">
              <w:rPr>
                <w:sz w:val="24"/>
                <w:szCs w:val="24"/>
              </w:rPr>
              <w:t>–11.03.2018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8078</w:t>
            </w:r>
          </w:p>
        </w:tc>
        <w:tc>
          <w:tcPr>
            <w:tcW w:w="2976" w:type="dxa"/>
          </w:tcPr>
          <w:p w:rsidR="00A407D8" w:rsidRDefault="00A407D8" w:rsidP="00956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Комотини,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Александруполис</w:t>
            </w:r>
          </w:p>
        </w:tc>
        <w:tc>
          <w:tcPr>
            <w:tcW w:w="1949" w:type="dxa"/>
          </w:tcPr>
          <w:p w:rsidR="00A407D8" w:rsidRDefault="00A407D8" w:rsidP="00956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04–11.03.2018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Дания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8079</w:t>
            </w:r>
          </w:p>
        </w:tc>
        <w:tc>
          <w:tcPr>
            <w:tcW w:w="2976" w:type="dxa"/>
          </w:tcPr>
          <w:p w:rsidR="00A407D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Торсхавн 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(Фарерские о-ва),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Орхус,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Оденсе</w:t>
            </w:r>
          </w:p>
        </w:tc>
        <w:tc>
          <w:tcPr>
            <w:tcW w:w="1949" w:type="dxa"/>
          </w:tcPr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13–17.03.2018</w:t>
            </w:r>
          </w:p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93" w:type="dxa"/>
          </w:tcPr>
          <w:p w:rsidR="00A407D8" w:rsidRPr="00EC6918" w:rsidRDefault="00A407D8" w:rsidP="00A519D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8171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Гома</w:t>
            </w:r>
          </w:p>
        </w:tc>
        <w:tc>
          <w:tcPr>
            <w:tcW w:w="1949" w:type="dxa"/>
          </w:tcPr>
          <w:p w:rsidR="00A407D8" w:rsidRPr="00EC6918" w:rsidRDefault="00A407D8" w:rsidP="0094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Джибути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8080</w:t>
            </w:r>
          </w:p>
        </w:tc>
        <w:tc>
          <w:tcPr>
            <w:tcW w:w="2976" w:type="dxa"/>
          </w:tcPr>
          <w:p w:rsidR="00A407D8" w:rsidRPr="00EC6918" w:rsidRDefault="00A407D8" w:rsidP="00956B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Могадишо (Сомали)</w:t>
            </w:r>
          </w:p>
        </w:tc>
        <w:tc>
          <w:tcPr>
            <w:tcW w:w="1949" w:type="dxa"/>
          </w:tcPr>
          <w:p w:rsidR="00A407D8" w:rsidRPr="00EC6918" w:rsidRDefault="00A407D8" w:rsidP="009B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11–</w:t>
            </w:r>
            <w:r w:rsidRPr="00EC6918">
              <w:rPr>
                <w:sz w:val="24"/>
                <w:szCs w:val="24"/>
              </w:rPr>
              <w:t>12.03.2018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Египет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8081</w:t>
            </w:r>
          </w:p>
        </w:tc>
        <w:tc>
          <w:tcPr>
            <w:tcW w:w="2976" w:type="dxa"/>
          </w:tcPr>
          <w:p w:rsidR="00A407D8" w:rsidRPr="00EC6918" w:rsidRDefault="00A407D8" w:rsidP="009412C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 Шарм-эш-</w:t>
            </w:r>
            <w:r w:rsidRPr="009412CF">
              <w:rPr>
                <w:sz w:val="24"/>
                <w:szCs w:val="24"/>
              </w:rPr>
              <w:t>Ше</w:t>
            </w:r>
            <w:r w:rsidRPr="00EC6918">
              <w:rPr>
                <w:sz w:val="24"/>
                <w:szCs w:val="24"/>
              </w:rPr>
              <w:t>йх</w:t>
            </w:r>
          </w:p>
        </w:tc>
        <w:tc>
          <w:tcPr>
            <w:tcW w:w="1949" w:type="dxa"/>
          </w:tcPr>
          <w:p w:rsidR="00A407D8" w:rsidRPr="00EC6918" w:rsidRDefault="00A407D8" w:rsidP="00941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Зимбабве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8084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 Булавайо 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Израиль</w:t>
            </w: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8087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Ашкелон</w:t>
            </w:r>
          </w:p>
        </w:tc>
        <w:tc>
          <w:tcPr>
            <w:tcW w:w="1949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8093</w:t>
            </w:r>
          </w:p>
        </w:tc>
        <w:tc>
          <w:tcPr>
            <w:tcW w:w="2976" w:type="dxa"/>
          </w:tcPr>
          <w:p w:rsidR="00A407D8" w:rsidRPr="00EC6918" w:rsidRDefault="00A407D8" w:rsidP="00A06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Ришон-ле-Цион</w:t>
            </w:r>
          </w:p>
        </w:tc>
        <w:tc>
          <w:tcPr>
            <w:tcW w:w="1949" w:type="dxa"/>
          </w:tcPr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8094</w:t>
            </w:r>
          </w:p>
        </w:tc>
        <w:tc>
          <w:tcPr>
            <w:tcW w:w="2976" w:type="dxa"/>
          </w:tcPr>
          <w:p w:rsidR="00A407D8" w:rsidRPr="00EC6918" w:rsidRDefault="00A407D8" w:rsidP="00A06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Тель-Авив</w:t>
            </w:r>
          </w:p>
        </w:tc>
        <w:tc>
          <w:tcPr>
            <w:tcW w:w="1949" w:type="dxa"/>
          </w:tcPr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8096</w:t>
            </w:r>
          </w:p>
        </w:tc>
        <w:tc>
          <w:tcPr>
            <w:tcW w:w="2976" w:type="dxa"/>
          </w:tcPr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Хайфа</w:t>
            </w:r>
          </w:p>
        </w:tc>
        <w:tc>
          <w:tcPr>
            <w:tcW w:w="1949" w:type="dxa"/>
          </w:tcPr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13–</w:t>
            </w:r>
            <w:r w:rsidRPr="00EC6918">
              <w:rPr>
                <w:sz w:val="24"/>
                <w:szCs w:val="24"/>
              </w:rPr>
              <w:t>15.03.2018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Индонезия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8103</w:t>
            </w:r>
          </w:p>
        </w:tc>
        <w:tc>
          <w:tcPr>
            <w:tcW w:w="2976" w:type="dxa"/>
          </w:tcPr>
          <w:p w:rsidR="00A407D8" w:rsidRPr="00EC6918" w:rsidRDefault="00A407D8" w:rsidP="0030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Денпасар (</w:t>
            </w:r>
            <w:r w:rsidRPr="00EC6918">
              <w:rPr>
                <w:sz w:val="24"/>
                <w:szCs w:val="24"/>
              </w:rPr>
              <w:t>о. Бали</w:t>
            </w:r>
            <w:r>
              <w:rPr>
                <w:sz w:val="24"/>
                <w:szCs w:val="24"/>
              </w:rPr>
              <w:t>)</w:t>
            </w:r>
            <w:r w:rsidRPr="00EC6918">
              <w:rPr>
                <w:sz w:val="24"/>
                <w:szCs w:val="24"/>
              </w:rPr>
              <w:t>,</w:t>
            </w:r>
          </w:p>
          <w:p w:rsidR="00A407D8" w:rsidRDefault="00A407D8" w:rsidP="00300A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Порт-Морсби</w:t>
            </w:r>
          </w:p>
          <w:p w:rsidR="00A407D8" w:rsidRPr="00EC6918" w:rsidRDefault="00A407D8" w:rsidP="00300A7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(Папуа – Новая Гвинея)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15–17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Индия</w:t>
            </w:r>
          </w:p>
        </w:tc>
        <w:tc>
          <w:tcPr>
            <w:tcW w:w="1985" w:type="dxa"/>
          </w:tcPr>
          <w:p w:rsidR="00A407D8" w:rsidRPr="00EC6918" w:rsidRDefault="00A407D8" w:rsidP="00D65EF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8099</w:t>
            </w:r>
          </w:p>
        </w:tc>
        <w:tc>
          <w:tcPr>
            <w:tcW w:w="2976" w:type="dxa"/>
          </w:tcPr>
          <w:p w:rsidR="00A407D8" w:rsidRPr="00EC6918" w:rsidRDefault="00A407D8" w:rsidP="00D65EF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Нью</w:t>
            </w:r>
            <w:r>
              <w:rPr>
                <w:sz w:val="24"/>
                <w:szCs w:val="24"/>
              </w:rPr>
              <w:t>-</w:t>
            </w:r>
            <w:r w:rsidRPr="00EC6918">
              <w:rPr>
                <w:sz w:val="24"/>
                <w:szCs w:val="24"/>
              </w:rPr>
              <w:t xml:space="preserve">Дели, </w:t>
            </w:r>
          </w:p>
          <w:p w:rsidR="00A407D8" w:rsidRPr="00EC6918" w:rsidRDefault="00A407D8" w:rsidP="00D65EF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Чандигарх,</w:t>
            </w:r>
          </w:p>
          <w:p w:rsidR="00A407D8" w:rsidRPr="00EC6918" w:rsidRDefault="00A407D8" w:rsidP="00D65EF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Наггар,</w:t>
            </w:r>
          </w:p>
          <w:p w:rsidR="00A407D8" w:rsidRPr="00EC6918" w:rsidRDefault="00A407D8" w:rsidP="009B5F1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Куллу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C6918">
              <w:rPr>
                <w:sz w:val="24"/>
                <w:szCs w:val="24"/>
              </w:rPr>
              <w:t>5–15.03.2018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D65EF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8100</w:t>
            </w:r>
          </w:p>
        </w:tc>
        <w:tc>
          <w:tcPr>
            <w:tcW w:w="2976" w:type="dxa"/>
          </w:tcPr>
          <w:p w:rsidR="00A407D8" w:rsidRPr="00EC6918" w:rsidRDefault="00A407D8" w:rsidP="00D65EF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Насик</w:t>
            </w:r>
          </w:p>
        </w:tc>
        <w:tc>
          <w:tcPr>
            <w:tcW w:w="1949" w:type="dxa"/>
          </w:tcPr>
          <w:p w:rsidR="00A407D8" w:rsidRPr="00EC6918" w:rsidRDefault="00A407D8" w:rsidP="00FC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8101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Маяпур</w:t>
            </w:r>
          </w:p>
        </w:tc>
        <w:tc>
          <w:tcPr>
            <w:tcW w:w="1949" w:type="dxa"/>
          </w:tcPr>
          <w:p w:rsidR="00A407D8" w:rsidRPr="00EC6918" w:rsidRDefault="00A407D8" w:rsidP="00FE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EC6918">
              <w:rPr>
                <w:sz w:val="24"/>
                <w:szCs w:val="24"/>
              </w:rPr>
              <w:t>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FF35C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8102</w:t>
            </w:r>
          </w:p>
        </w:tc>
        <w:tc>
          <w:tcPr>
            <w:tcW w:w="2976" w:type="dxa"/>
          </w:tcPr>
          <w:p w:rsidR="00A407D8" w:rsidRPr="00EC6918" w:rsidRDefault="00A407D8" w:rsidP="0020017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Тируванантапурам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20017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Тирунелвели</w:t>
            </w:r>
            <w:r>
              <w:rPr>
                <w:sz w:val="24"/>
                <w:szCs w:val="24"/>
              </w:rPr>
              <w:t>,</w:t>
            </w:r>
            <w:r w:rsidRPr="00EC6918">
              <w:rPr>
                <w:sz w:val="24"/>
                <w:szCs w:val="24"/>
              </w:rPr>
              <w:t xml:space="preserve"> </w:t>
            </w:r>
          </w:p>
          <w:p w:rsidR="00A407D8" w:rsidRPr="00EC6918" w:rsidRDefault="00A407D8" w:rsidP="0020017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</w:t>
            </w:r>
            <w:r>
              <w:rPr>
                <w:sz w:val="24"/>
                <w:szCs w:val="24"/>
              </w:rPr>
              <w:t>ш</w:t>
            </w:r>
            <w:r w:rsidRPr="00EC6918">
              <w:rPr>
                <w:sz w:val="24"/>
                <w:szCs w:val="24"/>
              </w:rPr>
              <w:t>акхапатнам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20017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Бангалор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20017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Хайдарабад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20017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Ауровиль, </w:t>
            </w:r>
            <w:r w:rsidRPr="00EC6918">
              <w:rPr>
                <w:sz w:val="24"/>
                <w:szCs w:val="24"/>
              </w:rPr>
              <w:br/>
              <w:t>г. Пондичерри</w:t>
            </w:r>
          </w:p>
        </w:tc>
        <w:tc>
          <w:tcPr>
            <w:tcW w:w="1949" w:type="dxa"/>
          </w:tcPr>
          <w:p w:rsidR="00A407D8" w:rsidRPr="00EC6918" w:rsidRDefault="00A407D8" w:rsidP="00FE02C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10–15.03.2018</w:t>
            </w:r>
          </w:p>
          <w:p w:rsidR="00A407D8" w:rsidRPr="00EC6918" w:rsidRDefault="00A407D8" w:rsidP="00FF35C7">
            <w:pPr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Иордания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8104</w:t>
            </w:r>
          </w:p>
        </w:tc>
        <w:tc>
          <w:tcPr>
            <w:tcW w:w="2976" w:type="dxa"/>
          </w:tcPr>
          <w:p w:rsidR="00A407D8" w:rsidRPr="00EC6918" w:rsidRDefault="00A407D8" w:rsidP="006A7C8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Акаба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FC538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Ирбид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14–16.03.2018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Ирак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8105</w:t>
            </w:r>
          </w:p>
        </w:tc>
        <w:tc>
          <w:tcPr>
            <w:tcW w:w="2976" w:type="dxa"/>
          </w:tcPr>
          <w:p w:rsidR="00A407D8" w:rsidRPr="00EC6918" w:rsidRDefault="00A407D8" w:rsidP="00316148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 Бадра 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Ирландия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8112</w:t>
            </w:r>
          </w:p>
        </w:tc>
        <w:tc>
          <w:tcPr>
            <w:tcW w:w="2976" w:type="dxa"/>
          </w:tcPr>
          <w:p w:rsidR="00A407D8" w:rsidRPr="00EC6918" w:rsidRDefault="00A407D8" w:rsidP="00A357B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Корк,</w:t>
            </w:r>
          </w:p>
          <w:p w:rsidR="00A407D8" w:rsidRPr="00EC6918" w:rsidRDefault="00A407D8" w:rsidP="00A357B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Лимерик,</w:t>
            </w:r>
          </w:p>
          <w:p w:rsidR="00A407D8" w:rsidRPr="00EC6918" w:rsidRDefault="00A407D8" w:rsidP="00A357B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Голуэй</w:t>
            </w:r>
          </w:p>
        </w:tc>
        <w:tc>
          <w:tcPr>
            <w:tcW w:w="1949" w:type="dxa"/>
          </w:tcPr>
          <w:p w:rsidR="00A407D8" w:rsidRPr="00EC6918" w:rsidRDefault="00A407D8" w:rsidP="00FC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Италия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8118</w:t>
            </w:r>
          </w:p>
        </w:tc>
        <w:tc>
          <w:tcPr>
            <w:tcW w:w="2976" w:type="dxa"/>
          </w:tcPr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Анкона,</w:t>
            </w:r>
          </w:p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Бари,</w:t>
            </w:r>
          </w:p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Неаполь,</w:t>
            </w:r>
          </w:p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Пиза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8119</w:t>
            </w:r>
          </w:p>
        </w:tc>
        <w:tc>
          <w:tcPr>
            <w:tcW w:w="2976" w:type="dxa"/>
          </w:tcPr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Турин,</w:t>
            </w:r>
          </w:p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Местре,</w:t>
            </w:r>
          </w:p>
          <w:p w:rsidR="00A407D8" w:rsidRPr="00EC6918" w:rsidRDefault="00A407D8" w:rsidP="0084761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Болонья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8120</w:t>
            </w:r>
          </w:p>
        </w:tc>
        <w:tc>
          <w:tcPr>
            <w:tcW w:w="2976" w:type="dxa"/>
          </w:tcPr>
          <w:p w:rsidR="00A407D8" w:rsidRDefault="00A407D8" w:rsidP="00483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Сан-Ремо,</w:t>
            </w:r>
          </w:p>
          <w:p w:rsidR="00A407D8" w:rsidRDefault="00A407D8" w:rsidP="00483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Таджа,</w:t>
            </w:r>
          </w:p>
          <w:p w:rsidR="00A407D8" w:rsidRPr="00EC6918" w:rsidRDefault="00A407D8" w:rsidP="00483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Специя</w:t>
            </w:r>
          </w:p>
        </w:tc>
        <w:tc>
          <w:tcPr>
            <w:tcW w:w="1949" w:type="dxa"/>
          </w:tcPr>
          <w:p w:rsidR="00A407D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8121</w:t>
            </w:r>
          </w:p>
        </w:tc>
        <w:tc>
          <w:tcPr>
            <w:tcW w:w="2976" w:type="dxa"/>
          </w:tcPr>
          <w:p w:rsidR="00A407D8" w:rsidRDefault="00A407D8" w:rsidP="00583BE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Реджо-ди-Калабрия, </w:t>
            </w:r>
          </w:p>
          <w:p w:rsidR="00A407D8" w:rsidRPr="00EC6918" w:rsidRDefault="00A407D8" w:rsidP="00583BE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Ренде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583BE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Катания (о. Сицилия)</w:t>
            </w:r>
          </w:p>
        </w:tc>
        <w:tc>
          <w:tcPr>
            <w:tcW w:w="1949" w:type="dxa"/>
          </w:tcPr>
          <w:p w:rsidR="00A407D8" w:rsidRPr="00EC6918" w:rsidRDefault="00A407D8" w:rsidP="00962BF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–14.03.2018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8432</w:t>
            </w:r>
          </w:p>
        </w:tc>
        <w:tc>
          <w:tcPr>
            <w:tcW w:w="2976" w:type="dxa"/>
          </w:tcPr>
          <w:p w:rsidR="00A407D8" w:rsidRPr="00EC6918" w:rsidRDefault="00A407D8" w:rsidP="00A7614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Перуджа,</w:t>
            </w:r>
          </w:p>
          <w:p w:rsidR="00A407D8" w:rsidRPr="00EC6918" w:rsidRDefault="00A407D8" w:rsidP="00A7614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Флоренция,</w:t>
            </w:r>
          </w:p>
          <w:p w:rsidR="00A407D8" w:rsidRPr="00EC6918" w:rsidRDefault="00A407D8" w:rsidP="00A7614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Верона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Казахстан</w:t>
            </w:r>
          </w:p>
        </w:tc>
        <w:tc>
          <w:tcPr>
            <w:tcW w:w="1985" w:type="dxa"/>
          </w:tcPr>
          <w:p w:rsidR="00A407D8" w:rsidRPr="00EC6918" w:rsidRDefault="00A407D8" w:rsidP="00962BF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8133</w:t>
            </w:r>
          </w:p>
        </w:tc>
        <w:tc>
          <w:tcPr>
            <w:tcW w:w="2976" w:type="dxa"/>
          </w:tcPr>
          <w:p w:rsidR="00A407D8" w:rsidRPr="00EC6918" w:rsidRDefault="00A407D8" w:rsidP="00962BF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Кордай</w:t>
            </w:r>
          </w:p>
        </w:tc>
        <w:tc>
          <w:tcPr>
            <w:tcW w:w="1949" w:type="dxa"/>
          </w:tcPr>
          <w:p w:rsidR="00A407D8" w:rsidRPr="00EC6918" w:rsidRDefault="00A407D8" w:rsidP="00C9167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15–16.03.2018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8135</w:t>
            </w:r>
          </w:p>
        </w:tc>
        <w:tc>
          <w:tcPr>
            <w:tcW w:w="2976" w:type="dxa"/>
          </w:tcPr>
          <w:p w:rsidR="00A407D8" w:rsidRPr="00EC6918" w:rsidRDefault="00A407D8" w:rsidP="00C9167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Кызылорда</w:t>
            </w:r>
          </w:p>
        </w:tc>
        <w:tc>
          <w:tcPr>
            <w:tcW w:w="1949" w:type="dxa"/>
          </w:tcPr>
          <w:p w:rsidR="00A407D8" w:rsidRPr="00EC6918" w:rsidRDefault="00A407D8" w:rsidP="00C9167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15–16.03.2018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Камбоджа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8152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Сиануквиль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Канада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8148</w:t>
            </w:r>
          </w:p>
        </w:tc>
        <w:tc>
          <w:tcPr>
            <w:tcW w:w="2976" w:type="dxa"/>
          </w:tcPr>
          <w:p w:rsidR="00A407D8" w:rsidRPr="00EC6918" w:rsidRDefault="00A407D8" w:rsidP="002D52D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Галифакс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2D52D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Сент-Джонс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8151</w:t>
            </w:r>
          </w:p>
        </w:tc>
        <w:tc>
          <w:tcPr>
            <w:tcW w:w="2976" w:type="dxa"/>
          </w:tcPr>
          <w:p w:rsidR="00A407D8" w:rsidRPr="00EC6918" w:rsidRDefault="00A407D8" w:rsidP="0030055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Виннипег,</w:t>
            </w:r>
          </w:p>
          <w:p w:rsidR="00A407D8" w:rsidRPr="00EC6918" w:rsidRDefault="00A407D8" w:rsidP="0030055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Калгари,</w:t>
            </w:r>
          </w:p>
          <w:p w:rsidR="00A407D8" w:rsidRPr="00EC6918" w:rsidRDefault="00A407D8" w:rsidP="0030055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Виндзор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03–07.03.2018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Киргизия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8162</w:t>
            </w:r>
          </w:p>
        </w:tc>
        <w:tc>
          <w:tcPr>
            <w:tcW w:w="2976" w:type="dxa"/>
          </w:tcPr>
          <w:p w:rsidR="00A407D8" w:rsidRPr="00EC6918" w:rsidRDefault="00A407D8" w:rsidP="0076592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Кызыл-Кия</w:t>
            </w:r>
          </w:p>
          <w:p w:rsidR="00A407D8" w:rsidRPr="00EC6918" w:rsidRDefault="00A407D8" w:rsidP="0076592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Джалал-Абад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10–11.03.2018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Китай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8166</w:t>
            </w:r>
          </w:p>
        </w:tc>
        <w:tc>
          <w:tcPr>
            <w:tcW w:w="2976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 xml:space="preserve">Ляньюнган 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Конго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8172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Пуэнт-Нуар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Коста-Рика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8175</w:t>
            </w:r>
          </w:p>
        </w:tc>
        <w:tc>
          <w:tcPr>
            <w:tcW w:w="2976" w:type="dxa"/>
          </w:tcPr>
          <w:p w:rsidR="00A407D8" w:rsidRPr="0009301C" w:rsidRDefault="00A407D8" w:rsidP="004C5752">
            <w:pPr>
              <w:jc w:val="center"/>
              <w:rPr>
                <w:sz w:val="24"/>
                <w:szCs w:val="24"/>
              </w:rPr>
            </w:pPr>
            <w:r w:rsidRPr="0009301C">
              <w:rPr>
                <w:sz w:val="24"/>
                <w:szCs w:val="24"/>
              </w:rPr>
              <w:t>пров. Гуаканакасте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Кот д′Ивуар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8176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Уагадугу 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(Буркина Фасо)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Куба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8177</w:t>
            </w:r>
          </w:p>
        </w:tc>
        <w:tc>
          <w:tcPr>
            <w:tcW w:w="2976" w:type="dxa"/>
          </w:tcPr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Санта-Клара,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Сьенфуэгос,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Сьего-де-Авила,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Камагуэй,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Баямо,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Сантьяго-де-Куба,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Ольгин,</w:t>
            </w:r>
          </w:p>
          <w:p w:rsidR="00A407D8" w:rsidRPr="00EC6918" w:rsidRDefault="00A407D8" w:rsidP="0005674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Пинар-дель-Рио,</w:t>
            </w:r>
          </w:p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Варадеро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C6918">
              <w:rPr>
                <w:sz w:val="24"/>
                <w:szCs w:val="24"/>
              </w:rPr>
              <w:t>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Латвия</w:t>
            </w: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8179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Рига</w:t>
            </w:r>
          </w:p>
        </w:tc>
        <w:tc>
          <w:tcPr>
            <w:tcW w:w="1949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8180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Рига</w:t>
            </w:r>
          </w:p>
        </w:tc>
        <w:tc>
          <w:tcPr>
            <w:tcW w:w="1949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8181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Рига</w:t>
            </w:r>
          </w:p>
        </w:tc>
        <w:tc>
          <w:tcPr>
            <w:tcW w:w="1949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8183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Даугавпилс</w:t>
            </w:r>
          </w:p>
        </w:tc>
        <w:tc>
          <w:tcPr>
            <w:tcW w:w="1949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8184</w:t>
            </w:r>
          </w:p>
        </w:tc>
        <w:tc>
          <w:tcPr>
            <w:tcW w:w="2976" w:type="dxa"/>
          </w:tcPr>
          <w:p w:rsidR="00A407D8" w:rsidRPr="00EC6918" w:rsidRDefault="00A407D8" w:rsidP="00681E6C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Лиепа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949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Македония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8196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Струмица, 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Кочани, 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 xml:space="preserve">г. Берово, </w:t>
            </w:r>
          </w:p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Виница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Малайзия</w:t>
            </w:r>
          </w:p>
        </w:tc>
        <w:tc>
          <w:tcPr>
            <w:tcW w:w="1985" w:type="dxa"/>
          </w:tcPr>
          <w:p w:rsidR="00A407D8" w:rsidRPr="00EC6918" w:rsidRDefault="00A407D8" w:rsidP="00FC16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8197</w:t>
            </w:r>
          </w:p>
        </w:tc>
        <w:tc>
          <w:tcPr>
            <w:tcW w:w="2976" w:type="dxa"/>
          </w:tcPr>
          <w:p w:rsidR="00A407D8" w:rsidRPr="00EC6918" w:rsidRDefault="00A407D8" w:rsidP="00FC16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Куах</w:t>
            </w:r>
          </w:p>
          <w:p w:rsidR="00A407D8" w:rsidRPr="00EC6918" w:rsidRDefault="00A407D8" w:rsidP="00FC16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(о. Лангкави),</w:t>
            </w:r>
          </w:p>
          <w:p w:rsidR="00A407D8" w:rsidRPr="00EC6918" w:rsidRDefault="00A407D8" w:rsidP="00FC16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Джор</w:t>
            </w:r>
            <w:r>
              <w:rPr>
                <w:sz w:val="24"/>
                <w:szCs w:val="24"/>
              </w:rPr>
              <w:t>д</w:t>
            </w:r>
            <w:r w:rsidRPr="00EC6918">
              <w:rPr>
                <w:sz w:val="24"/>
                <w:szCs w:val="24"/>
              </w:rPr>
              <w:t>жтаун</w:t>
            </w:r>
          </w:p>
          <w:p w:rsidR="00A407D8" w:rsidRPr="00EC6918" w:rsidRDefault="00A407D8" w:rsidP="00FC16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(о. Пенанг)</w:t>
            </w:r>
          </w:p>
        </w:tc>
        <w:tc>
          <w:tcPr>
            <w:tcW w:w="1949" w:type="dxa"/>
          </w:tcPr>
          <w:p w:rsidR="00A407D8" w:rsidRPr="00EC6918" w:rsidRDefault="00A407D8" w:rsidP="000930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Мали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8198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Ниамей (Нигер)</w:t>
            </w:r>
          </w:p>
        </w:tc>
        <w:tc>
          <w:tcPr>
            <w:tcW w:w="1949" w:type="dxa"/>
          </w:tcPr>
          <w:p w:rsidR="00A407D8" w:rsidRPr="00EC6918" w:rsidRDefault="00A407D8" w:rsidP="00C87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Марокко</w:t>
            </w:r>
          </w:p>
        </w:tc>
        <w:tc>
          <w:tcPr>
            <w:tcW w:w="1985" w:type="dxa"/>
          </w:tcPr>
          <w:p w:rsidR="00A407D8" w:rsidRPr="00EC6918" w:rsidRDefault="00A407D8" w:rsidP="0006304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8200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Фес</w:t>
            </w:r>
          </w:p>
        </w:tc>
        <w:tc>
          <w:tcPr>
            <w:tcW w:w="1949" w:type="dxa"/>
          </w:tcPr>
          <w:p w:rsidR="00A407D8" w:rsidRPr="00EC6918" w:rsidRDefault="00A407D8" w:rsidP="00C87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8201</w:t>
            </w:r>
          </w:p>
        </w:tc>
        <w:tc>
          <w:tcPr>
            <w:tcW w:w="2976" w:type="dxa"/>
          </w:tcPr>
          <w:p w:rsidR="00A407D8" w:rsidRPr="00EC6918" w:rsidRDefault="00A407D8" w:rsidP="0006304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Марракеш,</w:t>
            </w:r>
          </w:p>
          <w:p w:rsidR="00A407D8" w:rsidRPr="00EC6918" w:rsidRDefault="00A407D8" w:rsidP="0006304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Агадир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–11.03.2018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Мексика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8202</w:t>
            </w:r>
          </w:p>
        </w:tc>
        <w:tc>
          <w:tcPr>
            <w:tcW w:w="2976" w:type="dxa"/>
          </w:tcPr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Гвадалахара,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Тихуана,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Леон,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Энсенада,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Гуанахуато,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Канкун,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Мерида,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Плайя-дель-Кармен,</w:t>
            </w:r>
          </w:p>
          <w:p w:rsidR="00A407D8" w:rsidRPr="00EC6918" w:rsidRDefault="00A407D8" w:rsidP="00C32834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Керетаро</w:t>
            </w:r>
          </w:p>
        </w:tc>
        <w:tc>
          <w:tcPr>
            <w:tcW w:w="1949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Мозамбик</w:t>
            </w:r>
          </w:p>
        </w:tc>
        <w:tc>
          <w:tcPr>
            <w:tcW w:w="1985" w:type="dxa"/>
          </w:tcPr>
          <w:p w:rsidR="00A407D8" w:rsidRPr="00EC6918" w:rsidRDefault="00A407D8" w:rsidP="00375E1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8203</w:t>
            </w:r>
          </w:p>
        </w:tc>
        <w:tc>
          <w:tcPr>
            <w:tcW w:w="2976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Бейра</w:t>
            </w:r>
          </w:p>
        </w:tc>
        <w:tc>
          <w:tcPr>
            <w:tcW w:w="1949" w:type="dxa"/>
          </w:tcPr>
          <w:p w:rsidR="00A407D8" w:rsidRPr="00EC6918" w:rsidRDefault="00A407D8" w:rsidP="00C87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Мьянма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8233</w:t>
            </w:r>
          </w:p>
        </w:tc>
        <w:tc>
          <w:tcPr>
            <w:tcW w:w="2976" w:type="dxa"/>
          </w:tcPr>
          <w:p w:rsidR="00A407D8" w:rsidRPr="00EC6918" w:rsidRDefault="00A407D8" w:rsidP="008D128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Мейтхила,</w:t>
            </w:r>
          </w:p>
          <w:p w:rsidR="00A407D8" w:rsidRPr="00EC6918" w:rsidRDefault="00A407D8" w:rsidP="008D128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Мандалай</w:t>
            </w:r>
          </w:p>
        </w:tc>
        <w:tc>
          <w:tcPr>
            <w:tcW w:w="1949" w:type="dxa"/>
          </w:tcPr>
          <w:p w:rsidR="00A407D8" w:rsidRPr="00EC6918" w:rsidRDefault="00A407D8" w:rsidP="008D128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12–16.03.2018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Намибия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8234</w:t>
            </w:r>
          </w:p>
        </w:tc>
        <w:tc>
          <w:tcPr>
            <w:tcW w:w="2976" w:type="dxa"/>
          </w:tcPr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Свакопмунд,</w:t>
            </w:r>
          </w:p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Уолфиш-Бей,</w:t>
            </w:r>
          </w:p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Ошакати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5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Нигерия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8237</w:t>
            </w:r>
          </w:p>
        </w:tc>
        <w:tc>
          <w:tcPr>
            <w:tcW w:w="2976" w:type="dxa"/>
          </w:tcPr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Лагос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Никарагуа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8240</w:t>
            </w:r>
          </w:p>
        </w:tc>
        <w:tc>
          <w:tcPr>
            <w:tcW w:w="2976" w:type="dxa"/>
          </w:tcPr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Сан-Сальвадор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Норвегия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8244</w:t>
            </w:r>
          </w:p>
        </w:tc>
        <w:tc>
          <w:tcPr>
            <w:tcW w:w="2976" w:type="dxa"/>
          </w:tcPr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Ставангер,</w:t>
            </w:r>
          </w:p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Трондхейм,</w:t>
            </w:r>
          </w:p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Берген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8245</w:t>
            </w:r>
          </w:p>
        </w:tc>
        <w:tc>
          <w:tcPr>
            <w:tcW w:w="2976" w:type="dxa"/>
          </w:tcPr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Альта,</w:t>
            </w:r>
          </w:p>
          <w:p w:rsidR="00A407D8" w:rsidRPr="00EC6918" w:rsidRDefault="00A407D8" w:rsidP="00AF67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Тромсё,</w:t>
            </w:r>
          </w:p>
          <w:p w:rsidR="00A407D8" w:rsidRPr="00EC6918" w:rsidRDefault="00A407D8" w:rsidP="00461E4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Будё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8246</w:t>
            </w:r>
          </w:p>
        </w:tc>
        <w:tc>
          <w:tcPr>
            <w:tcW w:w="2976" w:type="dxa"/>
          </w:tcPr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п. Лонгиербюен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93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Оман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8249</w:t>
            </w:r>
          </w:p>
        </w:tc>
        <w:tc>
          <w:tcPr>
            <w:tcW w:w="2976" w:type="dxa"/>
          </w:tcPr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Сохар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Пакистан</w:t>
            </w:r>
          </w:p>
        </w:tc>
        <w:tc>
          <w:tcPr>
            <w:tcW w:w="1985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8250</w:t>
            </w:r>
          </w:p>
        </w:tc>
        <w:tc>
          <w:tcPr>
            <w:tcW w:w="2976" w:type="dxa"/>
          </w:tcPr>
          <w:p w:rsidR="00A407D8" w:rsidRDefault="00A407D8" w:rsidP="00324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Лахор,</w:t>
            </w:r>
          </w:p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Пешавар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251</w:t>
            </w:r>
          </w:p>
        </w:tc>
        <w:tc>
          <w:tcPr>
            <w:tcW w:w="2976" w:type="dxa"/>
          </w:tcPr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Кветта,</w:t>
            </w:r>
          </w:p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Хайдерабад</w:t>
            </w:r>
          </w:p>
        </w:tc>
        <w:tc>
          <w:tcPr>
            <w:tcW w:w="1949" w:type="dxa"/>
          </w:tcPr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05–13.03.2018</w:t>
            </w:r>
          </w:p>
          <w:p w:rsidR="00A407D8" w:rsidRPr="00EC6918" w:rsidRDefault="00A407D8" w:rsidP="003B6EF2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Палестина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8098</w:t>
            </w:r>
          </w:p>
        </w:tc>
        <w:tc>
          <w:tcPr>
            <w:tcW w:w="2976" w:type="dxa"/>
          </w:tcPr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Газа,</w:t>
            </w:r>
          </w:p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Вифлеем,</w:t>
            </w:r>
          </w:p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Наблус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Португалия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8259</w:t>
            </w:r>
          </w:p>
        </w:tc>
        <w:tc>
          <w:tcPr>
            <w:tcW w:w="2976" w:type="dxa"/>
          </w:tcPr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Фуншал,</w:t>
            </w:r>
          </w:p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Порту,</w:t>
            </w:r>
          </w:p>
          <w:p w:rsidR="00A407D8" w:rsidRPr="00EC6918" w:rsidRDefault="00A407D8" w:rsidP="00324B81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Портимау</w:t>
            </w:r>
          </w:p>
        </w:tc>
        <w:tc>
          <w:tcPr>
            <w:tcW w:w="1949" w:type="dxa"/>
          </w:tcPr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11–17.03.2018</w:t>
            </w:r>
          </w:p>
          <w:p w:rsidR="00A407D8" w:rsidRPr="00EC6918" w:rsidRDefault="00A407D8" w:rsidP="003F1420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Словакия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8270</w:t>
            </w:r>
          </w:p>
        </w:tc>
        <w:tc>
          <w:tcPr>
            <w:tcW w:w="2976" w:type="dxa"/>
          </w:tcPr>
          <w:p w:rsidR="00A407D8" w:rsidRPr="00EC6918" w:rsidRDefault="00A407D8" w:rsidP="00D87D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Нитра,</w:t>
            </w:r>
          </w:p>
          <w:p w:rsidR="00A407D8" w:rsidRPr="00EC6918" w:rsidRDefault="00A407D8" w:rsidP="00D87D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Жилина,</w:t>
            </w:r>
          </w:p>
          <w:p w:rsidR="00A407D8" w:rsidRPr="00EC6918" w:rsidRDefault="00A407D8" w:rsidP="00D87D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Банска</w:t>
            </w:r>
            <w:r>
              <w:rPr>
                <w:sz w:val="24"/>
                <w:szCs w:val="24"/>
              </w:rPr>
              <w:t>-</w:t>
            </w:r>
            <w:r w:rsidRPr="00EC6918">
              <w:rPr>
                <w:sz w:val="24"/>
                <w:szCs w:val="24"/>
              </w:rPr>
              <w:t>Быстрица,</w:t>
            </w:r>
          </w:p>
          <w:p w:rsidR="00A407D8" w:rsidRPr="00EC6918" w:rsidRDefault="00A407D8" w:rsidP="00D87DBD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Кошице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Судан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8272</w:t>
            </w:r>
          </w:p>
        </w:tc>
        <w:tc>
          <w:tcPr>
            <w:tcW w:w="2976" w:type="dxa"/>
          </w:tcPr>
          <w:p w:rsidR="00A407D8" w:rsidRPr="00461E42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п. «Альянс»,</w:t>
            </w:r>
          </w:p>
          <w:p w:rsidR="00A407D8" w:rsidRPr="00461E42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п. «Мероэ Голд»</w:t>
            </w:r>
          </w:p>
          <w:p w:rsidR="00A407D8" w:rsidRPr="00461E42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(штат Красное Море),</w:t>
            </w:r>
          </w:p>
          <w:p w:rsidR="00A407D8" w:rsidRPr="00461E42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Фашер,</w:t>
            </w:r>
          </w:p>
          <w:p w:rsidR="00A407D8" w:rsidRPr="00461E42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Ньяла,</w:t>
            </w:r>
          </w:p>
          <w:p w:rsidR="00A407D8" w:rsidRPr="00461E42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Залинджи,</w:t>
            </w:r>
          </w:p>
          <w:p w:rsidR="00A407D8" w:rsidRPr="00EC6918" w:rsidRDefault="00A407D8" w:rsidP="00461E42">
            <w:pPr>
              <w:jc w:val="center"/>
              <w:rPr>
                <w:sz w:val="24"/>
                <w:szCs w:val="24"/>
              </w:rPr>
            </w:pPr>
            <w:r w:rsidRPr="00461E4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61E42">
              <w:rPr>
                <w:sz w:val="24"/>
                <w:szCs w:val="24"/>
              </w:rPr>
              <w:t>Джинейна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США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8273</w:t>
            </w:r>
          </w:p>
        </w:tc>
        <w:tc>
          <w:tcPr>
            <w:tcW w:w="2976" w:type="dxa"/>
          </w:tcPr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Орландо,</w:t>
            </w:r>
          </w:p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Майями,</w:t>
            </w:r>
          </w:p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Атланта,</w:t>
            </w:r>
          </w:p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Миннеаполис,</w:t>
            </w:r>
          </w:p>
          <w:p w:rsidR="00A407D8" w:rsidRPr="00EC6918" w:rsidRDefault="00A407D8" w:rsidP="0047146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Чикаго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8274</w:t>
            </w:r>
          </w:p>
        </w:tc>
        <w:tc>
          <w:tcPr>
            <w:tcW w:w="2976" w:type="dxa"/>
          </w:tcPr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Олстон,</w:t>
            </w:r>
          </w:p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Филадельфия,</w:t>
            </w:r>
          </w:p>
          <w:p w:rsidR="00A407D8" w:rsidRPr="00EC6918" w:rsidRDefault="00A407D8" w:rsidP="0047146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Олбани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8275</w:t>
            </w:r>
          </w:p>
        </w:tc>
        <w:tc>
          <w:tcPr>
            <w:tcW w:w="2976" w:type="dxa"/>
          </w:tcPr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Сакраменто,</w:t>
            </w:r>
          </w:p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Сан-Хосе,</w:t>
            </w:r>
          </w:p>
          <w:p w:rsidR="00A407D8" w:rsidRPr="00EC6918" w:rsidRDefault="00A407D8" w:rsidP="006E339F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Лос-Анджелес,</w:t>
            </w:r>
          </w:p>
          <w:p w:rsidR="00A407D8" w:rsidRPr="00EC6918" w:rsidRDefault="00A407D8" w:rsidP="0047146A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Сан-Франциско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8277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Аврора,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Мерриам,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Даллас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05–11.03.2018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Таиланд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8284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Хуахин,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Самуи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10–16.03.2018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Турция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8292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Мерсин,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Эскишехир,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Измир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03–15.03.2018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8294</w:t>
            </w:r>
          </w:p>
        </w:tc>
        <w:tc>
          <w:tcPr>
            <w:tcW w:w="2976" w:type="dxa"/>
          </w:tcPr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Аланья,</w:t>
            </w:r>
          </w:p>
          <w:p w:rsidR="00A407D8" w:rsidRPr="00EC691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Кемер</w:t>
            </w:r>
          </w:p>
          <w:p w:rsidR="00A407D8" w:rsidRPr="00EC6918" w:rsidRDefault="00A407D8" w:rsidP="00992432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8295</w:t>
            </w:r>
          </w:p>
        </w:tc>
        <w:tc>
          <w:tcPr>
            <w:tcW w:w="2976" w:type="dxa"/>
          </w:tcPr>
          <w:p w:rsidR="00A407D8" w:rsidRDefault="00A407D8" w:rsidP="0099243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Бурса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47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Дарыджа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–11.03.2018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Уганда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8296</w:t>
            </w:r>
          </w:p>
        </w:tc>
        <w:tc>
          <w:tcPr>
            <w:tcW w:w="2976" w:type="dxa"/>
          </w:tcPr>
          <w:p w:rsidR="00A407D8" w:rsidRDefault="00A407D8" w:rsidP="00631D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Джуба</w:t>
            </w:r>
          </w:p>
          <w:p w:rsidR="00A407D8" w:rsidRPr="00EC6918" w:rsidRDefault="00A407D8" w:rsidP="00631D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(Южный Судан)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13–15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Филиппины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8303</w:t>
            </w:r>
          </w:p>
        </w:tc>
        <w:tc>
          <w:tcPr>
            <w:tcW w:w="2976" w:type="dxa"/>
          </w:tcPr>
          <w:p w:rsidR="00A407D8" w:rsidRPr="00EC6918" w:rsidRDefault="00A407D8" w:rsidP="0003524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Сирагао,</w:t>
            </w:r>
          </w:p>
          <w:p w:rsidR="00A407D8" w:rsidRPr="00EC6918" w:rsidRDefault="00A407D8" w:rsidP="0003524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Себу,</w:t>
            </w:r>
          </w:p>
          <w:p w:rsidR="00A407D8" w:rsidRPr="00EC6918" w:rsidRDefault="00A407D8" w:rsidP="0003524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о. Боракай,</w:t>
            </w:r>
          </w:p>
          <w:p w:rsidR="00A407D8" w:rsidRPr="00EC6918" w:rsidRDefault="00A407D8" w:rsidP="0003524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Корор</w:t>
            </w:r>
          </w:p>
          <w:p w:rsidR="00A407D8" w:rsidRPr="00EC6918" w:rsidRDefault="00A407D8" w:rsidP="00035240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(Республика Палау)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15–17.03.2018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Финляндия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8304</w:t>
            </w:r>
          </w:p>
        </w:tc>
        <w:tc>
          <w:tcPr>
            <w:tcW w:w="2976" w:type="dxa"/>
          </w:tcPr>
          <w:p w:rsidR="00A407D8" w:rsidRPr="00EC6918" w:rsidRDefault="00A407D8" w:rsidP="00F0230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Каяни,</w:t>
            </w:r>
          </w:p>
          <w:p w:rsidR="00A407D8" w:rsidRPr="00EC6918" w:rsidRDefault="00A407D8" w:rsidP="00631D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Тампере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16–17.03.2018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8305</w:t>
            </w:r>
          </w:p>
        </w:tc>
        <w:tc>
          <w:tcPr>
            <w:tcW w:w="2976" w:type="dxa"/>
          </w:tcPr>
          <w:p w:rsidR="00A407D8" w:rsidRPr="00EC6918" w:rsidRDefault="00A407D8" w:rsidP="00F02307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Пори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71EE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8307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Савонлинна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Миккели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Котка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Хамина</w:t>
            </w:r>
          </w:p>
        </w:tc>
        <w:tc>
          <w:tcPr>
            <w:tcW w:w="1949" w:type="dxa"/>
          </w:tcPr>
          <w:p w:rsidR="00A407D8" w:rsidRPr="00EC6918" w:rsidRDefault="00A407D8" w:rsidP="00631D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C6918">
              <w:rPr>
                <w:sz w:val="24"/>
                <w:szCs w:val="24"/>
              </w:rPr>
              <w:t>–1</w:t>
            </w:r>
            <w:r>
              <w:rPr>
                <w:sz w:val="24"/>
                <w:szCs w:val="24"/>
              </w:rPr>
              <w:t>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Чехия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8331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Острава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–05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Чили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8333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Вальпараисо,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Консепсьон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Швеция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8336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Лулео,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EC6918">
              <w:rPr>
                <w:sz w:val="24"/>
                <w:szCs w:val="24"/>
              </w:rPr>
              <w:t>г. Сундсваль,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Умео,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Кальмар,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Норчёпинг,</w:t>
            </w:r>
          </w:p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Йёнчёпинг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10–17.03.2018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8337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Карлстад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Шри-Ланка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8338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Мале (Мальдивская Республика)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Эквадор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8340</w:t>
            </w:r>
          </w:p>
        </w:tc>
        <w:tc>
          <w:tcPr>
            <w:tcW w:w="2976" w:type="dxa"/>
          </w:tcPr>
          <w:p w:rsidR="00A407D8" w:rsidRPr="00EC6918" w:rsidRDefault="00A407D8" w:rsidP="00631D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Гуаякиль</w:t>
            </w:r>
          </w:p>
        </w:tc>
        <w:tc>
          <w:tcPr>
            <w:tcW w:w="1949" w:type="dxa"/>
          </w:tcPr>
          <w:p w:rsidR="00A407D8" w:rsidRPr="00EC6918" w:rsidRDefault="00A407D8" w:rsidP="00631D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05–08.03.2018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8381</w:t>
            </w:r>
          </w:p>
        </w:tc>
        <w:tc>
          <w:tcPr>
            <w:tcW w:w="2976" w:type="dxa"/>
          </w:tcPr>
          <w:p w:rsidR="00A407D8" w:rsidRPr="00EC6918" w:rsidRDefault="00A407D8" w:rsidP="00722D1E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Манта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05–08.03.2018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Эстония</w:t>
            </w: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8342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Таллин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8346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Тарту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8349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Нарва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8350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Нарва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</w:t>
            </w:r>
            <w:r w:rsidRPr="00EC6918">
              <w:rPr>
                <w:sz w:val="24"/>
                <w:szCs w:val="24"/>
              </w:rPr>
              <w:t>17.03.2018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Южная Осетия</w:t>
            </w: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8358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пос. Дзау</w:t>
            </w:r>
          </w:p>
        </w:tc>
        <w:tc>
          <w:tcPr>
            <w:tcW w:w="1949" w:type="dxa"/>
          </w:tcPr>
          <w:p w:rsidR="00A407D8" w:rsidRPr="00EC6918" w:rsidRDefault="00A407D8" w:rsidP="00631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</w:t>
            </w:r>
            <w:r w:rsidRPr="00EC691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8359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Цхинвал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03–06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8361</w:t>
            </w:r>
          </w:p>
        </w:tc>
        <w:tc>
          <w:tcPr>
            <w:tcW w:w="2976" w:type="dxa"/>
          </w:tcPr>
          <w:p w:rsidR="00A407D8" w:rsidRPr="00631DF2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31DF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Средний </w:t>
            </w:r>
            <w:r w:rsidRPr="00631DF2">
              <w:rPr>
                <w:sz w:val="24"/>
                <w:szCs w:val="24"/>
              </w:rPr>
              <w:t>Балта,</w:t>
            </w:r>
          </w:p>
          <w:p w:rsidR="00A407D8" w:rsidRPr="00631DF2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31DF2">
              <w:rPr>
                <w:sz w:val="24"/>
                <w:szCs w:val="24"/>
              </w:rPr>
              <w:t>. Вахтана,</w:t>
            </w:r>
          </w:p>
          <w:p w:rsidR="00A407D8" w:rsidRPr="00631DF2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31DF2">
              <w:rPr>
                <w:sz w:val="24"/>
                <w:szCs w:val="24"/>
              </w:rPr>
              <w:t>. Зиууад,</w:t>
            </w:r>
          </w:p>
          <w:p w:rsidR="00A407D8" w:rsidRPr="00631DF2" w:rsidRDefault="00A407D8" w:rsidP="00810FA5">
            <w:pPr>
              <w:jc w:val="center"/>
              <w:rPr>
                <w:sz w:val="24"/>
                <w:szCs w:val="24"/>
              </w:rPr>
            </w:pPr>
            <w:r w:rsidRPr="00631DF2">
              <w:rPr>
                <w:sz w:val="24"/>
                <w:szCs w:val="24"/>
              </w:rPr>
              <w:t>с. Корнис,</w:t>
            </w:r>
          </w:p>
          <w:p w:rsidR="00A407D8" w:rsidRPr="00631DF2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31DF2">
              <w:rPr>
                <w:sz w:val="24"/>
                <w:szCs w:val="24"/>
              </w:rPr>
              <w:t>. Мугут,</w:t>
            </w:r>
          </w:p>
          <w:p w:rsidR="00A407D8" w:rsidRPr="00EC6918" w:rsidRDefault="00A407D8" w:rsidP="00810FA5">
            <w:pPr>
              <w:jc w:val="center"/>
              <w:rPr>
                <w:i/>
                <w:iCs/>
                <w:sz w:val="24"/>
                <w:szCs w:val="24"/>
              </w:rPr>
            </w:pPr>
            <w:r w:rsidRPr="00631DF2">
              <w:rPr>
                <w:sz w:val="24"/>
                <w:szCs w:val="24"/>
              </w:rPr>
              <w:t>с. Терегуан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</w:t>
            </w:r>
            <w:r>
              <w:rPr>
                <w:sz w:val="24"/>
                <w:szCs w:val="24"/>
              </w:rPr>
              <w:t>4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8362</w:t>
            </w:r>
          </w:p>
        </w:tc>
        <w:tc>
          <w:tcPr>
            <w:tcW w:w="2976" w:type="dxa"/>
          </w:tcPr>
          <w:p w:rsidR="00A407D8" w:rsidRDefault="00A407D8" w:rsidP="004A1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Едыс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4A1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Рук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Синагур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784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Уанел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05–13.03.2018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8363</w:t>
            </w:r>
          </w:p>
        </w:tc>
        <w:tc>
          <w:tcPr>
            <w:tcW w:w="2976" w:type="dxa"/>
          </w:tcPr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Абреу,</w:t>
            </w:r>
          </w:p>
          <w:p w:rsidR="00A407D8" w:rsidRPr="00EC691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Амдзар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Ахмадз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Балата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Верхний Бол,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Гдулет,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Дзукатыкау,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Заккор,</w:t>
            </w:r>
          </w:p>
          <w:p w:rsidR="00A407D8" w:rsidRPr="00EC691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Ларгвис</w:t>
            </w:r>
            <w:r>
              <w:rPr>
                <w:sz w:val="24"/>
                <w:szCs w:val="24"/>
              </w:rPr>
              <w:t>,</w:t>
            </w:r>
          </w:p>
          <w:p w:rsidR="00A407D8" w:rsidRPr="00EC691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Орчосан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Раздахан,</w:t>
            </w:r>
          </w:p>
          <w:p w:rsidR="00A407D8" w:rsidRPr="00EC691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Цинагар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05–12.03.2018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8364</w:t>
            </w:r>
          </w:p>
        </w:tc>
        <w:tc>
          <w:tcPr>
            <w:tcW w:w="2976" w:type="dxa"/>
          </w:tcPr>
          <w:p w:rsidR="00A407D8" w:rsidRPr="00EC691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Арцеу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Бикар,</w:t>
            </w:r>
          </w:p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Гром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Дампалет,</w:t>
            </w:r>
          </w:p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6918">
              <w:rPr>
                <w:sz w:val="24"/>
                <w:szCs w:val="24"/>
              </w:rPr>
              <w:t>. Дисеу</w:t>
            </w:r>
            <w:r>
              <w:rPr>
                <w:sz w:val="24"/>
                <w:szCs w:val="24"/>
              </w:rPr>
              <w:t>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Зар,</w:t>
            </w:r>
          </w:p>
          <w:p w:rsidR="00A407D8" w:rsidRDefault="00A407D8" w:rsidP="003E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Плита,</w:t>
            </w:r>
          </w:p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Сатикар, </w:t>
            </w:r>
          </w:p>
          <w:p w:rsidR="00A407D8" w:rsidRDefault="00A407D8" w:rsidP="00810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Тбет, </w:t>
            </w:r>
          </w:p>
          <w:p w:rsidR="00A407D8" w:rsidRPr="00EC6918" w:rsidRDefault="00A407D8" w:rsidP="00E05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Хетагурово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05–</w:t>
            </w:r>
            <w:r>
              <w:rPr>
                <w:sz w:val="24"/>
                <w:szCs w:val="24"/>
              </w:rPr>
              <w:t>12</w:t>
            </w:r>
            <w:r w:rsidRPr="00EC6918">
              <w:rPr>
                <w:sz w:val="24"/>
                <w:szCs w:val="24"/>
              </w:rPr>
              <w:t>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8365</w:t>
            </w:r>
          </w:p>
        </w:tc>
        <w:tc>
          <w:tcPr>
            <w:tcW w:w="2976" w:type="dxa"/>
          </w:tcPr>
          <w:p w:rsidR="00A407D8" w:rsidRPr="00EC6918" w:rsidRDefault="00A407D8" w:rsidP="00810FA5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Квайса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FA3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ЮАР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8352</w:t>
            </w:r>
          </w:p>
        </w:tc>
        <w:tc>
          <w:tcPr>
            <w:tcW w:w="2976" w:type="dxa"/>
          </w:tcPr>
          <w:p w:rsidR="00A407D8" w:rsidRPr="00EC6918" w:rsidRDefault="00A407D8" w:rsidP="00CE246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EC6918">
              <w:rPr>
                <w:sz w:val="24"/>
                <w:szCs w:val="24"/>
              </w:rPr>
              <w:t>Дурбан,</w:t>
            </w:r>
          </w:p>
          <w:p w:rsidR="00A407D8" w:rsidRPr="00EC6918" w:rsidRDefault="00A407D8" w:rsidP="00471EE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Масеру (Лесото)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11–16.03.2018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Default="00A407D8" w:rsidP="00FA3D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8353</w:t>
            </w:r>
          </w:p>
        </w:tc>
        <w:tc>
          <w:tcPr>
            <w:tcW w:w="2976" w:type="dxa"/>
          </w:tcPr>
          <w:p w:rsidR="00A407D8" w:rsidRPr="00EC6918" w:rsidRDefault="00A407D8" w:rsidP="00CE246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Порт-Элизабет</w:t>
            </w:r>
          </w:p>
        </w:tc>
        <w:tc>
          <w:tcPr>
            <w:tcW w:w="1949" w:type="dxa"/>
          </w:tcPr>
          <w:p w:rsidR="00A407D8" w:rsidRPr="00EC6918" w:rsidRDefault="00A407D8" w:rsidP="00471EE9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11–16.03.2018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93" w:type="dxa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Ямайка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</w:t>
            </w:r>
          </w:p>
        </w:tc>
        <w:tc>
          <w:tcPr>
            <w:tcW w:w="2976" w:type="dxa"/>
          </w:tcPr>
          <w:p w:rsidR="00A407D8" w:rsidRPr="00EC6918" w:rsidRDefault="00A407D8" w:rsidP="00CE246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Эвартон</w:t>
            </w:r>
          </w:p>
        </w:tc>
        <w:tc>
          <w:tcPr>
            <w:tcW w:w="1949" w:type="dxa"/>
          </w:tcPr>
          <w:p w:rsidR="00A407D8" w:rsidRPr="00EC6918" w:rsidRDefault="00A407D8" w:rsidP="002C2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11–</w:t>
            </w:r>
            <w:r w:rsidRPr="00EC6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EC6918">
              <w:rPr>
                <w:sz w:val="24"/>
                <w:szCs w:val="24"/>
              </w:rPr>
              <w:t>.03.201</w:t>
            </w:r>
            <w:r>
              <w:rPr>
                <w:sz w:val="24"/>
                <w:szCs w:val="24"/>
              </w:rPr>
              <w:t>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 w:val="restart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93" w:type="dxa"/>
            <w:vMerge w:val="restart"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Япония</w:t>
            </w: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8367</w:t>
            </w:r>
          </w:p>
        </w:tc>
        <w:tc>
          <w:tcPr>
            <w:tcW w:w="2976" w:type="dxa"/>
          </w:tcPr>
          <w:p w:rsidR="00A407D8" w:rsidRPr="00EC6918" w:rsidRDefault="00A407D8" w:rsidP="00AD6D46">
            <w:pPr>
              <w:jc w:val="center"/>
              <w:rPr>
                <w:i/>
                <w:iCs/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Цукуба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–07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8368</w:t>
            </w:r>
          </w:p>
        </w:tc>
        <w:tc>
          <w:tcPr>
            <w:tcW w:w="2976" w:type="dxa"/>
          </w:tcPr>
          <w:p w:rsidR="00A407D8" w:rsidRPr="00EC6918" w:rsidRDefault="00A407D8" w:rsidP="00AD6D4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Фукуока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09–11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8369</w:t>
            </w:r>
          </w:p>
        </w:tc>
        <w:tc>
          <w:tcPr>
            <w:tcW w:w="2976" w:type="dxa"/>
          </w:tcPr>
          <w:p w:rsidR="00A407D8" w:rsidRPr="00631DF2" w:rsidRDefault="00A407D8" w:rsidP="004C5752">
            <w:pPr>
              <w:jc w:val="center"/>
              <w:rPr>
                <w:sz w:val="24"/>
                <w:szCs w:val="24"/>
              </w:rPr>
            </w:pPr>
            <w:r w:rsidRPr="00631DF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631DF2">
              <w:rPr>
                <w:sz w:val="24"/>
                <w:szCs w:val="24"/>
              </w:rPr>
              <w:t>Тайбэй (Тайвань)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09–13</w:t>
            </w:r>
            <w:r w:rsidRPr="00EC6918">
              <w:rPr>
                <w:sz w:val="24"/>
                <w:szCs w:val="24"/>
              </w:rPr>
              <w:t>.03.2018</w:t>
            </w:r>
          </w:p>
        </w:tc>
      </w:tr>
      <w:tr w:rsidR="00A407D8" w:rsidRPr="004C5752">
        <w:trPr>
          <w:cantSplit/>
        </w:trPr>
        <w:tc>
          <w:tcPr>
            <w:tcW w:w="650" w:type="dxa"/>
            <w:vMerge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407D8" w:rsidRPr="00EC6918" w:rsidRDefault="00A407D8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07D8" w:rsidRPr="00EC6918" w:rsidRDefault="00A407D8" w:rsidP="004C575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8370</w:t>
            </w:r>
          </w:p>
        </w:tc>
        <w:tc>
          <w:tcPr>
            <w:tcW w:w="2976" w:type="dxa"/>
          </w:tcPr>
          <w:p w:rsidR="00A407D8" w:rsidRPr="00EC6918" w:rsidRDefault="00A407D8" w:rsidP="00AD6D46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Тояма,</w:t>
            </w:r>
          </w:p>
          <w:p w:rsidR="00A407D8" w:rsidRPr="00EC6918" w:rsidRDefault="00A407D8" w:rsidP="00631DF2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г. Хакодате</w:t>
            </w:r>
          </w:p>
        </w:tc>
        <w:tc>
          <w:tcPr>
            <w:tcW w:w="1949" w:type="dxa"/>
          </w:tcPr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  <w:r w:rsidRPr="00EC6918">
              <w:rPr>
                <w:sz w:val="24"/>
                <w:szCs w:val="24"/>
              </w:rPr>
              <w:t>11–17.03.2018</w:t>
            </w:r>
          </w:p>
          <w:p w:rsidR="00A407D8" w:rsidRPr="00EC6918" w:rsidRDefault="00A407D8" w:rsidP="002168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07D8" w:rsidRPr="004C5752" w:rsidRDefault="00A407D8" w:rsidP="004C5752">
      <w:pPr>
        <w:jc w:val="center"/>
      </w:pPr>
    </w:p>
    <w:sectPr w:rsidR="00A407D8" w:rsidRPr="004C5752" w:rsidSect="00784067">
      <w:pgSz w:w="11906" w:h="16838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7D8" w:rsidRDefault="00A407D8" w:rsidP="009B5F14">
      <w:r>
        <w:separator/>
      </w:r>
    </w:p>
  </w:endnote>
  <w:endnote w:type="continuationSeparator" w:id="0">
    <w:p w:rsidR="00A407D8" w:rsidRDefault="00A407D8" w:rsidP="009B5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7D8" w:rsidRDefault="00A407D8">
    <w:pPr>
      <w:pStyle w:val="Footer"/>
    </w:pPr>
    <w:fldSimple w:instr=" FILENAME   \* MERGEFORMAT ">
      <w:r>
        <w:rPr>
          <w:noProof/>
          <w:sz w:val="16"/>
          <w:szCs w:val="16"/>
        </w:rPr>
        <w:t>е0302022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7D8" w:rsidRDefault="00A407D8">
    <w:pPr>
      <w:pStyle w:val="Footer"/>
    </w:pPr>
    <w:fldSimple w:instr=" FILENAME   \* MERGEFORMAT ">
      <w:r>
        <w:rPr>
          <w:noProof/>
          <w:sz w:val="16"/>
          <w:szCs w:val="16"/>
        </w:rPr>
        <w:t>е0302022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7D8" w:rsidRDefault="00A407D8" w:rsidP="009B5F14">
      <w:r>
        <w:separator/>
      </w:r>
    </w:p>
  </w:footnote>
  <w:footnote w:type="continuationSeparator" w:id="0">
    <w:p w:rsidR="00A407D8" w:rsidRDefault="00A407D8" w:rsidP="009B5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7D8" w:rsidRPr="009B5F14" w:rsidRDefault="00A407D8">
    <w:pPr>
      <w:pStyle w:val="Header"/>
      <w:jc w:val="center"/>
      <w:rPr>
        <w:sz w:val="24"/>
        <w:szCs w:val="24"/>
      </w:rPr>
    </w:pPr>
    <w:r w:rsidRPr="009B5F14">
      <w:rPr>
        <w:sz w:val="24"/>
        <w:szCs w:val="24"/>
      </w:rPr>
      <w:fldChar w:fldCharType="begin"/>
    </w:r>
    <w:r w:rsidRPr="009B5F14">
      <w:rPr>
        <w:sz w:val="24"/>
        <w:szCs w:val="24"/>
      </w:rPr>
      <w:instrText xml:space="preserve"> PAGE   \* MERGEFORMAT </w:instrText>
    </w:r>
    <w:r w:rsidRPr="009B5F14">
      <w:rPr>
        <w:sz w:val="24"/>
        <w:szCs w:val="24"/>
      </w:rPr>
      <w:fldChar w:fldCharType="separate"/>
    </w:r>
    <w:r>
      <w:rPr>
        <w:noProof/>
        <w:sz w:val="24"/>
        <w:szCs w:val="24"/>
      </w:rPr>
      <w:t>9</w:t>
    </w:r>
    <w:r w:rsidRPr="009B5F14">
      <w:rPr>
        <w:sz w:val="24"/>
        <w:szCs w:val="24"/>
      </w:rPr>
      <w:fldChar w:fldCharType="end"/>
    </w:r>
  </w:p>
  <w:p w:rsidR="00A407D8" w:rsidRDefault="00A407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078"/>
    <w:multiLevelType w:val="hybridMultilevel"/>
    <w:tmpl w:val="66FAEC22"/>
    <w:lvl w:ilvl="0" w:tplc="98F2FA6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A1EB2"/>
    <w:multiLevelType w:val="hybridMultilevel"/>
    <w:tmpl w:val="BFE65102"/>
    <w:lvl w:ilvl="0" w:tplc="09B0E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758CE"/>
    <w:multiLevelType w:val="hybridMultilevel"/>
    <w:tmpl w:val="25463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9F42FF"/>
    <w:multiLevelType w:val="hybridMultilevel"/>
    <w:tmpl w:val="D626E864"/>
    <w:lvl w:ilvl="0" w:tplc="F2A40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D34A91"/>
    <w:multiLevelType w:val="hybridMultilevel"/>
    <w:tmpl w:val="77882640"/>
    <w:lvl w:ilvl="0" w:tplc="D7883C44">
      <w:start w:val="1"/>
      <w:numFmt w:val="decimal"/>
      <w:lvlText w:val="%1."/>
      <w:lvlJc w:val="left"/>
      <w:pPr>
        <w:ind w:left="1429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D51549"/>
    <w:multiLevelType w:val="hybridMultilevel"/>
    <w:tmpl w:val="692C302C"/>
    <w:lvl w:ilvl="0" w:tplc="0CC428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E731A"/>
    <w:multiLevelType w:val="hybridMultilevel"/>
    <w:tmpl w:val="38D84A02"/>
    <w:lvl w:ilvl="0" w:tplc="786A1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70A"/>
    <w:rsid w:val="00012954"/>
    <w:rsid w:val="00014A15"/>
    <w:rsid w:val="00017287"/>
    <w:rsid w:val="00017BE0"/>
    <w:rsid w:val="00017FEE"/>
    <w:rsid w:val="00024B97"/>
    <w:rsid w:val="00035240"/>
    <w:rsid w:val="0004375D"/>
    <w:rsid w:val="00044FFB"/>
    <w:rsid w:val="0004545D"/>
    <w:rsid w:val="00047A49"/>
    <w:rsid w:val="0005099A"/>
    <w:rsid w:val="0005674C"/>
    <w:rsid w:val="00060607"/>
    <w:rsid w:val="00063043"/>
    <w:rsid w:val="0006707B"/>
    <w:rsid w:val="000752A5"/>
    <w:rsid w:val="000810A8"/>
    <w:rsid w:val="0009301C"/>
    <w:rsid w:val="000950DA"/>
    <w:rsid w:val="000969C7"/>
    <w:rsid w:val="000B07C6"/>
    <w:rsid w:val="000B42F7"/>
    <w:rsid w:val="000B4A0A"/>
    <w:rsid w:val="000B6D27"/>
    <w:rsid w:val="000C26A8"/>
    <w:rsid w:val="000C2E77"/>
    <w:rsid w:val="000D7C8D"/>
    <w:rsid w:val="000E3EB5"/>
    <w:rsid w:val="000F77F5"/>
    <w:rsid w:val="001110BC"/>
    <w:rsid w:val="00122170"/>
    <w:rsid w:val="00141B73"/>
    <w:rsid w:val="00141DDE"/>
    <w:rsid w:val="00147D1F"/>
    <w:rsid w:val="001523C1"/>
    <w:rsid w:val="00171F0F"/>
    <w:rsid w:val="00172DF3"/>
    <w:rsid w:val="00173558"/>
    <w:rsid w:val="00183137"/>
    <w:rsid w:val="00190267"/>
    <w:rsid w:val="001A0609"/>
    <w:rsid w:val="001A5BFA"/>
    <w:rsid w:val="001A6653"/>
    <w:rsid w:val="001A6C30"/>
    <w:rsid w:val="001B0A0C"/>
    <w:rsid w:val="001C4F0A"/>
    <w:rsid w:val="001D4ECC"/>
    <w:rsid w:val="001D6567"/>
    <w:rsid w:val="001D68DD"/>
    <w:rsid w:val="001E1C48"/>
    <w:rsid w:val="001E1FF6"/>
    <w:rsid w:val="001E767D"/>
    <w:rsid w:val="001F58A0"/>
    <w:rsid w:val="001F68FC"/>
    <w:rsid w:val="00200171"/>
    <w:rsid w:val="00207BE9"/>
    <w:rsid w:val="002168E3"/>
    <w:rsid w:val="002204E5"/>
    <w:rsid w:val="00224428"/>
    <w:rsid w:val="0023723C"/>
    <w:rsid w:val="00246FF8"/>
    <w:rsid w:val="00263814"/>
    <w:rsid w:val="00266EEF"/>
    <w:rsid w:val="002741B6"/>
    <w:rsid w:val="0027580C"/>
    <w:rsid w:val="00283C08"/>
    <w:rsid w:val="00293FFB"/>
    <w:rsid w:val="00294E44"/>
    <w:rsid w:val="00295AB9"/>
    <w:rsid w:val="002A7F7A"/>
    <w:rsid w:val="002B495B"/>
    <w:rsid w:val="002C2BE4"/>
    <w:rsid w:val="002D52D4"/>
    <w:rsid w:val="002F3C76"/>
    <w:rsid w:val="002F45D3"/>
    <w:rsid w:val="002F4718"/>
    <w:rsid w:val="00300553"/>
    <w:rsid w:val="00300A74"/>
    <w:rsid w:val="00306A29"/>
    <w:rsid w:val="003145BA"/>
    <w:rsid w:val="00316148"/>
    <w:rsid w:val="003204FD"/>
    <w:rsid w:val="00324B81"/>
    <w:rsid w:val="00333561"/>
    <w:rsid w:val="00335607"/>
    <w:rsid w:val="00342566"/>
    <w:rsid w:val="0035163B"/>
    <w:rsid w:val="00355EDA"/>
    <w:rsid w:val="00356E62"/>
    <w:rsid w:val="00361684"/>
    <w:rsid w:val="003744CA"/>
    <w:rsid w:val="0037593F"/>
    <w:rsid w:val="00375E1A"/>
    <w:rsid w:val="003905EA"/>
    <w:rsid w:val="00391B74"/>
    <w:rsid w:val="003A7674"/>
    <w:rsid w:val="003B011F"/>
    <w:rsid w:val="003B6EF2"/>
    <w:rsid w:val="003B7574"/>
    <w:rsid w:val="003C3F72"/>
    <w:rsid w:val="003C4BFF"/>
    <w:rsid w:val="003C6C08"/>
    <w:rsid w:val="003D0581"/>
    <w:rsid w:val="003D0910"/>
    <w:rsid w:val="003E020D"/>
    <w:rsid w:val="003E1BB2"/>
    <w:rsid w:val="003E2912"/>
    <w:rsid w:val="003E5B15"/>
    <w:rsid w:val="003F1420"/>
    <w:rsid w:val="003F440C"/>
    <w:rsid w:val="003F4A6A"/>
    <w:rsid w:val="00401D7E"/>
    <w:rsid w:val="00401FB6"/>
    <w:rsid w:val="00402597"/>
    <w:rsid w:val="0040269D"/>
    <w:rsid w:val="00405FEC"/>
    <w:rsid w:val="0041217F"/>
    <w:rsid w:val="00420F0F"/>
    <w:rsid w:val="00442737"/>
    <w:rsid w:val="004456F5"/>
    <w:rsid w:val="004464D2"/>
    <w:rsid w:val="00446C18"/>
    <w:rsid w:val="00446FAB"/>
    <w:rsid w:val="00455DF4"/>
    <w:rsid w:val="00456BE6"/>
    <w:rsid w:val="00461E42"/>
    <w:rsid w:val="00463EB1"/>
    <w:rsid w:val="0046443D"/>
    <w:rsid w:val="0047146A"/>
    <w:rsid w:val="00471EE9"/>
    <w:rsid w:val="00474468"/>
    <w:rsid w:val="00483194"/>
    <w:rsid w:val="00483599"/>
    <w:rsid w:val="00484D79"/>
    <w:rsid w:val="00485C21"/>
    <w:rsid w:val="0049016E"/>
    <w:rsid w:val="00492EAA"/>
    <w:rsid w:val="00497441"/>
    <w:rsid w:val="004A16A5"/>
    <w:rsid w:val="004A7CDA"/>
    <w:rsid w:val="004B2B7F"/>
    <w:rsid w:val="004B6833"/>
    <w:rsid w:val="004C2371"/>
    <w:rsid w:val="004C3587"/>
    <w:rsid w:val="004C5752"/>
    <w:rsid w:val="004D33F9"/>
    <w:rsid w:val="004E2C65"/>
    <w:rsid w:val="005006CF"/>
    <w:rsid w:val="00512BE8"/>
    <w:rsid w:val="0051447A"/>
    <w:rsid w:val="00515576"/>
    <w:rsid w:val="0052071E"/>
    <w:rsid w:val="00527ADF"/>
    <w:rsid w:val="00536E20"/>
    <w:rsid w:val="00552053"/>
    <w:rsid w:val="005620E6"/>
    <w:rsid w:val="00567CCE"/>
    <w:rsid w:val="005722D8"/>
    <w:rsid w:val="005810E4"/>
    <w:rsid w:val="00583BE2"/>
    <w:rsid w:val="005903C5"/>
    <w:rsid w:val="005A4A03"/>
    <w:rsid w:val="005B207D"/>
    <w:rsid w:val="005B4DB2"/>
    <w:rsid w:val="005C13B2"/>
    <w:rsid w:val="005D331F"/>
    <w:rsid w:val="005E6B3E"/>
    <w:rsid w:val="005F07F3"/>
    <w:rsid w:val="005F1144"/>
    <w:rsid w:val="006002BD"/>
    <w:rsid w:val="006075ED"/>
    <w:rsid w:val="006103FD"/>
    <w:rsid w:val="0061759C"/>
    <w:rsid w:val="00626A6A"/>
    <w:rsid w:val="00630A35"/>
    <w:rsid w:val="00631DF2"/>
    <w:rsid w:val="0063261E"/>
    <w:rsid w:val="006338C0"/>
    <w:rsid w:val="006624CE"/>
    <w:rsid w:val="006736E0"/>
    <w:rsid w:val="00675A69"/>
    <w:rsid w:val="00681E6C"/>
    <w:rsid w:val="00683E35"/>
    <w:rsid w:val="00684023"/>
    <w:rsid w:val="00691120"/>
    <w:rsid w:val="00691876"/>
    <w:rsid w:val="006A0545"/>
    <w:rsid w:val="006A0CC7"/>
    <w:rsid w:val="006A7C89"/>
    <w:rsid w:val="006B27A5"/>
    <w:rsid w:val="006B79E2"/>
    <w:rsid w:val="006C007F"/>
    <w:rsid w:val="006C0CDA"/>
    <w:rsid w:val="006C4F47"/>
    <w:rsid w:val="006C50A3"/>
    <w:rsid w:val="006E339F"/>
    <w:rsid w:val="006E3B0E"/>
    <w:rsid w:val="006E5676"/>
    <w:rsid w:val="006F4CEB"/>
    <w:rsid w:val="006F70CD"/>
    <w:rsid w:val="00705F3C"/>
    <w:rsid w:val="00707E7D"/>
    <w:rsid w:val="0071138C"/>
    <w:rsid w:val="00711BB5"/>
    <w:rsid w:val="0071564B"/>
    <w:rsid w:val="007225F1"/>
    <w:rsid w:val="00722D1E"/>
    <w:rsid w:val="00734044"/>
    <w:rsid w:val="00734685"/>
    <w:rsid w:val="0074332A"/>
    <w:rsid w:val="007518AF"/>
    <w:rsid w:val="00755A6A"/>
    <w:rsid w:val="00764BC8"/>
    <w:rsid w:val="00765925"/>
    <w:rsid w:val="00782D34"/>
    <w:rsid w:val="00784067"/>
    <w:rsid w:val="00794ADD"/>
    <w:rsid w:val="007B3C74"/>
    <w:rsid w:val="007B5BA7"/>
    <w:rsid w:val="007B661D"/>
    <w:rsid w:val="007B6F3E"/>
    <w:rsid w:val="007B7B19"/>
    <w:rsid w:val="007C7D06"/>
    <w:rsid w:val="007D46EC"/>
    <w:rsid w:val="007E7A7B"/>
    <w:rsid w:val="007F457B"/>
    <w:rsid w:val="00810FA5"/>
    <w:rsid w:val="00822201"/>
    <w:rsid w:val="00823F0E"/>
    <w:rsid w:val="00825C45"/>
    <w:rsid w:val="00837185"/>
    <w:rsid w:val="00841F98"/>
    <w:rsid w:val="00847617"/>
    <w:rsid w:val="008521C7"/>
    <w:rsid w:val="00863AB2"/>
    <w:rsid w:val="00886BD9"/>
    <w:rsid w:val="00890061"/>
    <w:rsid w:val="00892256"/>
    <w:rsid w:val="008A49C0"/>
    <w:rsid w:val="008C691C"/>
    <w:rsid w:val="008D1280"/>
    <w:rsid w:val="008D4498"/>
    <w:rsid w:val="008E000B"/>
    <w:rsid w:val="008E279F"/>
    <w:rsid w:val="008E45A4"/>
    <w:rsid w:val="008E4B55"/>
    <w:rsid w:val="008F19F4"/>
    <w:rsid w:val="00903E87"/>
    <w:rsid w:val="00914E09"/>
    <w:rsid w:val="0092168D"/>
    <w:rsid w:val="00925969"/>
    <w:rsid w:val="00930011"/>
    <w:rsid w:val="009412CF"/>
    <w:rsid w:val="00942B35"/>
    <w:rsid w:val="009543C7"/>
    <w:rsid w:val="009559E5"/>
    <w:rsid w:val="00955C97"/>
    <w:rsid w:val="00956419"/>
    <w:rsid w:val="00956BBD"/>
    <w:rsid w:val="00957A16"/>
    <w:rsid w:val="00962BFA"/>
    <w:rsid w:val="00964255"/>
    <w:rsid w:val="009765CA"/>
    <w:rsid w:val="00977163"/>
    <w:rsid w:val="00982A16"/>
    <w:rsid w:val="009873C3"/>
    <w:rsid w:val="00992432"/>
    <w:rsid w:val="009A3BC0"/>
    <w:rsid w:val="009B27AB"/>
    <w:rsid w:val="009B37BB"/>
    <w:rsid w:val="009B5F14"/>
    <w:rsid w:val="009E187C"/>
    <w:rsid w:val="009E38D7"/>
    <w:rsid w:val="009F1DFD"/>
    <w:rsid w:val="009F2EE5"/>
    <w:rsid w:val="009F7B3E"/>
    <w:rsid w:val="00A02872"/>
    <w:rsid w:val="00A0417B"/>
    <w:rsid w:val="00A05791"/>
    <w:rsid w:val="00A06856"/>
    <w:rsid w:val="00A07235"/>
    <w:rsid w:val="00A12842"/>
    <w:rsid w:val="00A12B74"/>
    <w:rsid w:val="00A21682"/>
    <w:rsid w:val="00A25A23"/>
    <w:rsid w:val="00A307A8"/>
    <w:rsid w:val="00A357B0"/>
    <w:rsid w:val="00A407D8"/>
    <w:rsid w:val="00A43871"/>
    <w:rsid w:val="00A519D5"/>
    <w:rsid w:val="00A7614B"/>
    <w:rsid w:val="00A90381"/>
    <w:rsid w:val="00A90E2D"/>
    <w:rsid w:val="00A9426C"/>
    <w:rsid w:val="00AB5C70"/>
    <w:rsid w:val="00AB6ADD"/>
    <w:rsid w:val="00AC3EFD"/>
    <w:rsid w:val="00AD6D46"/>
    <w:rsid w:val="00AE10CB"/>
    <w:rsid w:val="00AE6298"/>
    <w:rsid w:val="00AF125C"/>
    <w:rsid w:val="00AF3BF2"/>
    <w:rsid w:val="00AF4BC9"/>
    <w:rsid w:val="00AF5FCF"/>
    <w:rsid w:val="00AF6781"/>
    <w:rsid w:val="00B12C58"/>
    <w:rsid w:val="00B20E4A"/>
    <w:rsid w:val="00B367DC"/>
    <w:rsid w:val="00B50174"/>
    <w:rsid w:val="00B576B4"/>
    <w:rsid w:val="00B72BF3"/>
    <w:rsid w:val="00B72C5F"/>
    <w:rsid w:val="00B8024A"/>
    <w:rsid w:val="00B91528"/>
    <w:rsid w:val="00B968C0"/>
    <w:rsid w:val="00BA78E8"/>
    <w:rsid w:val="00BB1705"/>
    <w:rsid w:val="00BB4796"/>
    <w:rsid w:val="00BB7C46"/>
    <w:rsid w:val="00BD56D2"/>
    <w:rsid w:val="00BE12C7"/>
    <w:rsid w:val="00BE135F"/>
    <w:rsid w:val="00BE3BE4"/>
    <w:rsid w:val="00BE7C41"/>
    <w:rsid w:val="00BF0109"/>
    <w:rsid w:val="00BF704A"/>
    <w:rsid w:val="00C01EF1"/>
    <w:rsid w:val="00C26F25"/>
    <w:rsid w:val="00C326AA"/>
    <w:rsid w:val="00C32834"/>
    <w:rsid w:val="00C36576"/>
    <w:rsid w:val="00C36669"/>
    <w:rsid w:val="00C462B8"/>
    <w:rsid w:val="00C5339D"/>
    <w:rsid w:val="00C7092E"/>
    <w:rsid w:val="00C7721B"/>
    <w:rsid w:val="00C77418"/>
    <w:rsid w:val="00C77A55"/>
    <w:rsid w:val="00C85BA3"/>
    <w:rsid w:val="00C87DB1"/>
    <w:rsid w:val="00C9167A"/>
    <w:rsid w:val="00C9305B"/>
    <w:rsid w:val="00C947BE"/>
    <w:rsid w:val="00CA2314"/>
    <w:rsid w:val="00CD229E"/>
    <w:rsid w:val="00CD374C"/>
    <w:rsid w:val="00CD5828"/>
    <w:rsid w:val="00CE246B"/>
    <w:rsid w:val="00CE2626"/>
    <w:rsid w:val="00CE2A1D"/>
    <w:rsid w:val="00CE670A"/>
    <w:rsid w:val="00CF0293"/>
    <w:rsid w:val="00D063FF"/>
    <w:rsid w:val="00D11F0E"/>
    <w:rsid w:val="00D201DB"/>
    <w:rsid w:val="00D34E24"/>
    <w:rsid w:val="00D619EE"/>
    <w:rsid w:val="00D65EF1"/>
    <w:rsid w:val="00D67D39"/>
    <w:rsid w:val="00D83446"/>
    <w:rsid w:val="00D834A8"/>
    <w:rsid w:val="00D83C72"/>
    <w:rsid w:val="00D87DBD"/>
    <w:rsid w:val="00D939DA"/>
    <w:rsid w:val="00DA179C"/>
    <w:rsid w:val="00DA733B"/>
    <w:rsid w:val="00DB2234"/>
    <w:rsid w:val="00DB3CC4"/>
    <w:rsid w:val="00DC0273"/>
    <w:rsid w:val="00DD4022"/>
    <w:rsid w:val="00DD4AE8"/>
    <w:rsid w:val="00E000E2"/>
    <w:rsid w:val="00E014D2"/>
    <w:rsid w:val="00E017E8"/>
    <w:rsid w:val="00E02BC6"/>
    <w:rsid w:val="00E05593"/>
    <w:rsid w:val="00E07CBE"/>
    <w:rsid w:val="00E13525"/>
    <w:rsid w:val="00E22BC7"/>
    <w:rsid w:val="00E318F3"/>
    <w:rsid w:val="00E359A0"/>
    <w:rsid w:val="00E36617"/>
    <w:rsid w:val="00E42041"/>
    <w:rsid w:val="00E425B3"/>
    <w:rsid w:val="00E46190"/>
    <w:rsid w:val="00E4658E"/>
    <w:rsid w:val="00E46EED"/>
    <w:rsid w:val="00E522EB"/>
    <w:rsid w:val="00E57191"/>
    <w:rsid w:val="00E60EBC"/>
    <w:rsid w:val="00E6764E"/>
    <w:rsid w:val="00E70ACB"/>
    <w:rsid w:val="00E73E18"/>
    <w:rsid w:val="00E779C4"/>
    <w:rsid w:val="00E800B8"/>
    <w:rsid w:val="00E80476"/>
    <w:rsid w:val="00E80ED7"/>
    <w:rsid w:val="00E811B5"/>
    <w:rsid w:val="00E85C38"/>
    <w:rsid w:val="00E869B4"/>
    <w:rsid w:val="00E92FFA"/>
    <w:rsid w:val="00EA115D"/>
    <w:rsid w:val="00EB070B"/>
    <w:rsid w:val="00EC0FB2"/>
    <w:rsid w:val="00EC4FC8"/>
    <w:rsid w:val="00EC6918"/>
    <w:rsid w:val="00ED03C4"/>
    <w:rsid w:val="00EE5E2C"/>
    <w:rsid w:val="00F02307"/>
    <w:rsid w:val="00F02C4E"/>
    <w:rsid w:val="00F03598"/>
    <w:rsid w:val="00F04BCC"/>
    <w:rsid w:val="00F04FA3"/>
    <w:rsid w:val="00F065D0"/>
    <w:rsid w:val="00F07E37"/>
    <w:rsid w:val="00F1719E"/>
    <w:rsid w:val="00F24737"/>
    <w:rsid w:val="00F371C9"/>
    <w:rsid w:val="00F40CFE"/>
    <w:rsid w:val="00F46468"/>
    <w:rsid w:val="00F7017D"/>
    <w:rsid w:val="00F80F72"/>
    <w:rsid w:val="00F84D0E"/>
    <w:rsid w:val="00F92AF6"/>
    <w:rsid w:val="00F95273"/>
    <w:rsid w:val="00FA030E"/>
    <w:rsid w:val="00FA3DD8"/>
    <w:rsid w:val="00FB28B9"/>
    <w:rsid w:val="00FC1634"/>
    <w:rsid w:val="00FC4A4E"/>
    <w:rsid w:val="00FC5384"/>
    <w:rsid w:val="00FC6A59"/>
    <w:rsid w:val="00FD3DEE"/>
    <w:rsid w:val="00FE02CE"/>
    <w:rsid w:val="00FE1026"/>
    <w:rsid w:val="00FE64CC"/>
    <w:rsid w:val="00FE6F70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170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-15">
    <w:name w:val="Текст 12-15"/>
    <w:basedOn w:val="Normal"/>
    <w:uiPriority w:val="99"/>
    <w:rsid w:val="00293FFB"/>
    <w:pPr>
      <w:spacing w:line="360" w:lineRule="auto"/>
      <w:ind w:firstLine="709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77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EB"/>
    <w:rPr>
      <w:sz w:val="0"/>
      <w:szCs w:val="0"/>
    </w:rPr>
  </w:style>
  <w:style w:type="table" w:styleId="TableGrid">
    <w:name w:val="Table Grid"/>
    <w:basedOn w:val="TableNormal"/>
    <w:uiPriority w:val="99"/>
    <w:rsid w:val="004C575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енограмма"/>
    <w:basedOn w:val="Normal"/>
    <w:uiPriority w:val="99"/>
    <w:rsid w:val="001B0A0C"/>
    <w:pPr>
      <w:spacing w:after="120" w:line="360" w:lineRule="auto"/>
      <w:ind w:firstLine="709"/>
      <w:jc w:val="both"/>
    </w:pPr>
  </w:style>
  <w:style w:type="paragraph" w:styleId="NormalWeb">
    <w:name w:val="Normal (Web)"/>
    <w:basedOn w:val="Normal"/>
    <w:uiPriority w:val="99"/>
    <w:rsid w:val="00F04FA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агл.14"/>
    <w:basedOn w:val="Normal"/>
    <w:uiPriority w:val="99"/>
    <w:rsid w:val="00F04FA3"/>
    <w:pPr>
      <w:jc w:val="center"/>
    </w:pPr>
    <w:rPr>
      <w:b/>
      <w:bCs/>
    </w:rPr>
  </w:style>
  <w:style w:type="paragraph" w:customStyle="1" w:styleId="14-15">
    <w:name w:val="14-15"/>
    <w:basedOn w:val="Normal"/>
    <w:uiPriority w:val="99"/>
    <w:rsid w:val="00F04FA3"/>
    <w:pPr>
      <w:spacing w:line="360" w:lineRule="auto"/>
      <w:ind w:firstLine="709"/>
      <w:jc w:val="both"/>
    </w:pPr>
  </w:style>
  <w:style w:type="paragraph" w:styleId="Header">
    <w:name w:val="header"/>
    <w:basedOn w:val="Normal"/>
    <w:link w:val="HeaderChar"/>
    <w:uiPriority w:val="99"/>
    <w:rsid w:val="009B5F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5F14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9B5F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5F1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18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1446</Words>
  <Characters>8248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приглашенных</dc:title>
  <dc:subject/>
  <dc:creator>Tynuaeva</dc:creator>
  <cp:keywords/>
  <dc:description/>
  <cp:lastModifiedBy>user</cp:lastModifiedBy>
  <cp:revision>2</cp:revision>
  <cp:lastPrinted>2018-02-21T10:43:00Z</cp:lastPrinted>
  <dcterms:created xsi:type="dcterms:W3CDTF">2018-02-22T10:46:00Z</dcterms:created>
  <dcterms:modified xsi:type="dcterms:W3CDTF">2018-02-22T10:46:00Z</dcterms:modified>
</cp:coreProperties>
</file>