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F1" w:rsidRDefault="001733F1" w:rsidP="00564018">
      <w:pPr>
        <w:pStyle w:val="a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1733F1" w:rsidRDefault="001733F1" w:rsidP="00564018">
      <w:pPr>
        <w:pStyle w:val="a"/>
        <w:spacing w:after="0"/>
        <w:rPr>
          <w:sz w:val="24"/>
          <w:szCs w:val="24"/>
        </w:rPr>
      </w:pPr>
      <w:r>
        <w:rPr>
          <w:sz w:val="24"/>
          <w:szCs w:val="24"/>
        </w:rPr>
        <w:t>к постановлению Центральной избирательной комиссии Российской Федерации</w:t>
      </w:r>
    </w:p>
    <w:p w:rsidR="001733F1" w:rsidRDefault="001733F1" w:rsidP="00564018">
      <w:pPr>
        <w:pStyle w:val="a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от 21 февраля 2018 г. № 143/1181-7 </w:t>
      </w:r>
    </w:p>
    <w:p w:rsidR="001733F1" w:rsidRDefault="001733F1" w:rsidP="00564018">
      <w:pPr>
        <w:jc w:val="center"/>
        <w:rPr>
          <w:b/>
          <w:bCs/>
        </w:rPr>
      </w:pPr>
    </w:p>
    <w:p w:rsidR="001733F1" w:rsidRDefault="001733F1" w:rsidP="007F198F">
      <w:pPr>
        <w:rPr>
          <w:b/>
          <w:bCs/>
        </w:rPr>
      </w:pPr>
    </w:p>
    <w:p w:rsidR="001733F1" w:rsidRDefault="001733F1" w:rsidP="00564018">
      <w:pPr>
        <w:jc w:val="center"/>
        <w:rPr>
          <w:b/>
          <w:bCs/>
        </w:rPr>
      </w:pPr>
      <w:r>
        <w:rPr>
          <w:b/>
          <w:bCs/>
        </w:rPr>
        <w:t>СПИСОК</w:t>
      </w:r>
      <w:r>
        <w:rPr>
          <w:b/>
          <w:bCs/>
        </w:rPr>
        <w:br/>
        <w:t xml:space="preserve">доверенных лиц </w:t>
      </w:r>
      <w:r>
        <w:rPr>
          <w:b/>
          <w:bCs/>
        </w:rPr>
        <w:br/>
        <w:t xml:space="preserve">кандидата на должность Президента Российской Федерации </w:t>
      </w:r>
    </w:p>
    <w:p w:rsidR="001733F1" w:rsidRDefault="001733F1" w:rsidP="00564018">
      <w:pPr>
        <w:jc w:val="center"/>
        <w:rPr>
          <w:b/>
          <w:bCs/>
        </w:rPr>
      </w:pPr>
      <w:r w:rsidRPr="001A45DB">
        <w:rPr>
          <w:b/>
          <w:bCs/>
        </w:rPr>
        <w:t>Ксении Анатольевны</w:t>
      </w:r>
      <w:r w:rsidRPr="000354D0">
        <w:rPr>
          <w:b/>
          <w:bCs/>
        </w:rPr>
        <w:t xml:space="preserve"> </w:t>
      </w:r>
      <w:r w:rsidRPr="001A45DB">
        <w:rPr>
          <w:b/>
          <w:bCs/>
        </w:rPr>
        <w:t>Собчак</w:t>
      </w:r>
    </w:p>
    <w:p w:rsidR="001733F1" w:rsidRDefault="001733F1" w:rsidP="00564018">
      <w:pPr>
        <w:jc w:val="center"/>
      </w:pPr>
    </w:p>
    <w:p w:rsidR="001733F1" w:rsidRDefault="001733F1" w:rsidP="00564018">
      <w:pPr>
        <w:spacing w:line="360" w:lineRule="auto"/>
        <w:ind w:firstLine="710"/>
        <w:jc w:val="both"/>
      </w:pPr>
      <w:r>
        <w:t>1.  Антипенко Олег Николаевич</w:t>
      </w:r>
    </w:p>
    <w:p w:rsidR="001733F1" w:rsidRDefault="001733F1" w:rsidP="00564018">
      <w:pPr>
        <w:spacing w:line="360" w:lineRule="auto"/>
        <w:ind w:firstLine="710"/>
        <w:jc w:val="both"/>
      </w:pPr>
      <w:r>
        <w:t>2.  Бабковская Людмила Юрьевна</w:t>
      </w:r>
    </w:p>
    <w:p w:rsidR="001733F1" w:rsidRDefault="001733F1" w:rsidP="00564018">
      <w:pPr>
        <w:spacing w:line="360" w:lineRule="auto"/>
        <w:ind w:firstLine="710"/>
        <w:jc w:val="both"/>
      </w:pPr>
      <w:r>
        <w:t>3.  Брагин Александр Александрович</w:t>
      </w:r>
    </w:p>
    <w:p w:rsidR="001733F1" w:rsidRDefault="001733F1" w:rsidP="00564018">
      <w:pPr>
        <w:spacing w:line="360" w:lineRule="auto"/>
        <w:ind w:firstLine="710"/>
        <w:jc w:val="both"/>
      </w:pPr>
      <w:r>
        <w:t>4.  Бронштейн Виктор Владимирович</w:t>
      </w:r>
    </w:p>
    <w:p w:rsidR="001733F1" w:rsidRDefault="001733F1" w:rsidP="00564018">
      <w:pPr>
        <w:spacing w:line="360" w:lineRule="auto"/>
        <w:ind w:firstLine="710"/>
        <w:jc w:val="both"/>
      </w:pPr>
      <w:r>
        <w:t>5.  Бушуева Надежда Николаевна</w:t>
      </w:r>
    </w:p>
    <w:p w:rsidR="001733F1" w:rsidRDefault="001733F1" w:rsidP="00564018">
      <w:pPr>
        <w:spacing w:line="360" w:lineRule="auto"/>
        <w:ind w:firstLine="710"/>
        <w:jc w:val="both"/>
      </w:pPr>
      <w:r>
        <w:t>6.  Градов Антон Юрьевич</w:t>
      </w:r>
    </w:p>
    <w:p w:rsidR="001733F1" w:rsidRDefault="001733F1" w:rsidP="00564018">
      <w:pPr>
        <w:spacing w:line="360" w:lineRule="auto"/>
        <w:ind w:firstLine="710"/>
        <w:jc w:val="both"/>
      </w:pPr>
      <w:r>
        <w:t>7.  Гурский Николай Маркович</w:t>
      </w:r>
    </w:p>
    <w:p w:rsidR="001733F1" w:rsidRDefault="001733F1" w:rsidP="00564018">
      <w:pPr>
        <w:spacing w:line="360" w:lineRule="auto"/>
        <w:ind w:firstLine="710"/>
        <w:jc w:val="both"/>
      </w:pPr>
      <w:r>
        <w:t>8.  Двоеглазов Андрей Владимирович</w:t>
      </w:r>
    </w:p>
    <w:p w:rsidR="001733F1" w:rsidRDefault="001733F1" w:rsidP="00564018">
      <w:pPr>
        <w:spacing w:line="360" w:lineRule="auto"/>
        <w:ind w:firstLine="710"/>
        <w:jc w:val="both"/>
      </w:pPr>
      <w:r>
        <w:t>9. Двоеглазова Марина Владимировна</w:t>
      </w:r>
    </w:p>
    <w:p w:rsidR="001733F1" w:rsidRDefault="001733F1" w:rsidP="00564018">
      <w:pPr>
        <w:spacing w:line="360" w:lineRule="auto"/>
        <w:ind w:firstLine="710"/>
        <w:jc w:val="both"/>
      </w:pPr>
      <w:r>
        <w:t>10. Демидов Сергей Петрович</w:t>
      </w:r>
    </w:p>
    <w:p w:rsidR="001733F1" w:rsidRDefault="001733F1" w:rsidP="00564018">
      <w:pPr>
        <w:spacing w:line="360" w:lineRule="auto"/>
        <w:ind w:firstLine="710"/>
        <w:jc w:val="both"/>
      </w:pPr>
      <w:r>
        <w:t>11. Добрин Евгений Николаевич</w:t>
      </w:r>
    </w:p>
    <w:p w:rsidR="001733F1" w:rsidRDefault="001733F1" w:rsidP="00564018">
      <w:pPr>
        <w:spacing w:line="360" w:lineRule="auto"/>
        <w:ind w:firstLine="710"/>
        <w:jc w:val="both"/>
      </w:pPr>
      <w:r>
        <w:t>12. Дубинин Алексей Владимирович</w:t>
      </w:r>
    </w:p>
    <w:p w:rsidR="001733F1" w:rsidRDefault="001733F1" w:rsidP="00564018">
      <w:pPr>
        <w:spacing w:line="360" w:lineRule="auto"/>
        <w:ind w:firstLine="710"/>
        <w:jc w:val="both"/>
      </w:pPr>
      <w:r>
        <w:t>13. Интогарова Сэрэмжид Васильевна</w:t>
      </w:r>
    </w:p>
    <w:p w:rsidR="001733F1" w:rsidRDefault="001733F1" w:rsidP="00564018">
      <w:pPr>
        <w:spacing w:line="360" w:lineRule="auto"/>
        <w:ind w:firstLine="710"/>
        <w:jc w:val="both"/>
      </w:pPr>
      <w:r>
        <w:t>14. Калачёв Олег Владимирович</w:t>
      </w:r>
    </w:p>
    <w:p w:rsidR="001733F1" w:rsidRDefault="001733F1" w:rsidP="00564018">
      <w:pPr>
        <w:spacing w:line="360" w:lineRule="auto"/>
        <w:ind w:firstLine="710"/>
        <w:jc w:val="both"/>
      </w:pPr>
      <w:r>
        <w:t>15. Калитвинов Алексей Анатольевич</w:t>
      </w:r>
    </w:p>
    <w:p w:rsidR="001733F1" w:rsidRDefault="001733F1" w:rsidP="00564018">
      <w:pPr>
        <w:spacing w:line="360" w:lineRule="auto"/>
        <w:ind w:firstLine="710"/>
        <w:jc w:val="both"/>
      </w:pPr>
      <w:r>
        <w:t>16. Картоев Ваха Алиханович</w:t>
      </w:r>
    </w:p>
    <w:p w:rsidR="001733F1" w:rsidRDefault="001733F1" w:rsidP="00564018">
      <w:pPr>
        <w:spacing w:line="360" w:lineRule="auto"/>
        <w:ind w:firstLine="710"/>
        <w:jc w:val="both"/>
      </w:pPr>
      <w:r>
        <w:t>17. Комарова Дарья Юрьевна</w:t>
      </w:r>
    </w:p>
    <w:p w:rsidR="001733F1" w:rsidRDefault="001733F1" w:rsidP="00564018">
      <w:pPr>
        <w:spacing w:line="360" w:lineRule="auto"/>
        <w:ind w:firstLine="710"/>
        <w:jc w:val="both"/>
      </w:pPr>
      <w:r>
        <w:t>18. Копырина Маргарина Сергеевна</w:t>
      </w:r>
    </w:p>
    <w:p w:rsidR="001733F1" w:rsidRDefault="001733F1" w:rsidP="00564018">
      <w:pPr>
        <w:spacing w:line="360" w:lineRule="auto"/>
        <w:ind w:firstLine="710"/>
        <w:jc w:val="both"/>
      </w:pPr>
      <w:r>
        <w:t>19. Кравченко Антон Петрович</w:t>
      </w:r>
    </w:p>
    <w:p w:rsidR="001733F1" w:rsidRDefault="001733F1" w:rsidP="00564018">
      <w:pPr>
        <w:spacing w:line="360" w:lineRule="auto"/>
        <w:ind w:firstLine="710"/>
        <w:jc w:val="both"/>
      </w:pPr>
      <w:r>
        <w:t>20. Кузнецов-Красовский Антон Вячеславович</w:t>
      </w:r>
    </w:p>
    <w:p w:rsidR="001733F1" w:rsidRDefault="001733F1" w:rsidP="00564018">
      <w:pPr>
        <w:spacing w:line="360" w:lineRule="auto"/>
        <w:ind w:firstLine="710"/>
        <w:jc w:val="both"/>
      </w:pPr>
      <w:r>
        <w:t>21. Литвинович Марина Алексеевна</w:t>
      </w:r>
    </w:p>
    <w:p w:rsidR="001733F1" w:rsidRDefault="001733F1" w:rsidP="00564018">
      <w:pPr>
        <w:spacing w:line="360" w:lineRule="auto"/>
        <w:ind w:firstLine="710"/>
        <w:jc w:val="both"/>
      </w:pPr>
      <w:r>
        <w:t>22. Лукманов Эрнест Рифович</w:t>
      </w:r>
    </w:p>
    <w:p w:rsidR="001733F1" w:rsidRDefault="001733F1" w:rsidP="00564018">
      <w:pPr>
        <w:spacing w:line="360" w:lineRule="auto"/>
        <w:ind w:firstLine="710"/>
        <w:jc w:val="both"/>
      </w:pPr>
      <w:r>
        <w:t>23. Лукьянов Алексей Николаевич</w:t>
      </w:r>
    </w:p>
    <w:p w:rsidR="001733F1" w:rsidRDefault="001733F1" w:rsidP="00564018">
      <w:pPr>
        <w:spacing w:line="360" w:lineRule="auto"/>
        <w:ind w:firstLine="710"/>
        <w:jc w:val="both"/>
      </w:pPr>
      <w:r>
        <w:t>24. Лукьянова Елена Анатольевна</w:t>
      </w:r>
    </w:p>
    <w:p w:rsidR="001733F1" w:rsidRDefault="001733F1" w:rsidP="00564018">
      <w:pPr>
        <w:spacing w:line="360" w:lineRule="auto"/>
        <w:ind w:firstLine="710"/>
        <w:jc w:val="both"/>
      </w:pPr>
      <w:r>
        <w:t>25. Львова Алина Олеговна</w:t>
      </w:r>
    </w:p>
    <w:p w:rsidR="001733F1" w:rsidRDefault="001733F1" w:rsidP="00564018">
      <w:pPr>
        <w:spacing w:line="360" w:lineRule="auto"/>
        <w:ind w:firstLine="710"/>
        <w:jc w:val="both"/>
      </w:pPr>
      <w:r>
        <w:t>26. Михайлюк Дмитрий Михайлович</w:t>
      </w:r>
    </w:p>
    <w:p w:rsidR="001733F1" w:rsidRDefault="001733F1" w:rsidP="00564018">
      <w:pPr>
        <w:spacing w:line="360" w:lineRule="auto"/>
        <w:ind w:firstLine="710"/>
        <w:jc w:val="both"/>
      </w:pPr>
      <w:r>
        <w:t>27. Москалева Анастасия Владимировна</w:t>
      </w:r>
    </w:p>
    <w:p w:rsidR="001733F1" w:rsidRDefault="001733F1" w:rsidP="00564018">
      <w:pPr>
        <w:spacing w:line="360" w:lineRule="auto"/>
        <w:ind w:firstLine="710"/>
        <w:jc w:val="both"/>
      </w:pPr>
      <w:r>
        <w:t>28. Николаев Роман Вячеславович</w:t>
      </w:r>
    </w:p>
    <w:p w:rsidR="001733F1" w:rsidRDefault="001733F1" w:rsidP="00564018">
      <w:pPr>
        <w:spacing w:line="360" w:lineRule="auto"/>
        <w:ind w:firstLine="710"/>
        <w:jc w:val="both"/>
      </w:pPr>
      <w:r>
        <w:t>29. Нисанбекова Эльза Ринатовна</w:t>
      </w:r>
    </w:p>
    <w:p w:rsidR="001733F1" w:rsidRDefault="001733F1" w:rsidP="00564018">
      <w:pPr>
        <w:spacing w:line="360" w:lineRule="auto"/>
        <w:ind w:firstLine="710"/>
        <w:jc w:val="both"/>
      </w:pPr>
      <w:r>
        <w:t>30. Порошин Евгений Николаевич</w:t>
      </w:r>
    </w:p>
    <w:p w:rsidR="001733F1" w:rsidRDefault="001733F1" w:rsidP="00564018">
      <w:pPr>
        <w:spacing w:line="360" w:lineRule="auto"/>
        <w:ind w:firstLine="710"/>
        <w:jc w:val="both"/>
      </w:pPr>
      <w:r>
        <w:t>31. Пунько Марина Викторовна</w:t>
      </w:r>
    </w:p>
    <w:p w:rsidR="001733F1" w:rsidRDefault="001733F1" w:rsidP="00564018">
      <w:pPr>
        <w:spacing w:line="360" w:lineRule="auto"/>
        <w:ind w:firstLine="710"/>
        <w:jc w:val="both"/>
      </w:pPr>
      <w:r>
        <w:t>32. Сигунов Егор Владимирович</w:t>
      </w:r>
    </w:p>
    <w:p w:rsidR="001733F1" w:rsidRDefault="001733F1" w:rsidP="00564018">
      <w:pPr>
        <w:spacing w:line="360" w:lineRule="auto"/>
        <w:ind w:firstLine="710"/>
        <w:jc w:val="both"/>
      </w:pPr>
      <w:r>
        <w:t>33. Фокин Александр Сергеевич</w:t>
      </w:r>
    </w:p>
    <w:p w:rsidR="001733F1" w:rsidRDefault="001733F1" w:rsidP="00564018">
      <w:pPr>
        <w:spacing w:line="360" w:lineRule="auto"/>
        <w:ind w:firstLine="710"/>
        <w:jc w:val="both"/>
      </w:pPr>
      <w:r>
        <w:t>34. Хомутинникова Янина Алексеевна</w:t>
      </w:r>
    </w:p>
    <w:p w:rsidR="001733F1" w:rsidRDefault="001733F1" w:rsidP="00564018">
      <w:pPr>
        <w:spacing w:line="360" w:lineRule="auto"/>
        <w:ind w:firstLine="710"/>
        <w:jc w:val="both"/>
      </w:pPr>
      <w:r>
        <w:t>35. Цыбикова Норжима Бадмадоржиевна</w:t>
      </w:r>
    </w:p>
    <w:p w:rsidR="001733F1" w:rsidRDefault="001733F1" w:rsidP="00564018">
      <w:pPr>
        <w:spacing w:line="360" w:lineRule="auto"/>
        <w:ind w:firstLine="710"/>
        <w:jc w:val="both"/>
      </w:pPr>
      <w:r>
        <w:t>36. Черникова Надежда Валерьевна</w:t>
      </w:r>
    </w:p>
    <w:p w:rsidR="001733F1" w:rsidRDefault="001733F1" w:rsidP="00564018">
      <w:pPr>
        <w:spacing w:line="360" w:lineRule="auto"/>
        <w:ind w:firstLine="710"/>
        <w:jc w:val="both"/>
      </w:pPr>
      <w:r>
        <w:t>37. Широбоков Виктор Геннадьевич</w:t>
      </w:r>
    </w:p>
    <w:p w:rsidR="001733F1" w:rsidRDefault="001733F1" w:rsidP="00564018">
      <w:pPr>
        <w:spacing w:line="360" w:lineRule="auto"/>
        <w:ind w:firstLine="710"/>
        <w:jc w:val="both"/>
      </w:pPr>
      <w:r>
        <w:t>38. Юхма Михаил Николаевич</w:t>
      </w:r>
    </w:p>
    <w:p w:rsidR="001733F1" w:rsidRDefault="001733F1" w:rsidP="00564018">
      <w:pPr>
        <w:spacing w:line="360" w:lineRule="auto"/>
        <w:ind w:firstLine="710"/>
        <w:jc w:val="both"/>
      </w:pPr>
      <w:r>
        <w:t>39. Ямбаев Хамзя Рахибович.</w:t>
      </w:r>
    </w:p>
    <w:p w:rsidR="001733F1" w:rsidRPr="000D3F94" w:rsidRDefault="001733F1" w:rsidP="00564018">
      <w:pPr>
        <w:spacing w:line="360" w:lineRule="auto"/>
        <w:ind w:firstLine="709"/>
        <w:jc w:val="both"/>
      </w:pPr>
    </w:p>
    <w:p w:rsidR="001733F1" w:rsidRDefault="001733F1"/>
    <w:sectPr w:rsidR="001733F1" w:rsidSect="00564018">
      <w:headerReference w:type="default" r:id="rId6"/>
      <w:footerReference w:type="default" r:id="rId7"/>
      <w:footerReference w:type="first" r:id="rId8"/>
      <w:pgSz w:w="11906" w:h="16838" w:code="9"/>
      <w:pgMar w:top="1134" w:right="850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3F1" w:rsidRDefault="001733F1" w:rsidP="00564018">
      <w:r>
        <w:separator/>
      </w:r>
    </w:p>
  </w:endnote>
  <w:endnote w:type="continuationSeparator" w:id="0">
    <w:p w:rsidR="001733F1" w:rsidRDefault="001733F1" w:rsidP="005640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3F1" w:rsidRDefault="001733F1">
    <w:pPr>
      <w:pStyle w:val="Footer"/>
    </w:pPr>
    <w:fldSimple w:instr=" FILENAME   \* MERGEFORMAT ">
      <w:r>
        <w:rPr>
          <w:noProof/>
        </w:rPr>
        <w:t>m0302033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3F1" w:rsidRDefault="001733F1">
    <w:pPr>
      <w:pStyle w:val="Footer"/>
    </w:pPr>
    <w:fldSimple w:instr=" FILENAME   \* MERGEFORMAT ">
      <w:r>
        <w:rPr>
          <w:noProof/>
        </w:rPr>
        <w:t>m0302033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3F1" w:rsidRDefault="001733F1" w:rsidP="00564018">
      <w:r>
        <w:separator/>
      </w:r>
    </w:p>
  </w:footnote>
  <w:footnote w:type="continuationSeparator" w:id="0">
    <w:p w:rsidR="001733F1" w:rsidRDefault="001733F1" w:rsidP="005640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3F1" w:rsidRPr="00564018" w:rsidRDefault="001733F1" w:rsidP="00564018">
    <w:pPr>
      <w:pStyle w:val="Header"/>
      <w:tabs>
        <w:tab w:val="left" w:pos="4535"/>
      </w:tabs>
      <w:rPr>
        <w:sz w:val="24"/>
        <w:szCs w:val="24"/>
      </w:rPr>
    </w:pPr>
    <w:r w:rsidRPr="00564018">
      <w:rPr>
        <w:sz w:val="24"/>
        <w:szCs w:val="24"/>
      </w:rPr>
      <w:tab/>
    </w:r>
    <w:r w:rsidRPr="00564018">
      <w:rPr>
        <w:sz w:val="24"/>
        <w:szCs w:val="24"/>
      </w:rPr>
      <w:tab/>
    </w:r>
    <w:r w:rsidRPr="00564018">
      <w:rPr>
        <w:sz w:val="24"/>
        <w:szCs w:val="24"/>
      </w:rPr>
      <w:fldChar w:fldCharType="begin"/>
    </w:r>
    <w:r w:rsidRPr="00564018">
      <w:rPr>
        <w:sz w:val="24"/>
        <w:szCs w:val="24"/>
      </w:rPr>
      <w:instrText xml:space="preserve"> PAGE   \* MERGEFORMAT </w:instrText>
    </w:r>
    <w:r w:rsidRPr="00564018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564018">
      <w:rPr>
        <w:sz w:val="24"/>
        <w:szCs w:val="24"/>
      </w:rPr>
      <w:fldChar w:fldCharType="end"/>
    </w:r>
  </w:p>
  <w:p w:rsidR="001733F1" w:rsidRDefault="001733F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4018"/>
    <w:rsid w:val="000354D0"/>
    <w:rsid w:val="00056409"/>
    <w:rsid w:val="000C0E33"/>
    <w:rsid w:val="000D3F94"/>
    <w:rsid w:val="0016350B"/>
    <w:rsid w:val="001733F1"/>
    <w:rsid w:val="001A45DB"/>
    <w:rsid w:val="002B7D2D"/>
    <w:rsid w:val="00324906"/>
    <w:rsid w:val="00341AB3"/>
    <w:rsid w:val="004E44A2"/>
    <w:rsid w:val="004F7DAC"/>
    <w:rsid w:val="00564018"/>
    <w:rsid w:val="00631D3D"/>
    <w:rsid w:val="00710207"/>
    <w:rsid w:val="00726859"/>
    <w:rsid w:val="007F198F"/>
    <w:rsid w:val="0082382A"/>
    <w:rsid w:val="009137D9"/>
    <w:rsid w:val="00A9521E"/>
    <w:rsid w:val="00AF1687"/>
    <w:rsid w:val="00C26F25"/>
    <w:rsid w:val="00DE77F4"/>
    <w:rsid w:val="00EE61AB"/>
    <w:rsid w:val="00F12BF7"/>
    <w:rsid w:val="00F21168"/>
    <w:rsid w:val="00F56A3F"/>
    <w:rsid w:val="00FB7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018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64018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6401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-1">
    <w:name w:val="Т-1"/>
    <w:aliases w:val="5,текст14-1,текст14"/>
    <w:basedOn w:val="Normal"/>
    <w:uiPriority w:val="99"/>
    <w:rsid w:val="00564018"/>
    <w:pPr>
      <w:spacing w:line="360" w:lineRule="auto"/>
      <w:ind w:firstLine="720"/>
      <w:jc w:val="both"/>
    </w:pPr>
  </w:style>
  <w:style w:type="paragraph" w:styleId="Header">
    <w:name w:val="header"/>
    <w:basedOn w:val="Normal"/>
    <w:link w:val="HeaderChar"/>
    <w:uiPriority w:val="99"/>
    <w:rsid w:val="00564018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64018"/>
    <w:rPr>
      <w:rFonts w:ascii="Times New Roman" w:hAnsi="Times New Roman" w:cs="Times New Roman"/>
      <w:lang w:eastAsia="ru-RU"/>
    </w:rPr>
  </w:style>
  <w:style w:type="paragraph" w:styleId="BodyText">
    <w:name w:val="Body Text"/>
    <w:basedOn w:val="Normal"/>
    <w:link w:val="BodyTextChar"/>
    <w:uiPriority w:val="99"/>
    <w:rsid w:val="00564018"/>
    <w:pPr>
      <w:jc w:val="center"/>
    </w:pPr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64018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a">
    <w:name w:val="письмо"/>
    <w:basedOn w:val="Normal"/>
    <w:uiPriority w:val="99"/>
    <w:rsid w:val="00564018"/>
    <w:pPr>
      <w:spacing w:after="120"/>
      <w:ind w:left="3969"/>
      <w:jc w:val="center"/>
    </w:pPr>
    <w:rPr>
      <w:rFonts w:ascii="Times New Roman CYR" w:hAnsi="Times New Roman CYR" w:cs="Times New Roman CYR"/>
    </w:rPr>
  </w:style>
  <w:style w:type="paragraph" w:customStyle="1" w:styleId="14-15">
    <w:name w:val="14-15"/>
    <w:basedOn w:val="Normal"/>
    <w:uiPriority w:val="99"/>
    <w:rsid w:val="00564018"/>
    <w:pPr>
      <w:spacing w:line="360" w:lineRule="auto"/>
      <w:ind w:firstLine="720"/>
      <w:jc w:val="both"/>
    </w:pPr>
    <w:rPr>
      <w:rFonts w:ascii="Times New Roman CYR" w:hAnsi="Times New Roman CYR" w:cs="Times New Roman CYR"/>
      <w:spacing w:val="4"/>
    </w:rPr>
  </w:style>
  <w:style w:type="paragraph" w:styleId="BalloonText">
    <w:name w:val="Balloon Text"/>
    <w:basedOn w:val="Normal"/>
    <w:link w:val="BalloonTextChar"/>
    <w:uiPriority w:val="99"/>
    <w:semiHidden/>
    <w:rsid w:val="00FB7A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B7AE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218</Words>
  <Characters>1244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mihiv</dc:creator>
  <cp:keywords/>
  <dc:description/>
  <cp:lastModifiedBy>user</cp:lastModifiedBy>
  <cp:revision>2</cp:revision>
  <cp:lastPrinted>2018-02-21T10:39:00Z</cp:lastPrinted>
  <dcterms:created xsi:type="dcterms:W3CDTF">2018-02-21T14:16:00Z</dcterms:created>
  <dcterms:modified xsi:type="dcterms:W3CDTF">2018-02-21T14:16:00Z</dcterms:modified>
</cp:coreProperties>
</file>