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219" w:rsidRPr="002B7D2D" w:rsidRDefault="00382219" w:rsidP="00D1216C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382219" w:rsidRDefault="00382219" w:rsidP="00D1216C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382219" w:rsidRPr="002B7D2D" w:rsidRDefault="00382219" w:rsidP="00D1216C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21 февраля 2018 г. № 143/1180-7</w:t>
      </w:r>
    </w:p>
    <w:p w:rsidR="00382219" w:rsidRPr="002B7D2D" w:rsidRDefault="00382219" w:rsidP="00D1216C">
      <w:pPr>
        <w:rPr>
          <w:b/>
          <w:bCs/>
          <w:sz w:val="28"/>
          <w:szCs w:val="28"/>
        </w:rPr>
      </w:pPr>
    </w:p>
    <w:p w:rsidR="00382219" w:rsidRDefault="00382219" w:rsidP="00D1216C">
      <w:pPr>
        <w:jc w:val="center"/>
        <w:rPr>
          <w:b/>
          <w:bCs/>
          <w:sz w:val="28"/>
          <w:szCs w:val="28"/>
        </w:rPr>
      </w:pPr>
    </w:p>
    <w:p w:rsidR="00382219" w:rsidRDefault="00382219" w:rsidP="00D1216C">
      <w:pPr>
        <w:jc w:val="center"/>
        <w:rPr>
          <w:b/>
          <w:bCs/>
          <w:sz w:val="28"/>
          <w:szCs w:val="28"/>
        </w:rPr>
      </w:pPr>
    </w:p>
    <w:p w:rsidR="00382219" w:rsidRDefault="00382219" w:rsidP="00D121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</w:p>
    <w:p w:rsidR="00382219" w:rsidRDefault="00382219" w:rsidP="00D121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доверенных лиц политической партии</w:t>
      </w:r>
    </w:p>
    <w:p w:rsidR="00382219" w:rsidRDefault="00382219" w:rsidP="00D121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«Политическая партия «Российская объединенная демократическая партия «ЯБЛОКО»</w:t>
      </w:r>
    </w:p>
    <w:p w:rsidR="00382219" w:rsidRDefault="00382219" w:rsidP="00D1216C">
      <w:pPr>
        <w:jc w:val="center"/>
        <w:rPr>
          <w:sz w:val="28"/>
          <w:szCs w:val="28"/>
        </w:rPr>
      </w:pPr>
    </w:p>
    <w:p w:rsidR="00382219" w:rsidRDefault="00382219" w:rsidP="00C211C1">
      <w:pPr>
        <w:tabs>
          <w:tab w:val="left" w:pos="709"/>
          <w:tab w:val="left" w:pos="851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 Амосов Александр Николаевич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 Андреев Александр Витальевич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 Андреев Дмитрий Николаевич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 Артемьев Евгений Георгиевич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 Бойко Николай Петрович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 Власова Ольга Юрьевна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7. Грибенко Григорий Александрович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8. Иванов Сергей Вадимович</w:t>
      </w:r>
    </w:p>
    <w:p w:rsidR="00382219" w:rsidRDefault="00382219" w:rsidP="00C211C1">
      <w:pPr>
        <w:tabs>
          <w:tab w:val="left" w:pos="709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9. Колосветов Александр Викторович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10. Мечетная Надежда Константиновна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11. Пчелкина Татьяна Николаевна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12. Тукеев Валерий Петрович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13. Фоминых Рюрик Владиславович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14. Франк Николай Маркович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15. Шейнис Виктор Леонидович</w:t>
      </w:r>
    </w:p>
    <w:p w:rsidR="00382219" w:rsidRDefault="00382219" w:rsidP="00D1216C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16. Шехтман Владимир Ефимович.</w:t>
      </w:r>
    </w:p>
    <w:p w:rsidR="00382219" w:rsidRDefault="00382219"/>
    <w:sectPr w:rsidR="00382219" w:rsidSect="002B7D2D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219" w:rsidRDefault="00382219" w:rsidP="00D1216C">
      <w:r>
        <w:separator/>
      </w:r>
    </w:p>
  </w:endnote>
  <w:endnote w:type="continuationSeparator" w:id="0">
    <w:p w:rsidR="00382219" w:rsidRDefault="00382219" w:rsidP="00D12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219" w:rsidRDefault="003822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219" w:rsidRDefault="00382219">
    <w:pPr>
      <w:pStyle w:val="Footer"/>
    </w:pPr>
    <w:fldSimple w:instr=" FILENAME   \* MERGEFORMAT ">
      <w:r w:rsidRPr="00056F1C">
        <w:rPr>
          <w:noProof/>
          <w:sz w:val="16"/>
          <w:szCs w:val="16"/>
        </w:rPr>
        <w:t>m0302026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219" w:rsidRDefault="00382219" w:rsidP="00D1216C">
      <w:r>
        <w:separator/>
      </w:r>
    </w:p>
  </w:footnote>
  <w:footnote w:type="continuationSeparator" w:id="0">
    <w:p w:rsidR="00382219" w:rsidRDefault="00382219" w:rsidP="00D12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219" w:rsidRDefault="0038221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82219" w:rsidRDefault="00382219" w:rsidP="009803FE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16C"/>
    <w:rsid w:val="00056F1C"/>
    <w:rsid w:val="002B7D2D"/>
    <w:rsid w:val="00301FA1"/>
    <w:rsid w:val="00382219"/>
    <w:rsid w:val="004E44A2"/>
    <w:rsid w:val="004E59FA"/>
    <w:rsid w:val="00524AA7"/>
    <w:rsid w:val="00565104"/>
    <w:rsid w:val="0064348C"/>
    <w:rsid w:val="00681C32"/>
    <w:rsid w:val="0079557F"/>
    <w:rsid w:val="008F1EAE"/>
    <w:rsid w:val="009803FE"/>
    <w:rsid w:val="00AF1687"/>
    <w:rsid w:val="00C211C1"/>
    <w:rsid w:val="00C26F25"/>
    <w:rsid w:val="00C46221"/>
    <w:rsid w:val="00D02EED"/>
    <w:rsid w:val="00D1216C"/>
    <w:rsid w:val="00E964BE"/>
    <w:rsid w:val="00EA50F0"/>
    <w:rsid w:val="00FB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16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-15">
    <w:name w:val="14-15"/>
    <w:basedOn w:val="Normal"/>
    <w:uiPriority w:val="99"/>
    <w:rsid w:val="00D1216C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D121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216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D121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21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D1216C"/>
    <w:pPr>
      <w:spacing w:line="360" w:lineRule="auto"/>
      <w:ind w:firstLine="720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C21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11C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109</Words>
  <Characters>623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2018-02-21T10:36:00Z</cp:lastPrinted>
  <dcterms:created xsi:type="dcterms:W3CDTF">2018-02-21T14:15:00Z</dcterms:created>
  <dcterms:modified xsi:type="dcterms:W3CDTF">2018-02-21T14:15:00Z</dcterms:modified>
</cp:coreProperties>
</file>