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A5E" w:rsidRPr="002B7D2D" w:rsidRDefault="00600A5E" w:rsidP="00BB092B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 xml:space="preserve">Приложение </w:t>
      </w:r>
    </w:p>
    <w:p w:rsidR="00600A5E" w:rsidRDefault="00600A5E" w:rsidP="00BB092B">
      <w:pPr>
        <w:ind w:left="3969"/>
        <w:jc w:val="center"/>
        <w:rPr>
          <w:rFonts w:ascii="Times New Roman CYR" w:hAnsi="Times New Roman CYR" w:cs="Times New Roman CYR"/>
        </w:rPr>
      </w:pPr>
      <w:r w:rsidRPr="002B7D2D">
        <w:rPr>
          <w:rFonts w:ascii="Times New Roman CYR" w:hAnsi="Times New Roman CYR" w:cs="Times New Roman CYR"/>
        </w:rPr>
        <w:t>к постановлению Центральной избирательной комиссии Российской Федерации</w:t>
      </w:r>
    </w:p>
    <w:p w:rsidR="00600A5E" w:rsidRDefault="00600A5E" w:rsidP="0073063D">
      <w:pPr>
        <w:ind w:left="3969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 w:cs="Times New Roman CYR"/>
        </w:rPr>
        <w:t>от 21 февраля 2018 г. № 143/1179-7</w:t>
      </w:r>
      <w:r w:rsidRPr="002B7D2D">
        <w:rPr>
          <w:rFonts w:ascii="Times New Roman CYR" w:hAnsi="Times New Roman CYR" w:cs="Times New Roman CYR"/>
        </w:rPr>
        <w:t xml:space="preserve"> </w:t>
      </w:r>
    </w:p>
    <w:p w:rsidR="00600A5E" w:rsidRDefault="00600A5E" w:rsidP="00BB092B">
      <w:pPr>
        <w:rPr>
          <w:b/>
          <w:bCs/>
          <w:sz w:val="28"/>
          <w:szCs w:val="28"/>
        </w:rPr>
      </w:pPr>
    </w:p>
    <w:p w:rsidR="00600A5E" w:rsidRDefault="00600A5E" w:rsidP="00BB092B">
      <w:pPr>
        <w:rPr>
          <w:b/>
          <w:bCs/>
          <w:sz w:val="28"/>
          <w:szCs w:val="28"/>
        </w:rPr>
      </w:pPr>
    </w:p>
    <w:p w:rsidR="00600A5E" w:rsidRDefault="00600A5E" w:rsidP="00BB092B">
      <w:pPr>
        <w:tabs>
          <w:tab w:val="left" w:pos="709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СПИСОК</w:t>
      </w:r>
    </w:p>
    <w:p w:rsidR="00600A5E" w:rsidRDefault="00600A5E" w:rsidP="00BB09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доверенных лиц кандидата</w:t>
      </w:r>
    </w:p>
    <w:p w:rsidR="00600A5E" w:rsidRDefault="00600A5E" w:rsidP="00BB09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должность Президента Российской Федерации</w:t>
      </w:r>
    </w:p>
    <w:p w:rsidR="00600A5E" w:rsidRDefault="00600A5E" w:rsidP="00BB092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Григория Алексеевича</w:t>
      </w:r>
      <w:r w:rsidRPr="00FC6AED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Явлинского</w:t>
      </w:r>
    </w:p>
    <w:p w:rsidR="00600A5E" w:rsidRDefault="00600A5E" w:rsidP="00BB092B">
      <w:pPr>
        <w:jc w:val="center"/>
        <w:rPr>
          <w:sz w:val="28"/>
          <w:szCs w:val="28"/>
        </w:rPr>
      </w:pP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1. Амосов Александр Николаевич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2. Андреев Дмитрий Николаевич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 Артемьев Евгений Георгиевич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 Архипов Илья Анатольевич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5. Бойко Николай Петрович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6. Власова Ольга Юрьевна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7. Гуварьян Арсен Погосович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8. Диллендорф Евгения Андреевна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9. Егоров Николай Александрович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10. Иванов Сергей Вадимович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11. Кислица Николай Николаевич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12. Колмаков Юрий Андреевич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13. Колосветов Александр Викторович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14. Кравцева Елена Геннадьевна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15. Кузнецов Владимир Михайлович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16. Мартынова Нина Георгиевна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17. Матвеев Роман Александрович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18. Налобина Александра Федоровна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19. Труфанов Роман Дмитриевич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20. Тукеев Валерий Петрович</w:t>
      </w:r>
    </w:p>
    <w:p w:rsidR="00600A5E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21. Шейнис Виктор Леонидович</w:t>
      </w:r>
    </w:p>
    <w:p w:rsidR="00600A5E" w:rsidRPr="00E310A9" w:rsidRDefault="00600A5E" w:rsidP="00BB092B">
      <w:pPr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22. Шехтман Владимир Ефимович.</w:t>
      </w:r>
    </w:p>
    <w:p w:rsidR="00600A5E" w:rsidRDefault="00600A5E"/>
    <w:sectPr w:rsidR="00600A5E" w:rsidSect="002B7D2D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A5E" w:rsidRDefault="00600A5E" w:rsidP="00BB092B">
      <w:r>
        <w:separator/>
      </w:r>
    </w:p>
  </w:endnote>
  <w:endnote w:type="continuationSeparator" w:id="0">
    <w:p w:rsidR="00600A5E" w:rsidRDefault="00600A5E" w:rsidP="00BB09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5E" w:rsidRDefault="00600A5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5E" w:rsidRDefault="00600A5E">
    <w:pPr>
      <w:pStyle w:val="Footer"/>
    </w:pPr>
    <w:fldSimple w:instr=" FILENAME   \* MERGEFORMAT ">
      <w:r w:rsidRPr="00B81556">
        <w:rPr>
          <w:noProof/>
          <w:sz w:val="16"/>
          <w:szCs w:val="16"/>
        </w:rPr>
        <w:t>m0302027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A5E" w:rsidRDefault="00600A5E" w:rsidP="00BB092B">
      <w:r>
        <w:separator/>
      </w:r>
    </w:p>
  </w:footnote>
  <w:footnote w:type="continuationSeparator" w:id="0">
    <w:p w:rsidR="00600A5E" w:rsidRDefault="00600A5E" w:rsidP="00BB09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A5E" w:rsidRDefault="00600A5E" w:rsidP="009803FE">
    <w:pPr>
      <w:pStyle w:val="Header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92B"/>
    <w:rsid w:val="00064444"/>
    <w:rsid w:val="001A7E86"/>
    <w:rsid w:val="002B7D2D"/>
    <w:rsid w:val="004A2115"/>
    <w:rsid w:val="004E44A2"/>
    <w:rsid w:val="00565104"/>
    <w:rsid w:val="00600A5E"/>
    <w:rsid w:val="00681C32"/>
    <w:rsid w:val="0073063D"/>
    <w:rsid w:val="00823B4F"/>
    <w:rsid w:val="00866A2F"/>
    <w:rsid w:val="00960701"/>
    <w:rsid w:val="009803FE"/>
    <w:rsid w:val="00AF1687"/>
    <w:rsid w:val="00B81556"/>
    <w:rsid w:val="00BB092B"/>
    <w:rsid w:val="00C22E1F"/>
    <w:rsid w:val="00C26F25"/>
    <w:rsid w:val="00E310A9"/>
    <w:rsid w:val="00E5712A"/>
    <w:rsid w:val="00E964BE"/>
    <w:rsid w:val="00F44D4E"/>
    <w:rsid w:val="00FC6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92B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4-15">
    <w:name w:val="14-15"/>
    <w:basedOn w:val="Normal"/>
    <w:uiPriority w:val="99"/>
    <w:rsid w:val="00BB092B"/>
    <w:pPr>
      <w:spacing w:line="360" w:lineRule="auto"/>
      <w:ind w:firstLine="720"/>
      <w:jc w:val="both"/>
    </w:pPr>
    <w:rPr>
      <w:rFonts w:ascii="Times New Roman CYR" w:hAnsi="Times New Roman CYR" w:cs="Times New Roman CYR"/>
      <w:spacing w:val="4"/>
      <w:sz w:val="28"/>
      <w:szCs w:val="28"/>
    </w:rPr>
  </w:style>
  <w:style w:type="paragraph" w:styleId="Header">
    <w:name w:val="header"/>
    <w:basedOn w:val="Normal"/>
    <w:link w:val="HeaderChar"/>
    <w:uiPriority w:val="99"/>
    <w:rsid w:val="00BB092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092B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B092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092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-1">
    <w:name w:val="Т-1"/>
    <w:aliases w:val="5,текст14-1,текст14"/>
    <w:basedOn w:val="Normal"/>
    <w:uiPriority w:val="99"/>
    <w:rsid w:val="00BB092B"/>
    <w:pPr>
      <w:spacing w:line="360" w:lineRule="auto"/>
      <w:ind w:firstLine="720"/>
      <w:jc w:val="both"/>
    </w:pPr>
    <w:rPr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823B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23B4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133</Words>
  <Characters>764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</dc:title>
  <dc:subject/>
  <dc:creator>mihiv</dc:creator>
  <cp:keywords/>
  <dc:description/>
  <cp:lastModifiedBy>user</cp:lastModifiedBy>
  <cp:revision>2</cp:revision>
  <cp:lastPrinted>2018-02-21T10:37:00Z</cp:lastPrinted>
  <dcterms:created xsi:type="dcterms:W3CDTF">2018-02-21T14:14:00Z</dcterms:created>
  <dcterms:modified xsi:type="dcterms:W3CDTF">2018-02-21T14:14:00Z</dcterms:modified>
</cp:coreProperties>
</file>