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15B" w:rsidRPr="00302DB5" w:rsidRDefault="00B3615B" w:rsidP="00023B2F">
      <w:pPr>
        <w:pStyle w:val="BodyText"/>
        <w:pageBreakBefore/>
        <w:ind w:left="3969"/>
        <w:rPr>
          <w:sz w:val="24"/>
          <w:szCs w:val="24"/>
        </w:rPr>
      </w:pPr>
      <w:r w:rsidRPr="00302DB5">
        <w:rPr>
          <w:sz w:val="24"/>
          <w:szCs w:val="24"/>
        </w:rPr>
        <w:t>Приложение</w:t>
      </w:r>
    </w:p>
    <w:p w:rsidR="00B3615B" w:rsidRPr="00302DB5" w:rsidRDefault="00B3615B" w:rsidP="00023B2F">
      <w:pPr>
        <w:pStyle w:val="BodyText"/>
        <w:ind w:left="3969"/>
        <w:rPr>
          <w:sz w:val="24"/>
          <w:szCs w:val="24"/>
        </w:rPr>
      </w:pPr>
      <w:r w:rsidRPr="00302DB5">
        <w:rPr>
          <w:sz w:val="24"/>
          <w:szCs w:val="24"/>
        </w:rPr>
        <w:t>к постановлению Центральной избирательной комиссии Российск</w:t>
      </w:r>
      <w:r>
        <w:rPr>
          <w:sz w:val="24"/>
          <w:szCs w:val="24"/>
        </w:rPr>
        <w:t>ой Федерации</w:t>
      </w:r>
      <w:r>
        <w:rPr>
          <w:sz w:val="24"/>
          <w:szCs w:val="24"/>
        </w:rPr>
        <w:br/>
        <w:t>от 21 февраля 2018 г. № 143/1178-7</w:t>
      </w:r>
    </w:p>
    <w:p w:rsidR="00B3615B" w:rsidRDefault="00B3615B" w:rsidP="00023B2F">
      <w:pPr>
        <w:pStyle w:val="BodyText"/>
        <w:spacing w:before="292" w:line="240" w:lineRule="exact"/>
        <w:rPr>
          <w:sz w:val="24"/>
          <w:szCs w:val="24"/>
        </w:rPr>
      </w:pPr>
    </w:p>
    <w:p w:rsidR="00B3615B" w:rsidRDefault="00B3615B" w:rsidP="00023B2F">
      <w:pPr>
        <w:pStyle w:val="BodyTextIndent2"/>
        <w:spacing w:after="0" w:line="240" w:lineRule="auto"/>
        <w:ind w:left="0"/>
        <w:rPr>
          <w:b/>
          <w:bCs/>
        </w:rPr>
      </w:pPr>
      <w:r w:rsidRPr="00911287">
        <w:rPr>
          <w:b/>
          <w:bCs/>
        </w:rPr>
        <w:t>С</w:t>
      </w:r>
      <w:r>
        <w:rPr>
          <w:b/>
          <w:bCs/>
        </w:rPr>
        <w:t>ПИСОК</w:t>
      </w:r>
    </w:p>
    <w:p w:rsidR="00B3615B" w:rsidRPr="00356A13" w:rsidRDefault="00B3615B" w:rsidP="00023B2F">
      <w:pPr>
        <w:pStyle w:val="BodyTextIndent2"/>
        <w:spacing w:after="0" w:line="240" w:lineRule="auto"/>
        <w:ind w:left="0"/>
        <w:rPr>
          <w:b/>
          <w:bCs/>
        </w:rPr>
      </w:pPr>
      <w:r w:rsidRPr="00896A99">
        <w:rPr>
          <w:b/>
          <w:bCs/>
        </w:rPr>
        <w:t>уполномоченных пре</w:t>
      </w:r>
      <w:r>
        <w:rPr>
          <w:b/>
          <w:bCs/>
        </w:rPr>
        <w:t>дставителей политической партии</w:t>
      </w:r>
      <w:r>
        <w:rPr>
          <w:b/>
          <w:bCs/>
        </w:rPr>
        <w:br/>
      </w:r>
      <w:r w:rsidRPr="000D1B5D">
        <w:rPr>
          <w:b/>
          <w:bCs/>
        </w:rPr>
        <w:t>«Политическая партия «КОММУНИСТИЧЕСКАЯ ПАРТИЯ</w:t>
      </w:r>
      <w:r w:rsidRPr="000D1B5D">
        <w:rPr>
          <w:b/>
          <w:bCs/>
        </w:rPr>
        <w:br/>
        <w:t>РОССИЙСКОЙ ФЕДЕРАЦИИ»</w:t>
      </w:r>
    </w:p>
    <w:p w:rsidR="00B3615B" w:rsidRDefault="00B3615B" w:rsidP="00023B2F">
      <w:pPr>
        <w:pStyle w:val="BodyTextIndent2"/>
        <w:spacing w:after="0" w:line="240" w:lineRule="auto"/>
        <w:ind w:left="0"/>
        <w:rPr>
          <w:b/>
          <w:bCs/>
        </w:rPr>
      </w:pPr>
    </w:p>
    <w:p w:rsidR="00B3615B" w:rsidRDefault="00B3615B" w:rsidP="00023B2F">
      <w:pPr>
        <w:pStyle w:val="BodyTextIndent2"/>
        <w:spacing w:after="0" w:line="240" w:lineRule="auto"/>
        <w:ind w:left="0"/>
        <w:rPr>
          <w:b/>
          <w:bCs/>
        </w:rPr>
      </w:pPr>
    </w:p>
    <w:p w:rsidR="00B3615B" w:rsidRDefault="00B3615B" w:rsidP="00946004">
      <w:pPr>
        <w:spacing w:line="360" w:lineRule="auto"/>
        <w:ind w:firstLine="710"/>
        <w:jc w:val="both"/>
      </w:pPr>
      <w:r>
        <w:t>1. Климентьев Роман Валерьевич</w:t>
      </w:r>
    </w:p>
    <w:p w:rsidR="00B3615B" w:rsidRDefault="00B3615B" w:rsidP="00946004">
      <w:pPr>
        <w:spacing w:line="360" w:lineRule="auto"/>
        <w:ind w:firstLine="710"/>
        <w:jc w:val="both"/>
      </w:pPr>
      <w:r>
        <w:t>2. Тайсаев Казбек Куцукович</w:t>
      </w:r>
    </w:p>
    <w:p w:rsidR="00B3615B" w:rsidRDefault="00B3615B" w:rsidP="00946004">
      <w:pPr>
        <w:spacing w:line="360" w:lineRule="auto"/>
        <w:ind w:firstLine="710"/>
        <w:jc w:val="both"/>
      </w:pPr>
      <w:r>
        <w:t>3. Ходунова Ольга Архиповна.</w:t>
      </w:r>
    </w:p>
    <w:sectPr w:rsidR="00B3615B" w:rsidSect="00543E93">
      <w:headerReference w:type="default" r:id="rId7"/>
      <w:footerReference w:type="default" r:id="rId8"/>
      <w:footerReference w:type="first" r:id="rId9"/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615B" w:rsidRDefault="00B3615B">
      <w:r>
        <w:separator/>
      </w:r>
    </w:p>
  </w:endnote>
  <w:endnote w:type="continuationSeparator" w:id="0">
    <w:p w:rsidR="00B3615B" w:rsidRDefault="00B361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15B" w:rsidRDefault="00B3615B" w:rsidP="00543E93">
    <w:pPr>
      <w:pStyle w:val="Footer"/>
      <w:jc w:val="left"/>
    </w:pPr>
    <w:fldSimple w:instr=" FILENAME   \* MERGEFORMAT ">
      <w:r>
        <w:rPr>
          <w:noProof/>
          <w:sz w:val="16"/>
          <w:szCs w:val="16"/>
        </w:rPr>
        <w:t>е0302021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15B" w:rsidRDefault="00B3615B" w:rsidP="00543E93">
    <w:pPr>
      <w:pStyle w:val="Footer"/>
      <w:jc w:val="left"/>
    </w:pPr>
    <w:fldSimple w:instr=" FILENAME   \* MERGEFORMAT ">
      <w:r>
        <w:rPr>
          <w:noProof/>
          <w:sz w:val="16"/>
          <w:szCs w:val="16"/>
        </w:rPr>
        <w:t>е0302021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615B" w:rsidRDefault="00B3615B">
      <w:r>
        <w:separator/>
      </w:r>
    </w:p>
  </w:footnote>
  <w:footnote w:type="continuationSeparator" w:id="0">
    <w:p w:rsidR="00B3615B" w:rsidRDefault="00B361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15B" w:rsidRPr="00543E93" w:rsidRDefault="00B3615B">
    <w:pPr>
      <w:pStyle w:val="Header"/>
      <w:jc w:val="center"/>
      <w:rPr>
        <w:sz w:val="24"/>
        <w:szCs w:val="24"/>
      </w:rPr>
    </w:pPr>
    <w:r w:rsidRPr="00543E93">
      <w:rPr>
        <w:sz w:val="24"/>
        <w:szCs w:val="24"/>
      </w:rPr>
      <w:fldChar w:fldCharType="begin"/>
    </w:r>
    <w:r w:rsidRPr="00543E93">
      <w:rPr>
        <w:sz w:val="24"/>
        <w:szCs w:val="24"/>
      </w:rPr>
      <w:instrText xml:space="preserve"> PAGE   \* MERGEFORMAT </w:instrText>
    </w:r>
    <w:r w:rsidRPr="00543E93">
      <w:rPr>
        <w:sz w:val="24"/>
        <w:szCs w:val="24"/>
      </w:rPr>
      <w:fldChar w:fldCharType="separate"/>
    </w:r>
    <w:r>
      <w:rPr>
        <w:noProof/>
        <w:sz w:val="24"/>
        <w:szCs w:val="24"/>
      </w:rPr>
      <w:t>2</w:t>
    </w:r>
    <w:r w:rsidRPr="00543E93">
      <w:rPr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73044"/>
    <w:multiLevelType w:val="hybridMultilevel"/>
    <w:tmpl w:val="A3544320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>
      <w:start w:val="1"/>
      <w:numFmt w:val="lowerLetter"/>
      <w:lvlText w:val="%2."/>
      <w:lvlJc w:val="left"/>
      <w:pPr>
        <w:ind w:left="1797" w:hanging="360"/>
      </w:pPr>
    </w:lvl>
    <w:lvl w:ilvl="2" w:tplc="0419001B">
      <w:start w:val="1"/>
      <w:numFmt w:val="lowerRoman"/>
      <w:lvlText w:val="%3."/>
      <w:lvlJc w:val="right"/>
      <w:pPr>
        <w:ind w:left="2517" w:hanging="180"/>
      </w:pPr>
    </w:lvl>
    <w:lvl w:ilvl="3" w:tplc="0419000F">
      <w:start w:val="1"/>
      <w:numFmt w:val="decimal"/>
      <w:lvlText w:val="%4."/>
      <w:lvlJc w:val="left"/>
      <w:pPr>
        <w:ind w:left="3237" w:hanging="360"/>
      </w:pPr>
    </w:lvl>
    <w:lvl w:ilvl="4" w:tplc="04190019">
      <w:start w:val="1"/>
      <w:numFmt w:val="lowerLetter"/>
      <w:lvlText w:val="%5."/>
      <w:lvlJc w:val="left"/>
      <w:pPr>
        <w:ind w:left="3957" w:hanging="360"/>
      </w:pPr>
    </w:lvl>
    <w:lvl w:ilvl="5" w:tplc="0419001B">
      <w:start w:val="1"/>
      <w:numFmt w:val="lowerRoman"/>
      <w:lvlText w:val="%6."/>
      <w:lvlJc w:val="right"/>
      <w:pPr>
        <w:ind w:left="4677" w:hanging="180"/>
      </w:pPr>
    </w:lvl>
    <w:lvl w:ilvl="6" w:tplc="0419000F">
      <w:start w:val="1"/>
      <w:numFmt w:val="decimal"/>
      <w:lvlText w:val="%7."/>
      <w:lvlJc w:val="left"/>
      <w:pPr>
        <w:ind w:left="5397" w:hanging="360"/>
      </w:pPr>
    </w:lvl>
    <w:lvl w:ilvl="7" w:tplc="04190019">
      <w:start w:val="1"/>
      <w:numFmt w:val="lowerLetter"/>
      <w:lvlText w:val="%8."/>
      <w:lvlJc w:val="left"/>
      <w:pPr>
        <w:ind w:left="6117" w:hanging="360"/>
      </w:pPr>
    </w:lvl>
    <w:lvl w:ilvl="8" w:tplc="0419001B">
      <w:start w:val="1"/>
      <w:numFmt w:val="lowerRoman"/>
      <w:lvlText w:val="%9."/>
      <w:lvlJc w:val="right"/>
      <w:pPr>
        <w:ind w:left="6837" w:hanging="180"/>
      </w:pPr>
    </w:lvl>
  </w:abstractNum>
  <w:abstractNum w:abstractNumId="1">
    <w:nsid w:val="45371759"/>
    <w:multiLevelType w:val="hybridMultilevel"/>
    <w:tmpl w:val="552043A8"/>
    <w:lvl w:ilvl="0" w:tplc="20B41AC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DB3096"/>
    <w:multiLevelType w:val="hybridMultilevel"/>
    <w:tmpl w:val="739CACA8"/>
    <w:lvl w:ilvl="0" w:tplc="06C037B4">
      <w:start w:val="1"/>
      <w:numFmt w:val="decimal"/>
      <w:suff w:val="space"/>
      <w:lvlText w:val="%1."/>
      <w:lvlJc w:val="left"/>
      <w:pPr>
        <w:ind w:left="71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37" w:hanging="360"/>
      </w:pPr>
    </w:lvl>
    <w:lvl w:ilvl="2" w:tplc="0419001B">
      <w:start w:val="1"/>
      <w:numFmt w:val="lowerRoman"/>
      <w:lvlText w:val="%3."/>
      <w:lvlJc w:val="right"/>
      <w:pPr>
        <w:ind w:left="2157" w:hanging="180"/>
      </w:pPr>
    </w:lvl>
    <w:lvl w:ilvl="3" w:tplc="0419000F">
      <w:start w:val="1"/>
      <w:numFmt w:val="decimal"/>
      <w:lvlText w:val="%4."/>
      <w:lvlJc w:val="left"/>
      <w:pPr>
        <w:ind w:left="2877" w:hanging="360"/>
      </w:pPr>
    </w:lvl>
    <w:lvl w:ilvl="4" w:tplc="04190019">
      <w:start w:val="1"/>
      <w:numFmt w:val="lowerLetter"/>
      <w:lvlText w:val="%5."/>
      <w:lvlJc w:val="left"/>
      <w:pPr>
        <w:ind w:left="3597" w:hanging="360"/>
      </w:pPr>
    </w:lvl>
    <w:lvl w:ilvl="5" w:tplc="0419001B">
      <w:start w:val="1"/>
      <w:numFmt w:val="lowerRoman"/>
      <w:lvlText w:val="%6."/>
      <w:lvlJc w:val="right"/>
      <w:pPr>
        <w:ind w:left="4317" w:hanging="180"/>
      </w:pPr>
    </w:lvl>
    <w:lvl w:ilvl="6" w:tplc="0419000F">
      <w:start w:val="1"/>
      <w:numFmt w:val="decimal"/>
      <w:lvlText w:val="%7."/>
      <w:lvlJc w:val="left"/>
      <w:pPr>
        <w:ind w:left="5037" w:hanging="360"/>
      </w:pPr>
    </w:lvl>
    <w:lvl w:ilvl="7" w:tplc="04190019">
      <w:start w:val="1"/>
      <w:numFmt w:val="lowerLetter"/>
      <w:lvlText w:val="%8."/>
      <w:lvlJc w:val="left"/>
      <w:pPr>
        <w:ind w:left="5757" w:hanging="360"/>
      </w:pPr>
    </w:lvl>
    <w:lvl w:ilvl="8" w:tplc="0419001B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58C25642"/>
    <w:multiLevelType w:val="hybridMultilevel"/>
    <w:tmpl w:val="8C18D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CA688A"/>
    <w:multiLevelType w:val="hybridMultilevel"/>
    <w:tmpl w:val="1AB606DE"/>
    <w:lvl w:ilvl="0" w:tplc="65701034">
      <w:start w:val="1"/>
      <w:numFmt w:val="decimal"/>
      <w:suff w:val="space"/>
      <w:lvlText w:val="%1."/>
      <w:lvlJc w:val="left"/>
      <w:pPr>
        <w:ind w:left="143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50" w:hanging="360"/>
      </w:pPr>
    </w:lvl>
    <w:lvl w:ilvl="2" w:tplc="0419001B">
      <w:start w:val="1"/>
      <w:numFmt w:val="lowerRoman"/>
      <w:lvlText w:val="%3."/>
      <w:lvlJc w:val="right"/>
      <w:pPr>
        <w:ind w:left="2870" w:hanging="180"/>
      </w:pPr>
    </w:lvl>
    <w:lvl w:ilvl="3" w:tplc="0419000F">
      <w:start w:val="1"/>
      <w:numFmt w:val="decimal"/>
      <w:lvlText w:val="%4."/>
      <w:lvlJc w:val="left"/>
      <w:pPr>
        <w:ind w:left="3590" w:hanging="360"/>
      </w:pPr>
    </w:lvl>
    <w:lvl w:ilvl="4" w:tplc="04190019">
      <w:start w:val="1"/>
      <w:numFmt w:val="lowerLetter"/>
      <w:lvlText w:val="%5."/>
      <w:lvlJc w:val="left"/>
      <w:pPr>
        <w:ind w:left="4310" w:hanging="360"/>
      </w:pPr>
    </w:lvl>
    <w:lvl w:ilvl="5" w:tplc="0419001B">
      <w:start w:val="1"/>
      <w:numFmt w:val="lowerRoman"/>
      <w:lvlText w:val="%6."/>
      <w:lvlJc w:val="right"/>
      <w:pPr>
        <w:ind w:left="5030" w:hanging="180"/>
      </w:pPr>
    </w:lvl>
    <w:lvl w:ilvl="6" w:tplc="0419000F">
      <w:start w:val="1"/>
      <w:numFmt w:val="decimal"/>
      <w:lvlText w:val="%7."/>
      <w:lvlJc w:val="left"/>
      <w:pPr>
        <w:ind w:left="5750" w:hanging="360"/>
      </w:pPr>
    </w:lvl>
    <w:lvl w:ilvl="7" w:tplc="04190019">
      <w:start w:val="1"/>
      <w:numFmt w:val="lowerLetter"/>
      <w:lvlText w:val="%8."/>
      <w:lvlJc w:val="left"/>
      <w:pPr>
        <w:ind w:left="6470" w:hanging="360"/>
      </w:pPr>
    </w:lvl>
    <w:lvl w:ilvl="8" w:tplc="0419001B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drawingGridHorizontalSpacing w:val="14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D284E"/>
    <w:rsid w:val="000141F3"/>
    <w:rsid w:val="000167F0"/>
    <w:rsid w:val="00023B2F"/>
    <w:rsid w:val="000362C9"/>
    <w:rsid w:val="00075855"/>
    <w:rsid w:val="00082C18"/>
    <w:rsid w:val="000C42BE"/>
    <w:rsid w:val="000D1B5D"/>
    <w:rsid w:val="000D4CF6"/>
    <w:rsid w:val="000E05DC"/>
    <w:rsid w:val="000F6522"/>
    <w:rsid w:val="001231BB"/>
    <w:rsid w:val="00142E94"/>
    <w:rsid w:val="00156475"/>
    <w:rsid w:val="00170A77"/>
    <w:rsid w:val="00172153"/>
    <w:rsid w:val="00173A23"/>
    <w:rsid w:val="00177B02"/>
    <w:rsid w:val="00177FE5"/>
    <w:rsid w:val="00185EFF"/>
    <w:rsid w:val="00190235"/>
    <w:rsid w:val="0019155B"/>
    <w:rsid w:val="00197332"/>
    <w:rsid w:val="001E30AA"/>
    <w:rsid w:val="00202473"/>
    <w:rsid w:val="0020342A"/>
    <w:rsid w:val="002264FB"/>
    <w:rsid w:val="00246DF9"/>
    <w:rsid w:val="002470D9"/>
    <w:rsid w:val="00253A7B"/>
    <w:rsid w:val="00262624"/>
    <w:rsid w:val="00271C19"/>
    <w:rsid w:val="002A07A0"/>
    <w:rsid w:val="002C599A"/>
    <w:rsid w:val="002C69B7"/>
    <w:rsid w:val="002D2078"/>
    <w:rsid w:val="002D284E"/>
    <w:rsid w:val="002F1172"/>
    <w:rsid w:val="002F6412"/>
    <w:rsid w:val="00302DB5"/>
    <w:rsid w:val="00321CE5"/>
    <w:rsid w:val="00327A66"/>
    <w:rsid w:val="00356A13"/>
    <w:rsid w:val="00376654"/>
    <w:rsid w:val="003B236E"/>
    <w:rsid w:val="003B2B2B"/>
    <w:rsid w:val="003D3538"/>
    <w:rsid w:val="003D67C5"/>
    <w:rsid w:val="003F448F"/>
    <w:rsid w:val="00406873"/>
    <w:rsid w:val="004278CB"/>
    <w:rsid w:val="00435F44"/>
    <w:rsid w:val="00436928"/>
    <w:rsid w:val="0045293B"/>
    <w:rsid w:val="005435D0"/>
    <w:rsid w:val="00543E93"/>
    <w:rsid w:val="005549E0"/>
    <w:rsid w:val="00574EDB"/>
    <w:rsid w:val="00576DBF"/>
    <w:rsid w:val="00581689"/>
    <w:rsid w:val="005A28F4"/>
    <w:rsid w:val="005D7983"/>
    <w:rsid w:val="00610EAF"/>
    <w:rsid w:val="0062273A"/>
    <w:rsid w:val="00636FC4"/>
    <w:rsid w:val="006553E5"/>
    <w:rsid w:val="006966B0"/>
    <w:rsid w:val="006A2A1C"/>
    <w:rsid w:val="006D5493"/>
    <w:rsid w:val="006F50DE"/>
    <w:rsid w:val="006F57C3"/>
    <w:rsid w:val="00705C8A"/>
    <w:rsid w:val="00720E4D"/>
    <w:rsid w:val="00723804"/>
    <w:rsid w:val="00723EFB"/>
    <w:rsid w:val="0073371B"/>
    <w:rsid w:val="00743D3D"/>
    <w:rsid w:val="00745EC3"/>
    <w:rsid w:val="00764D1B"/>
    <w:rsid w:val="00770A72"/>
    <w:rsid w:val="007A3292"/>
    <w:rsid w:val="007F3D9C"/>
    <w:rsid w:val="007F414C"/>
    <w:rsid w:val="0081035A"/>
    <w:rsid w:val="008227BA"/>
    <w:rsid w:val="008236DF"/>
    <w:rsid w:val="008439C0"/>
    <w:rsid w:val="008541BB"/>
    <w:rsid w:val="00857D33"/>
    <w:rsid w:val="008921A9"/>
    <w:rsid w:val="00896A99"/>
    <w:rsid w:val="008A116B"/>
    <w:rsid w:val="008B43A0"/>
    <w:rsid w:val="00911287"/>
    <w:rsid w:val="009202B1"/>
    <w:rsid w:val="009362A7"/>
    <w:rsid w:val="00946004"/>
    <w:rsid w:val="00946B3D"/>
    <w:rsid w:val="00970AB4"/>
    <w:rsid w:val="009837B4"/>
    <w:rsid w:val="009A4AD5"/>
    <w:rsid w:val="009B63CD"/>
    <w:rsid w:val="009F4938"/>
    <w:rsid w:val="00A059D8"/>
    <w:rsid w:val="00A268C6"/>
    <w:rsid w:val="00A37ED0"/>
    <w:rsid w:val="00A43189"/>
    <w:rsid w:val="00A45CBA"/>
    <w:rsid w:val="00AA748F"/>
    <w:rsid w:val="00AD2F65"/>
    <w:rsid w:val="00AF668B"/>
    <w:rsid w:val="00B06117"/>
    <w:rsid w:val="00B12B6C"/>
    <w:rsid w:val="00B3615B"/>
    <w:rsid w:val="00B376F6"/>
    <w:rsid w:val="00B46111"/>
    <w:rsid w:val="00B4721B"/>
    <w:rsid w:val="00BB29CC"/>
    <w:rsid w:val="00BC68E7"/>
    <w:rsid w:val="00BD1AE1"/>
    <w:rsid w:val="00BD75B4"/>
    <w:rsid w:val="00BF2B57"/>
    <w:rsid w:val="00C06A59"/>
    <w:rsid w:val="00C07068"/>
    <w:rsid w:val="00C26D5C"/>
    <w:rsid w:val="00C26F25"/>
    <w:rsid w:val="00C31F15"/>
    <w:rsid w:val="00C350B8"/>
    <w:rsid w:val="00C47ACD"/>
    <w:rsid w:val="00C85FAB"/>
    <w:rsid w:val="00CA2F7E"/>
    <w:rsid w:val="00CA378F"/>
    <w:rsid w:val="00CB5E53"/>
    <w:rsid w:val="00CD6FC0"/>
    <w:rsid w:val="00D369D4"/>
    <w:rsid w:val="00D611AE"/>
    <w:rsid w:val="00DA3738"/>
    <w:rsid w:val="00DC6E69"/>
    <w:rsid w:val="00DD6C88"/>
    <w:rsid w:val="00E15284"/>
    <w:rsid w:val="00E25664"/>
    <w:rsid w:val="00E32B59"/>
    <w:rsid w:val="00E56ABB"/>
    <w:rsid w:val="00EA7ED6"/>
    <w:rsid w:val="00F0663E"/>
    <w:rsid w:val="00F22E9F"/>
    <w:rsid w:val="00F77CF2"/>
    <w:rsid w:val="00F83AD6"/>
    <w:rsid w:val="00FC2EE1"/>
    <w:rsid w:val="00FD3C05"/>
    <w:rsid w:val="00FE0E1C"/>
    <w:rsid w:val="00FE1EFB"/>
    <w:rsid w:val="00FE31BD"/>
    <w:rsid w:val="00FE62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6928"/>
    <w:rPr>
      <w:rFonts w:ascii="Times New Roman" w:hAnsi="Times New Roman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36928"/>
    <w:pPr>
      <w:keepNext/>
      <w:spacing w:line="360" w:lineRule="auto"/>
      <w:jc w:val="center"/>
      <w:outlineLvl w:val="0"/>
    </w:pPr>
    <w:rPr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36928"/>
    <w:rPr>
      <w:rFonts w:ascii="Cambria" w:hAnsi="Cambria" w:cs="Cambria"/>
      <w:b/>
      <w:bCs/>
      <w:kern w:val="32"/>
      <w:sz w:val="32"/>
      <w:szCs w:val="32"/>
    </w:rPr>
  </w:style>
  <w:style w:type="paragraph" w:customStyle="1" w:styleId="14-1">
    <w:name w:val="текст14-1"/>
    <w:aliases w:val="5"/>
    <w:basedOn w:val="Normal"/>
    <w:uiPriority w:val="99"/>
    <w:rsid w:val="00436928"/>
    <w:pPr>
      <w:spacing w:line="360" w:lineRule="auto"/>
      <w:ind w:firstLine="709"/>
      <w:jc w:val="both"/>
    </w:pPr>
  </w:style>
  <w:style w:type="paragraph" w:styleId="Footer">
    <w:name w:val="footer"/>
    <w:basedOn w:val="Normal"/>
    <w:link w:val="FooterChar"/>
    <w:uiPriority w:val="99"/>
    <w:rsid w:val="00436928"/>
    <w:pPr>
      <w:tabs>
        <w:tab w:val="center" w:pos="4677"/>
        <w:tab w:val="right" w:pos="9355"/>
      </w:tabs>
      <w:jc w:val="righ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36928"/>
    <w:rPr>
      <w:rFonts w:ascii="Times New Roman" w:hAnsi="Times New Roman" w:cs="Times New Roman"/>
      <w:sz w:val="28"/>
      <w:szCs w:val="28"/>
    </w:rPr>
  </w:style>
  <w:style w:type="paragraph" w:customStyle="1" w:styleId="14">
    <w:name w:val="Загл.14"/>
    <w:basedOn w:val="Normal"/>
    <w:uiPriority w:val="99"/>
    <w:rsid w:val="00436928"/>
    <w:pPr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rsid w:val="00436928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36928"/>
    <w:rPr>
      <w:rFonts w:ascii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4369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36928"/>
    <w:rPr>
      <w:rFonts w:ascii="Tahoma" w:hAnsi="Tahoma" w:cs="Tahoma"/>
      <w:sz w:val="16"/>
      <w:szCs w:val="16"/>
    </w:rPr>
  </w:style>
  <w:style w:type="paragraph" w:customStyle="1" w:styleId="14-15">
    <w:name w:val="14-15"/>
    <w:basedOn w:val="BodyTextIndent"/>
    <w:uiPriority w:val="99"/>
    <w:rsid w:val="00C85FAB"/>
    <w:pPr>
      <w:spacing w:after="0" w:line="360" w:lineRule="auto"/>
      <w:ind w:left="0" w:firstLine="709"/>
      <w:jc w:val="both"/>
    </w:pPr>
    <w:rPr>
      <w:kern w:val="28"/>
    </w:rPr>
  </w:style>
  <w:style w:type="paragraph" w:styleId="BodyTextIndent">
    <w:name w:val="Body Text Indent"/>
    <w:basedOn w:val="Normal"/>
    <w:link w:val="BodyTextIndentChar"/>
    <w:uiPriority w:val="99"/>
    <w:semiHidden/>
    <w:rsid w:val="00C85FA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C85FAB"/>
    <w:rPr>
      <w:rFonts w:ascii="Times New Roman" w:hAnsi="Times New Roman" w:cs="Times New Roman"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2A07A0"/>
    <w:pPr>
      <w:spacing w:after="120" w:line="480" w:lineRule="auto"/>
      <w:ind w:left="283"/>
      <w:jc w:val="center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A07A0"/>
    <w:rPr>
      <w:rFonts w:ascii="Times New Roman" w:hAnsi="Times New Roman" w:cs="Times New Roman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2A07A0"/>
    <w:pPr>
      <w:spacing w:after="120"/>
      <w:jc w:val="center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2A07A0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905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5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49</Words>
  <Characters>285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Mashb7</dc:creator>
  <cp:keywords/>
  <dc:description/>
  <cp:lastModifiedBy>user</cp:lastModifiedBy>
  <cp:revision>2</cp:revision>
  <cp:lastPrinted>2018-02-21T10:41:00Z</cp:lastPrinted>
  <dcterms:created xsi:type="dcterms:W3CDTF">2018-02-21T14:12:00Z</dcterms:created>
  <dcterms:modified xsi:type="dcterms:W3CDTF">2018-02-21T14:12:00Z</dcterms:modified>
</cp:coreProperties>
</file>