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60" w:rsidRPr="003A0009" w:rsidRDefault="00694F60" w:rsidP="00EB20D7">
      <w:pPr>
        <w:ind w:left="3969"/>
        <w:jc w:val="center"/>
        <w:rPr>
          <w:rFonts w:ascii="Times New Roman CYR" w:hAnsi="Times New Roman CYR" w:cs="Times New Roman CYR"/>
        </w:rPr>
      </w:pPr>
      <w:r w:rsidRPr="003A0009">
        <w:rPr>
          <w:rFonts w:ascii="Times New Roman CYR" w:hAnsi="Times New Roman CYR" w:cs="Times New Roman CYR"/>
        </w:rPr>
        <w:t xml:space="preserve">Приложение </w:t>
      </w:r>
    </w:p>
    <w:p w:rsidR="00694F60" w:rsidRPr="003A0009" w:rsidRDefault="00694F60" w:rsidP="00EB20D7">
      <w:pPr>
        <w:ind w:left="3969"/>
        <w:jc w:val="center"/>
        <w:rPr>
          <w:rFonts w:ascii="Times New Roman CYR" w:hAnsi="Times New Roman CYR" w:cs="Times New Roman CYR"/>
        </w:rPr>
      </w:pPr>
      <w:r w:rsidRPr="003A0009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694F60" w:rsidRPr="004C4570" w:rsidRDefault="00694F60" w:rsidP="004C4570">
      <w:pPr>
        <w:ind w:left="3969"/>
        <w:jc w:val="center"/>
        <w:rPr>
          <w:rFonts w:ascii="Times New Roman CYR" w:hAnsi="Times New Roman CYR" w:cs="Times New Roman CYR"/>
        </w:rPr>
      </w:pPr>
      <w:r w:rsidRPr="004C4570">
        <w:rPr>
          <w:rFonts w:ascii="Times New Roman CYR" w:hAnsi="Times New Roman CYR" w:cs="Times New Roman CYR"/>
        </w:rPr>
        <w:t>от 21 февраля 2018 г. № 143/1177-7</w:t>
      </w:r>
    </w:p>
    <w:p w:rsidR="00694F60" w:rsidRDefault="00694F60" w:rsidP="00EB20D7">
      <w:pPr>
        <w:jc w:val="center"/>
        <w:rPr>
          <w:b/>
          <w:bCs/>
          <w:sz w:val="28"/>
          <w:szCs w:val="28"/>
        </w:rPr>
      </w:pPr>
    </w:p>
    <w:p w:rsidR="00694F60" w:rsidRPr="003A0009" w:rsidRDefault="00694F60" w:rsidP="00EB20D7">
      <w:pPr>
        <w:jc w:val="center"/>
        <w:rPr>
          <w:b/>
          <w:bCs/>
          <w:sz w:val="28"/>
          <w:szCs w:val="28"/>
        </w:rPr>
      </w:pPr>
    </w:p>
    <w:p w:rsidR="00694F60" w:rsidRPr="003A0009" w:rsidRDefault="00694F60" w:rsidP="00EB20D7">
      <w:pPr>
        <w:jc w:val="center"/>
        <w:rPr>
          <w:b/>
          <w:bCs/>
          <w:sz w:val="28"/>
          <w:szCs w:val="28"/>
        </w:rPr>
      </w:pPr>
      <w:r w:rsidRPr="003A0009">
        <w:rPr>
          <w:b/>
          <w:bCs/>
          <w:sz w:val="28"/>
          <w:szCs w:val="28"/>
        </w:rPr>
        <w:t>СПИСОК</w:t>
      </w:r>
    </w:p>
    <w:p w:rsidR="00694F60" w:rsidRDefault="00694F60" w:rsidP="00EB20D7">
      <w:pPr>
        <w:jc w:val="center"/>
        <w:rPr>
          <w:b/>
          <w:bCs/>
          <w:sz w:val="28"/>
          <w:szCs w:val="28"/>
        </w:rPr>
      </w:pPr>
      <w:r w:rsidRPr="005A5103">
        <w:rPr>
          <w:b/>
          <w:bCs/>
          <w:sz w:val="28"/>
          <w:szCs w:val="28"/>
        </w:rPr>
        <w:t xml:space="preserve">доверенных лиц политической партии </w:t>
      </w:r>
    </w:p>
    <w:p w:rsidR="00694F60" w:rsidRPr="005A5103" w:rsidRDefault="00694F60" w:rsidP="00EB20D7">
      <w:pPr>
        <w:jc w:val="center"/>
        <w:rPr>
          <w:b/>
          <w:bCs/>
          <w:sz w:val="28"/>
          <w:szCs w:val="28"/>
        </w:rPr>
      </w:pPr>
      <w:r w:rsidRPr="005A5103">
        <w:rPr>
          <w:b/>
          <w:bCs/>
          <w:sz w:val="28"/>
          <w:szCs w:val="28"/>
        </w:rPr>
        <w:t>«Политическая партия «КОММУНИСТИЧЕСКАЯ ПАРТИЯ РОССИЙСКОЙ ФЕДЕРАЦИИ»</w:t>
      </w:r>
    </w:p>
    <w:p w:rsidR="00694F60" w:rsidRDefault="00694F60" w:rsidP="00EB20D7">
      <w:pPr>
        <w:jc w:val="center"/>
        <w:rPr>
          <w:b/>
          <w:bCs/>
          <w:sz w:val="28"/>
          <w:szCs w:val="28"/>
        </w:rPr>
      </w:pPr>
    </w:p>
    <w:p w:rsidR="00694F60" w:rsidRPr="003A0009" w:rsidRDefault="00694F60" w:rsidP="00EB20D7">
      <w:pPr>
        <w:jc w:val="center"/>
        <w:rPr>
          <w:b/>
          <w:bCs/>
          <w:sz w:val="28"/>
          <w:szCs w:val="28"/>
        </w:rPr>
      </w:pPr>
    </w:p>
    <w:p w:rsidR="00694F60" w:rsidRDefault="00694F60" w:rsidP="00EB20D7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 Бутузов Сергей Иванович</w:t>
      </w:r>
    </w:p>
    <w:p w:rsidR="00694F60" w:rsidRDefault="00694F60" w:rsidP="00EB20D7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Волобуев Максим Сергеевич</w:t>
      </w:r>
    </w:p>
    <w:p w:rsidR="00694F60" w:rsidRDefault="00694F60" w:rsidP="00EB20D7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 Макаров Виктор Николаевич</w:t>
      </w:r>
    </w:p>
    <w:p w:rsidR="00694F60" w:rsidRDefault="00694F60" w:rsidP="00EB20D7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4. Удальцов Сергей Станиславович.</w:t>
      </w:r>
    </w:p>
    <w:p w:rsidR="00694F60" w:rsidRPr="003A0009" w:rsidRDefault="00694F60" w:rsidP="00EB20D7">
      <w:pPr>
        <w:tabs>
          <w:tab w:val="left" w:pos="1276"/>
        </w:tabs>
        <w:spacing w:line="360" w:lineRule="auto"/>
        <w:ind w:left="710"/>
        <w:jc w:val="both"/>
        <w:rPr>
          <w:b/>
          <w:bCs/>
          <w:sz w:val="28"/>
          <w:szCs w:val="28"/>
        </w:rPr>
      </w:pPr>
    </w:p>
    <w:p w:rsidR="00694F60" w:rsidRDefault="00694F60"/>
    <w:sectPr w:rsidR="00694F60" w:rsidSect="00EB20D7">
      <w:headerReference w:type="default" r:id="rId6"/>
      <w:footerReference w:type="default" r:id="rId7"/>
      <w:footerReference w:type="first" r:id="rId8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F60" w:rsidRDefault="00694F60" w:rsidP="00EB20D7">
      <w:r>
        <w:separator/>
      </w:r>
    </w:p>
  </w:endnote>
  <w:endnote w:type="continuationSeparator" w:id="0">
    <w:p w:rsidR="00694F60" w:rsidRDefault="00694F60" w:rsidP="00EB2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60" w:rsidRDefault="00694F60">
    <w:pPr>
      <w:pStyle w:val="Footer"/>
    </w:pPr>
    <w:fldSimple w:instr=" FILENAME   \* MERGEFORMAT ">
      <w:r w:rsidRPr="00CC0A32">
        <w:rPr>
          <w:noProof/>
          <w:sz w:val="16"/>
          <w:szCs w:val="16"/>
        </w:rPr>
        <w:t>m0302032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60" w:rsidRDefault="00694F60">
    <w:pPr>
      <w:pStyle w:val="Footer"/>
    </w:pPr>
    <w:fldSimple w:instr=" FILENAME   \* MERGEFORMAT ">
      <w:r w:rsidRPr="00CC0A32">
        <w:rPr>
          <w:noProof/>
          <w:sz w:val="16"/>
          <w:szCs w:val="16"/>
        </w:rPr>
        <w:t>m0302032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F60" w:rsidRDefault="00694F60" w:rsidP="00EB20D7">
      <w:r>
        <w:separator/>
      </w:r>
    </w:p>
  </w:footnote>
  <w:footnote w:type="continuationSeparator" w:id="0">
    <w:p w:rsidR="00694F60" w:rsidRDefault="00694F60" w:rsidP="00EB20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60" w:rsidRDefault="00694F6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94F60" w:rsidRDefault="00694F60" w:rsidP="0098575C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0D7"/>
    <w:rsid w:val="000E61AF"/>
    <w:rsid w:val="001812F8"/>
    <w:rsid w:val="0038559B"/>
    <w:rsid w:val="003A0009"/>
    <w:rsid w:val="004C4570"/>
    <w:rsid w:val="004E44A2"/>
    <w:rsid w:val="005A5103"/>
    <w:rsid w:val="00694F60"/>
    <w:rsid w:val="00723E5C"/>
    <w:rsid w:val="00843A58"/>
    <w:rsid w:val="0094062F"/>
    <w:rsid w:val="0098575C"/>
    <w:rsid w:val="00AF1687"/>
    <w:rsid w:val="00C00660"/>
    <w:rsid w:val="00C060DA"/>
    <w:rsid w:val="00C26F25"/>
    <w:rsid w:val="00CC0A32"/>
    <w:rsid w:val="00EB20D7"/>
    <w:rsid w:val="00F4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0D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EB20D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20D7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EB20D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B20D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EB20D7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14-15">
    <w:name w:val="14-15"/>
    <w:basedOn w:val="Normal"/>
    <w:uiPriority w:val="99"/>
    <w:rsid w:val="00EB20D7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0E61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61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53</Words>
  <Characters>303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2018-02-21T10:34:00Z</cp:lastPrinted>
  <dcterms:created xsi:type="dcterms:W3CDTF">2018-02-21T14:11:00Z</dcterms:created>
  <dcterms:modified xsi:type="dcterms:W3CDTF">2018-02-21T14:11:00Z</dcterms:modified>
</cp:coreProperties>
</file>