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503" w:rsidRPr="000120C5" w:rsidRDefault="00193503" w:rsidP="001C4604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Приложение </w:t>
      </w:r>
    </w:p>
    <w:p w:rsidR="00193503" w:rsidRDefault="00193503" w:rsidP="001C4604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193503" w:rsidRPr="00607A59" w:rsidRDefault="00193503" w:rsidP="00607A59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607A59">
        <w:rPr>
          <w:rFonts w:ascii="Times New Roman CYR" w:hAnsi="Times New Roman CYR" w:cs="Times New Roman CYR"/>
          <w:sz w:val="24"/>
          <w:szCs w:val="24"/>
        </w:rPr>
        <w:t>от 21 февраля 2018 г. № 143/1176-7</w:t>
      </w:r>
    </w:p>
    <w:p w:rsidR="00193503" w:rsidRPr="000120C5" w:rsidRDefault="00193503" w:rsidP="001C4604">
      <w:pPr>
        <w:jc w:val="center"/>
        <w:rPr>
          <w:b/>
          <w:bCs/>
        </w:rPr>
      </w:pPr>
    </w:p>
    <w:p w:rsidR="00193503" w:rsidRPr="000120C5" w:rsidRDefault="00193503" w:rsidP="001C4604">
      <w:pPr>
        <w:jc w:val="center"/>
        <w:rPr>
          <w:b/>
          <w:bCs/>
        </w:rPr>
      </w:pPr>
    </w:p>
    <w:p w:rsidR="00193503" w:rsidRPr="000120C5" w:rsidRDefault="00193503" w:rsidP="001C4604">
      <w:pPr>
        <w:jc w:val="center"/>
        <w:rPr>
          <w:b/>
          <w:bCs/>
        </w:rPr>
      </w:pPr>
      <w:r w:rsidRPr="000120C5">
        <w:rPr>
          <w:b/>
          <w:bCs/>
        </w:rPr>
        <w:t>СПИСОК</w:t>
      </w:r>
    </w:p>
    <w:p w:rsidR="00193503" w:rsidRPr="000120C5" w:rsidRDefault="00193503" w:rsidP="001C4604">
      <w:pPr>
        <w:jc w:val="center"/>
        <w:rPr>
          <w:b/>
          <w:bCs/>
        </w:rPr>
      </w:pPr>
      <w:r w:rsidRPr="000120C5">
        <w:rPr>
          <w:b/>
          <w:bCs/>
        </w:rPr>
        <w:t>доверенных лиц кандидата</w:t>
      </w:r>
    </w:p>
    <w:p w:rsidR="00193503" w:rsidRPr="000120C5" w:rsidRDefault="00193503" w:rsidP="001C4604">
      <w:pPr>
        <w:jc w:val="center"/>
        <w:rPr>
          <w:b/>
          <w:bCs/>
        </w:rPr>
      </w:pPr>
      <w:r w:rsidRPr="000120C5">
        <w:rPr>
          <w:b/>
          <w:bCs/>
        </w:rPr>
        <w:t>на должность Президента Российской Федерации</w:t>
      </w:r>
    </w:p>
    <w:p w:rsidR="00193503" w:rsidRDefault="00193503" w:rsidP="001C4604">
      <w:pPr>
        <w:jc w:val="center"/>
        <w:rPr>
          <w:b/>
          <w:bCs/>
        </w:rPr>
      </w:pPr>
      <w:r w:rsidRPr="000120C5">
        <w:rPr>
          <w:b/>
          <w:bCs/>
        </w:rPr>
        <w:t>Павла Николаевича Грудинина</w:t>
      </w:r>
    </w:p>
    <w:p w:rsidR="00193503" w:rsidRDefault="00193503" w:rsidP="001C4604">
      <w:pPr>
        <w:jc w:val="center"/>
        <w:rPr>
          <w:b/>
          <w:bCs/>
        </w:rPr>
      </w:pP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Акимов Александр Дмитриевич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Алжиков Сергей Александрович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Алкснис Виктор Имантович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Андреев Роман Вячеславович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Базыльников Олег Валерьевич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Белозер Николай Никитович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Беляков Андрей Викторович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Бобкова Наталья Владимировна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Богачев Александр Бюлентович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Ботвиновский Всеволод Валерьевич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Бохан Виктор Александрович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Бунин Валентин Петрович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Бятец Юлия Вячеславовна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Васильев Павел Григорьевич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Ваталин Юрий Викторович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Волков Владимир Николаевич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Волчков Виталий Юрьевич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Гаврилко Богдан Порфирьевич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Греков Анатолий Иванович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Гринёв Игорь Павлович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Громаков Михаил Геннадьевич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Гугучкин Григорий Владимирович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Демин Валерий Михайлович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Денисов Николай Иванович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Десятова Татьяна Ивановна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Долгих Марк Витальевич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Дранчук Юрий Викторович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Дудин Максим Владимирович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Евдокимов Михаил Александрович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Евстифеев Сергей Алексеевич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Еременко Геннадий Николаевич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Журавлев Николай Егорович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Задерей Валерий Александрович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Закиров Саид Сагитович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Зинина Светлана Ивановна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Змиевской Григорий Николаевич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Иванников Иван Андреевич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Иванов Степан Александрович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Кавун Святослав Сергеевич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Калиниченко Сергей Владимирович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Калмыкова Елена Ивановна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Капитульский Юрий Леонидович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Каратаев Владимир Иванович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Квачкова Надежда Михайловна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Кленьшин Анатолий Григорьевич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Кожевников Вячеслав Михайлович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Коновалов Леонид Григорьевич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Кочегарова Надежда Леонидовна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Краснова Елена Владимировна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Кудирмеков Василий Дмитриевич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Кудряшова Любовь Александровна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Кутлунина Наталия Викторовна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Ларченко Антон Викторович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Лацис Анжелика Арвиндовна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Леонов Владимир Васильевич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Литвиненко Виктор Васильевич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Литвинов Сергей Александрович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Лифинцев Геннадий Алексеевич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Магасумов Асхат Асхатович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Мазур Владимир Васильевич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Максимкина Татьяна Александровна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Мамонтов Сергей Викторович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Маслов Андрей Семенович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Мащенко Олег Иванович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Мильцов Александр Никитович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Милюкова Ольга Николаевна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Миляев Николай Владимирович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Митрофанов Василий Иванович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Морозов Андрей Петрович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Мямлин Кирилл Евгеньевич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Нерсесян Юрий Сашович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Новиков Евгений Юрьевич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Новиков Юрий Михайлович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Оськина Наталья Владимировна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Павлов Константин Леонидович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Панов Дмитрий Анатольевич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Папышев Иван Николаевич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Передерий Сергей Васильевич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Петров Анатолий Иванович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Политухин Юрий Алексеевич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Половников Евгений Константинович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Понарин Александр Игоревич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Пономарев Василий Николаевич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Примак Сергей Владимирович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Пряхин Петр Алексеевич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Путуридзе Зураб Шотович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Рара Галина Валентиновна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Риб Герман Владимирович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Роженко Анастасия Валерьевна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Розгон Евгения Игоревна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Романчиков Евгений Иванович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Рохлина Елена Львовна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Рушникова Валентина Александровна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Сабанчиев Исмаил Жухаевич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Савельев Андрей Николаевич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Саградян Аршак Хачикович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Самохвалов Николай Сергеевич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Самсоненко Олег Викторович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Сергеев Валерий Николаевич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Сидоров Александр Викторович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Симчера Василий Михайлович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Смирнов Алексей Львович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Смирнов Сергей Михайлович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Соколов Константин Николаевич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Степанов Владимир Алексеевич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Степкин Алексей Андреевич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Суханов Алексей Александрович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Талынев Александр Павлович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Таранин Виктор Иванович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Тарасов Антон Александрович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Татаренко Валерий Владимирович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Телегин Михаил Николаевич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Тишин Николай Владимирович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Ткаченко Юрий Леонидович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Токарев Александр Михайлович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Федорова Татьяна Васильевна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Филин Владимир Иванович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Фонда Елена Ивановна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Фроленков Александр Александрович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Царёв Николай Александрович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Цевменко Игорь Владимирович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Шамиев Валерий Кугубаевич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Шарипов Тауфик Фягимович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Шестаков Василий Александрович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Шилин Геннадий Алексеевич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Шодиев Игорь Бахронович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Шурова Вера Дмитриевна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Щеглов Михаил Юрьевич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Янес Юлий Салаватович</w:t>
      </w:r>
    </w:p>
    <w:p w:rsidR="00193503" w:rsidRDefault="00193503" w:rsidP="001C4604">
      <w:pPr>
        <w:pStyle w:val="ListParagraph"/>
        <w:numPr>
          <w:ilvl w:val="0"/>
          <w:numId w:val="1"/>
        </w:numPr>
        <w:spacing w:line="360" w:lineRule="auto"/>
        <w:ind w:left="851" w:hanging="567"/>
        <w:jc w:val="both"/>
      </w:pPr>
      <w:r>
        <w:t>Ярославцев Александр Юрьевич.</w:t>
      </w:r>
    </w:p>
    <w:p w:rsidR="00193503" w:rsidRPr="000120C5" w:rsidRDefault="00193503" w:rsidP="001C4604">
      <w:pPr>
        <w:ind w:left="851" w:hanging="567"/>
        <w:jc w:val="center"/>
        <w:rPr>
          <w:b/>
          <w:bCs/>
        </w:rPr>
      </w:pPr>
    </w:p>
    <w:p w:rsidR="00193503" w:rsidRPr="000120C5" w:rsidRDefault="00193503" w:rsidP="001C4604">
      <w:pPr>
        <w:jc w:val="center"/>
      </w:pPr>
    </w:p>
    <w:p w:rsidR="00193503" w:rsidRDefault="00193503"/>
    <w:sectPr w:rsidR="00193503" w:rsidSect="000120C5">
      <w:headerReference w:type="default" r:id="rId7"/>
      <w:footerReference w:type="default" r:id="rId8"/>
      <w:footerReference w:type="first" r:id="rId9"/>
      <w:pgSz w:w="11906" w:h="16838"/>
      <w:pgMar w:top="1134" w:right="851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503" w:rsidRDefault="00193503" w:rsidP="001C4604">
      <w:r>
        <w:separator/>
      </w:r>
    </w:p>
  </w:endnote>
  <w:endnote w:type="continuationSeparator" w:id="0">
    <w:p w:rsidR="00193503" w:rsidRDefault="00193503" w:rsidP="001C4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503" w:rsidRDefault="00193503">
    <w:pPr>
      <w:pStyle w:val="Footer"/>
    </w:pPr>
    <w:fldSimple w:instr=" FILENAME   \* MERGEFORMAT ">
      <w:r>
        <w:rPr>
          <w:noProof/>
        </w:rPr>
        <w:t>m0302031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503" w:rsidRDefault="00193503">
    <w:pPr>
      <w:pStyle w:val="Footer"/>
    </w:pPr>
    <w:fldSimple w:instr=" FILENAME   \* MERGEFORMAT ">
      <w:r>
        <w:rPr>
          <w:noProof/>
        </w:rPr>
        <w:t>m0302031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503" w:rsidRDefault="00193503" w:rsidP="001C4604">
      <w:r>
        <w:separator/>
      </w:r>
    </w:p>
  </w:footnote>
  <w:footnote w:type="continuationSeparator" w:id="0">
    <w:p w:rsidR="00193503" w:rsidRDefault="00193503" w:rsidP="001C46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503" w:rsidRPr="001C4604" w:rsidRDefault="00193503">
    <w:pPr>
      <w:pStyle w:val="Header"/>
      <w:jc w:val="center"/>
      <w:rPr>
        <w:sz w:val="24"/>
        <w:szCs w:val="24"/>
      </w:rPr>
    </w:pPr>
    <w:r w:rsidRPr="001C4604">
      <w:rPr>
        <w:sz w:val="24"/>
        <w:szCs w:val="24"/>
      </w:rPr>
      <w:fldChar w:fldCharType="begin"/>
    </w:r>
    <w:r w:rsidRPr="001C4604">
      <w:rPr>
        <w:sz w:val="24"/>
        <w:szCs w:val="24"/>
      </w:rPr>
      <w:instrText xml:space="preserve"> PAGE   \* MERGEFORMAT </w:instrText>
    </w:r>
    <w:r w:rsidRPr="001C4604">
      <w:rPr>
        <w:sz w:val="24"/>
        <w:szCs w:val="24"/>
      </w:rPr>
      <w:fldChar w:fldCharType="separate"/>
    </w:r>
    <w:r>
      <w:rPr>
        <w:noProof/>
        <w:sz w:val="24"/>
        <w:szCs w:val="24"/>
      </w:rPr>
      <w:t>5</w:t>
    </w:r>
    <w:r w:rsidRPr="001C4604">
      <w:rPr>
        <w:sz w:val="24"/>
        <w:szCs w:val="24"/>
      </w:rPr>
      <w:fldChar w:fldCharType="end"/>
    </w:r>
  </w:p>
  <w:p w:rsidR="00193503" w:rsidRDefault="00193503" w:rsidP="000120C5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E26B0"/>
    <w:multiLevelType w:val="hybridMultilevel"/>
    <w:tmpl w:val="ABA8F2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C4604"/>
    <w:rsid w:val="000120C5"/>
    <w:rsid w:val="001319CD"/>
    <w:rsid w:val="00193503"/>
    <w:rsid w:val="001C4604"/>
    <w:rsid w:val="002A0FE4"/>
    <w:rsid w:val="003765D8"/>
    <w:rsid w:val="004E44A2"/>
    <w:rsid w:val="00607A59"/>
    <w:rsid w:val="006A7922"/>
    <w:rsid w:val="007B029F"/>
    <w:rsid w:val="009C5DBB"/>
    <w:rsid w:val="00A90165"/>
    <w:rsid w:val="00AB0104"/>
    <w:rsid w:val="00AD69D8"/>
    <w:rsid w:val="00AF1687"/>
    <w:rsid w:val="00BD7609"/>
    <w:rsid w:val="00C26F25"/>
    <w:rsid w:val="00F86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604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C4604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C4604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1C4604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1C4604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C4604"/>
    <w:rPr>
      <w:rFonts w:ascii="Times New Roman" w:hAnsi="Times New Roman" w:cs="Times New Roman"/>
      <w:lang w:eastAsia="ru-RU"/>
    </w:rPr>
  </w:style>
  <w:style w:type="paragraph" w:styleId="ListParagraph">
    <w:name w:val="List Paragraph"/>
    <w:basedOn w:val="Normal"/>
    <w:uiPriority w:val="99"/>
    <w:qFormat/>
    <w:rsid w:val="001C4604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765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65D8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5</Pages>
  <Words>557</Words>
  <Characters>3176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mihiv</dc:creator>
  <cp:keywords/>
  <dc:description/>
  <cp:lastModifiedBy>user</cp:lastModifiedBy>
  <cp:revision>2</cp:revision>
  <cp:lastPrinted>2018-02-21T10:35:00Z</cp:lastPrinted>
  <dcterms:created xsi:type="dcterms:W3CDTF">2018-02-21T14:10:00Z</dcterms:created>
  <dcterms:modified xsi:type="dcterms:W3CDTF">2018-02-21T14:10:00Z</dcterms:modified>
</cp:coreProperties>
</file>