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3" w:rsidRDefault="00AD4A83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D4A83" w:rsidRDefault="00AD4A83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AD4A83" w:rsidRDefault="00AD4A83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>от 21 февраля 2018 г. № 143/1175-7</w:t>
      </w:r>
    </w:p>
    <w:p w:rsidR="00AD4A83" w:rsidRDefault="00AD4A83" w:rsidP="005B63FB">
      <w:pPr>
        <w:jc w:val="center"/>
        <w:rPr>
          <w:b/>
          <w:bCs/>
        </w:rPr>
      </w:pPr>
    </w:p>
    <w:p w:rsidR="00AD4A83" w:rsidRDefault="00AD4A83" w:rsidP="00C55263">
      <w:pPr>
        <w:rPr>
          <w:b/>
          <w:bCs/>
        </w:rPr>
      </w:pPr>
    </w:p>
    <w:p w:rsidR="00AD4A83" w:rsidRDefault="00AD4A83" w:rsidP="005B63F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AD4A83" w:rsidRDefault="00AD4A83" w:rsidP="005B63FB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AD4A83" w:rsidRDefault="00AD4A83" w:rsidP="005B63FB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AD4A83" w:rsidRDefault="00AD4A83" w:rsidP="005B63FB">
      <w:pPr>
        <w:jc w:val="center"/>
        <w:rPr>
          <w:b/>
          <w:bCs/>
        </w:rPr>
      </w:pPr>
      <w:r>
        <w:rPr>
          <w:b/>
          <w:bCs/>
        </w:rPr>
        <w:t>Владимира Вольфовича Жириновского</w:t>
      </w:r>
    </w:p>
    <w:p w:rsidR="00AD4A83" w:rsidRDefault="00AD4A83" w:rsidP="005B63FB">
      <w:pPr>
        <w:spacing w:line="360" w:lineRule="auto"/>
        <w:ind w:firstLine="710"/>
        <w:jc w:val="both"/>
      </w:pP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Алексеев Сергей Владимирович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Андреева Александра Валерьевна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Бабикова Ксения Александровна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Бакро Евгений Валериевич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Барабанова Мария Александровна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Брагина Инна Петровна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Галицкая Ольга Владимировна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Галкин Александр Анатольевич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Гончарова Анна Эдуардовна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Гудков Евгений Александрович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Журавлев Сергей Владимирович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Зумарева Ольга Александровна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Иванов Александр Сергеевич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Казак Алексей Валерьевич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Каргополов Андрей Сергеевич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Каретин Павел Игоревич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Касьянов Олег Никандрович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Ковалева Юлия Сергеевна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Корнев Антон Игоревич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Кочемиров Сергей Александрович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Красовская Наталия Рудольфовна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Курбакова Рушана Ильясовна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Курышев Дмитрий Вячеславович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Лимин-Косачёв Артем Вадимович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Лозовский Иван Васильевич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Никитин Максим Николаевич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Новоточинов Вениамин Сергеевич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Новоточинова Светлана Алексеевна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Носиков Виктор Сергеевич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Овчинников Александр Александрович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Оркин Василий Михайлович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Петроченков Степан Викторович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Рыбас Юрий Сергеевич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Скоропупов Андрей Александрович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Слоботчиков Олег Николаевич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Сураев-Королев Сергей Геннадьевич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Тарасова Светлана Андреевна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Федосов Владислав Владимирович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Филатов Егор Витальевич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Хмелев Александр Евгеньевич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Худяков Серафим Олегович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Чебанько Светлана Михайловна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Чечурин Никита Андреевич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Шеффель Виктор Георгиевич</w:t>
      </w:r>
    </w:p>
    <w:p w:rsidR="00AD4A83" w:rsidRDefault="00AD4A83" w:rsidP="005B63FB">
      <w:pPr>
        <w:numPr>
          <w:ilvl w:val="0"/>
          <w:numId w:val="1"/>
        </w:numPr>
        <w:spacing w:line="360" w:lineRule="auto"/>
        <w:jc w:val="both"/>
      </w:pPr>
      <w:r>
        <w:t>Янушевский Анатолий Петрович.</w:t>
      </w:r>
    </w:p>
    <w:p w:rsidR="00AD4A83" w:rsidRDefault="00AD4A83" w:rsidP="005B63FB">
      <w:pPr>
        <w:jc w:val="center"/>
        <w:rPr>
          <w:b/>
          <w:bCs/>
        </w:rPr>
      </w:pPr>
    </w:p>
    <w:p w:rsidR="00AD4A83" w:rsidRDefault="00AD4A83"/>
    <w:sectPr w:rsidR="00AD4A83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A83" w:rsidRDefault="00AD4A83" w:rsidP="005B63FB">
      <w:r>
        <w:separator/>
      </w:r>
    </w:p>
  </w:endnote>
  <w:endnote w:type="continuationSeparator" w:id="0">
    <w:p w:rsidR="00AD4A83" w:rsidRDefault="00AD4A83" w:rsidP="005B6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83" w:rsidRDefault="00AD4A83">
    <w:pPr>
      <w:pStyle w:val="Footer"/>
    </w:pPr>
    <w:fldSimple w:instr=" FILENAME   \* MERGEFORMAT ">
      <w:r>
        <w:rPr>
          <w:noProof/>
        </w:rPr>
        <w:t>m0302029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83" w:rsidRDefault="00AD4A83">
    <w:pPr>
      <w:pStyle w:val="Footer"/>
    </w:pPr>
    <w:fldSimple w:instr=" FILENAME   \* MERGEFORMAT ">
      <w:r>
        <w:rPr>
          <w:noProof/>
        </w:rPr>
        <w:t>m0302029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A83" w:rsidRDefault="00AD4A83" w:rsidP="005B63FB">
      <w:r>
        <w:separator/>
      </w:r>
    </w:p>
  </w:footnote>
  <w:footnote w:type="continuationSeparator" w:id="0">
    <w:p w:rsidR="00AD4A83" w:rsidRDefault="00AD4A83" w:rsidP="005B6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83" w:rsidRPr="005B63FB" w:rsidRDefault="00AD4A83">
    <w:pPr>
      <w:pStyle w:val="Header"/>
      <w:jc w:val="center"/>
      <w:rPr>
        <w:sz w:val="24"/>
        <w:szCs w:val="24"/>
      </w:rPr>
    </w:pPr>
    <w:r w:rsidRPr="005B63FB">
      <w:rPr>
        <w:sz w:val="24"/>
        <w:szCs w:val="24"/>
      </w:rPr>
      <w:fldChar w:fldCharType="begin"/>
    </w:r>
    <w:r w:rsidRPr="005B63FB">
      <w:rPr>
        <w:sz w:val="24"/>
        <w:szCs w:val="24"/>
      </w:rPr>
      <w:instrText xml:space="preserve"> PAGE   \* MERGEFORMAT </w:instrText>
    </w:r>
    <w:r w:rsidRPr="005B63FB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B63FB">
      <w:rPr>
        <w:sz w:val="24"/>
        <w:szCs w:val="24"/>
      </w:rPr>
      <w:fldChar w:fldCharType="end"/>
    </w:r>
  </w:p>
  <w:p w:rsidR="00AD4A83" w:rsidRDefault="00AD4A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33E5"/>
    <w:multiLevelType w:val="hybridMultilevel"/>
    <w:tmpl w:val="20F8197A"/>
    <w:lvl w:ilvl="0" w:tplc="F992F54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3FB"/>
    <w:rsid w:val="000818FB"/>
    <w:rsid w:val="002D7DC7"/>
    <w:rsid w:val="0044238A"/>
    <w:rsid w:val="004E44A2"/>
    <w:rsid w:val="004F58DC"/>
    <w:rsid w:val="005B63FB"/>
    <w:rsid w:val="00644672"/>
    <w:rsid w:val="0082382A"/>
    <w:rsid w:val="00993844"/>
    <w:rsid w:val="009C6F69"/>
    <w:rsid w:val="00A94A11"/>
    <w:rsid w:val="00AD4A83"/>
    <w:rsid w:val="00AF1687"/>
    <w:rsid w:val="00C26F25"/>
    <w:rsid w:val="00C55263"/>
    <w:rsid w:val="00CA01E5"/>
    <w:rsid w:val="00D92A5D"/>
    <w:rsid w:val="00E57DE8"/>
    <w:rsid w:val="00EF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FB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63FB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63F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5B63FB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5B63FB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3FB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5B63FB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B63F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5B63FB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5B63FB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993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8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222</Words>
  <Characters>1269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2018-02-21T10:33:00Z</cp:lastPrinted>
  <dcterms:created xsi:type="dcterms:W3CDTF">2018-02-21T14:08:00Z</dcterms:created>
  <dcterms:modified xsi:type="dcterms:W3CDTF">2018-02-21T14:08:00Z</dcterms:modified>
</cp:coreProperties>
</file>