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0B1" w:rsidRPr="000120C5" w:rsidRDefault="00E250B1" w:rsidP="009B0B17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E250B1" w:rsidRPr="000120C5" w:rsidRDefault="00E250B1" w:rsidP="009B0B17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E250B1" w:rsidRPr="00C76152" w:rsidRDefault="00E250B1" w:rsidP="00C76152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C76152">
        <w:rPr>
          <w:rFonts w:ascii="Times New Roman CYR" w:hAnsi="Times New Roman CYR" w:cs="Times New Roman CYR"/>
          <w:sz w:val="24"/>
          <w:szCs w:val="24"/>
        </w:rPr>
        <w:t>от 21 февраля 2018 г. № 143/1174-7</w:t>
      </w:r>
    </w:p>
    <w:p w:rsidR="00E250B1" w:rsidRDefault="00E250B1" w:rsidP="009B0B17">
      <w:pPr>
        <w:jc w:val="center"/>
        <w:rPr>
          <w:b/>
          <w:bCs/>
        </w:rPr>
      </w:pPr>
    </w:p>
    <w:p w:rsidR="00E250B1" w:rsidRDefault="00E250B1" w:rsidP="009B0B17">
      <w:pPr>
        <w:jc w:val="center"/>
        <w:rPr>
          <w:b/>
          <w:bCs/>
        </w:rPr>
      </w:pPr>
    </w:p>
    <w:p w:rsidR="00E250B1" w:rsidRDefault="00E250B1" w:rsidP="009B0B17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E250B1" w:rsidRDefault="00E250B1" w:rsidP="009B0B17">
      <w:pPr>
        <w:jc w:val="center"/>
        <w:rPr>
          <w:b/>
          <w:bCs/>
        </w:rPr>
      </w:pPr>
      <w:r>
        <w:rPr>
          <w:b/>
          <w:bCs/>
        </w:rPr>
        <w:t>доверенных лиц кандидата</w:t>
      </w:r>
    </w:p>
    <w:p w:rsidR="00E250B1" w:rsidRDefault="00E250B1" w:rsidP="009B0B17">
      <w:pPr>
        <w:jc w:val="center"/>
        <w:rPr>
          <w:b/>
          <w:bCs/>
        </w:rPr>
      </w:pPr>
      <w:r>
        <w:rPr>
          <w:b/>
          <w:bCs/>
        </w:rPr>
        <w:t>на должность Президента Российской Федерации</w:t>
      </w:r>
    </w:p>
    <w:p w:rsidR="00E250B1" w:rsidRDefault="00E250B1" w:rsidP="009B0B17">
      <w:pPr>
        <w:pStyle w:val="BodyText"/>
      </w:pPr>
      <w:r>
        <w:t>Сергея Николаевича Бабурина</w:t>
      </w:r>
    </w:p>
    <w:p w:rsidR="00E250B1" w:rsidRPr="001F4298" w:rsidRDefault="00E250B1" w:rsidP="009B0B17">
      <w:pPr>
        <w:rPr>
          <w:strike/>
        </w:rPr>
      </w:pPr>
    </w:p>
    <w:p w:rsidR="00E250B1" w:rsidRDefault="00E250B1" w:rsidP="009B0B17">
      <w:pPr>
        <w:jc w:val="center"/>
      </w:pPr>
    </w:p>
    <w:p w:rsidR="00E250B1" w:rsidRDefault="00E250B1" w:rsidP="009B0B17">
      <w:pPr>
        <w:spacing w:line="360" w:lineRule="auto"/>
        <w:ind w:firstLine="710"/>
        <w:jc w:val="both"/>
      </w:pPr>
      <w:r>
        <w:t>1. Алексеенков Андрей Александрович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2. Алигаджиев Магомед Магомедович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3. Артюх Евгений Петрович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4. Бабунов Сергей Владимирович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5. Бармина-Сидорова Наталия Сергеевна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6. Бисенкова Татьяна Леонидовна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7. Богданов Дмитрий Владимирович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8. Ветринский Павел Игорьевич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9. Волков Иван Павлович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10. Гагаев Александр Викторович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11. Гаджиев Магомедзагир Набибуллаевич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12. Галицкий Александр Алексеевич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13. Галустов Евгений Анатолевич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14. Ганбаров Имамеддин Ганбар оглы</w:t>
      </w:r>
    </w:p>
    <w:p w:rsidR="00E250B1" w:rsidRDefault="00E250B1" w:rsidP="009B0B17">
      <w:pPr>
        <w:spacing w:line="360" w:lineRule="auto"/>
        <w:ind w:firstLine="710"/>
        <w:jc w:val="both"/>
      </w:pPr>
      <w:r>
        <w:t>15. Гетманов Андрей Владимирович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16. Гурова Диана Юрьевна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17. Далгатов Магомеднур Магомедович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18. Ерохин Николай Иванович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19. Зерин Петр Иванович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20. Иванов Кирилл Викторович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21. Исаков Владимир Борисович</w:t>
      </w:r>
    </w:p>
    <w:p w:rsidR="00E250B1" w:rsidRDefault="00E250B1" w:rsidP="009B0B17">
      <w:pPr>
        <w:spacing w:line="360" w:lineRule="auto"/>
        <w:ind w:firstLine="710"/>
        <w:jc w:val="both"/>
      </w:pPr>
    </w:p>
    <w:p w:rsidR="00E250B1" w:rsidRDefault="00E250B1" w:rsidP="009B0B17">
      <w:pPr>
        <w:spacing w:line="360" w:lineRule="auto"/>
        <w:ind w:firstLine="710"/>
        <w:jc w:val="both"/>
      </w:pPr>
      <w:r>
        <w:t>22. Карасев Андрей Евгеньевич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23. Карасев Валентин Иванович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24. Кравцов Александр Иванович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25. Кузьмин Александр Сергеевич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26. Латкин Александр Павлович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27. Лихачев Геннадий Данилович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28. Лукина Людмила Александровна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29. Любомудров Марк Николаевич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30. Милюк Дмитрий Владимирович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31. Мрыхин Михаил Иванович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32. Новиков Владимир Ильич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33. Носова Наталия Юрьевна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34. Поддубный Григорий Алекандрович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35. Посталакий Александр Семёнович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36. Приймак Игорь Иванович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37. Репетов Алексндр Павлович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38. Савельев Владимир Александрович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39. Савченко Ирина Константиновна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40. Сафонова Айгуль Мусаевна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41. Скрипаченко Фёдор Александрович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42. Слукина Нелли Михайловна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43. Смирнова Наталья Петровна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44. Суховский Валентин Николаевич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45. Тажудинов Далгат Османович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46. Тюбаев Вячеслав Михайлович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47. Фатеев Александр Сергеевич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48. Фершт Виктор Михайлович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49. Ханжин Василий Николаевич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50. Цыбак Вячеслав Иванович</w:t>
      </w:r>
    </w:p>
    <w:p w:rsidR="00E250B1" w:rsidRDefault="00E250B1" w:rsidP="009B0B17">
      <w:pPr>
        <w:spacing w:line="360" w:lineRule="auto"/>
        <w:ind w:firstLine="710"/>
        <w:jc w:val="both"/>
      </w:pPr>
    </w:p>
    <w:p w:rsidR="00E250B1" w:rsidRDefault="00E250B1" w:rsidP="009B0B17">
      <w:pPr>
        <w:spacing w:line="360" w:lineRule="auto"/>
        <w:ind w:firstLine="710"/>
        <w:jc w:val="both"/>
      </w:pPr>
      <w:r>
        <w:t>51. Чекунова Светлана Александровна</w:t>
      </w:r>
    </w:p>
    <w:p w:rsidR="00E250B1" w:rsidRDefault="00E250B1" w:rsidP="009B0B17">
      <w:pPr>
        <w:spacing w:line="360" w:lineRule="auto"/>
        <w:ind w:firstLine="710"/>
        <w:jc w:val="both"/>
      </w:pPr>
      <w:r>
        <w:t>52. Шихалев Владимир Александрович</w:t>
      </w:r>
    </w:p>
    <w:p w:rsidR="00E250B1" w:rsidRDefault="00E250B1" w:rsidP="009B0B17">
      <w:pPr>
        <w:spacing w:line="360" w:lineRule="auto"/>
        <w:ind w:firstLine="710"/>
        <w:jc w:val="both"/>
      </w:pPr>
      <w:r>
        <w:t>53. Юнусов Владимир Хакимович</w:t>
      </w:r>
    </w:p>
    <w:p w:rsidR="00E250B1" w:rsidRPr="00BA5297" w:rsidRDefault="00E250B1" w:rsidP="009B0B17">
      <w:pPr>
        <w:spacing w:line="360" w:lineRule="auto"/>
        <w:ind w:firstLine="710"/>
        <w:jc w:val="both"/>
      </w:pPr>
      <w:r>
        <w:t>54. Ярцев Денис Анатольевич.</w:t>
      </w:r>
    </w:p>
    <w:p w:rsidR="00E250B1" w:rsidRDefault="00E250B1"/>
    <w:sectPr w:rsidR="00E250B1" w:rsidSect="006C7F17">
      <w:headerReference w:type="default" r:id="rId6"/>
      <w:footerReference w:type="default" r:id="rId7"/>
      <w:pgSz w:w="11907" w:h="16839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0B1" w:rsidRDefault="00E250B1" w:rsidP="009B0B17">
      <w:r>
        <w:separator/>
      </w:r>
    </w:p>
  </w:endnote>
  <w:endnote w:type="continuationSeparator" w:id="0">
    <w:p w:rsidR="00E250B1" w:rsidRDefault="00E250B1" w:rsidP="009B0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B1" w:rsidRPr="002A3B9E" w:rsidRDefault="00E250B1" w:rsidP="00A0123A">
    <w:pPr>
      <w:pStyle w:val="Footer"/>
    </w:pPr>
    <w:fldSimple w:instr=" FILENAME   \* MERGEFORMAT ">
      <w:r>
        <w:rPr>
          <w:noProof/>
        </w:rPr>
        <w:t>m0302025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0B1" w:rsidRDefault="00E250B1" w:rsidP="009B0B17">
      <w:r>
        <w:separator/>
      </w:r>
    </w:p>
  </w:footnote>
  <w:footnote w:type="continuationSeparator" w:id="0">
    <w:p w:rsidR="00E250B1" w:rsidRDefault="00E250B1" w:rsidP="009B0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B1" w:rsidRPr="009B0B17" w:rsidRDefault="00E250B1">
    <w:pPr>
      <w:pStyle w:val="Header"/>
      <w:jc w:val="center"/>
      <w:rPr>
        <w:sz w:val="24"/>
        <w:szCs w:val="24"/>
      </w:rPr>
    </w:pPr>
    <w:r w:rsidRPr="009B0B17">
      <w:rPr>
        <w:sz w:val="24"/>
        <w:szCs w:val="24"/>
      </w:rPr>
      <w:fldChar w:fldCharType="begin"/>
    </w:r>
    <w:r w:rsidRPr="009B0B17">
      <w:rPr>
        <w:sz w:val="24"/>
        <w:szCs w:val="24"/>
      </w:rPr>
      <w:instrText xml:space="preserve"> PAGE   \* MERGEFORMAT </w:instrText>
    </w:r>
    <w:r w:rsidRPr="009B0B1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9B0B17">
      <w:rPr>
        <w:sz w:val="24"/>
        <w:szCs w:val="24"/>
      </w:rPr>
      <w:fldChar w:fldCharType="end"/>
    </w:r>
  </w:p>
  <w:p w:rsidR="00E250B1" w:rsidRPr="00B3159B" w:rsidRDefault="00E250B1">
    <w:pPr>
      <w:pStyle w:val="Header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B17"/>
    <w:rsid w:val="000120C5"/>
    <w:rsid w:val="0016350B"/>
    <w:rsid w:val="001F4298"/>
    <w:rsid w:val="002A3B9E"/>
    <w:rsid w:val="00324906"/>
    <w:rsid w:val="004E44A2"/>
    <w:rsid w:val="005306C8"/>
    <w:rsid w:val="005314D2"/>
    <w:rsid w:val="006C7F17"/>
    <w:rsid w:val="006F7FEB"/>
    <w:rsid w:val="00855E7A"/>
    <w:rsid w:val="009B0B17"/>
    <w:rsid w:val="00A0123A"/>
    <w:rsid w:val="00A95FD3"/>
    <w:rsid w:val="00AF1687"/>
    <w:rsid w:val="00B3159B"/>
    <w:rsid w:val="00BA5297"/>
    <w:rsid w:val="00C26F25"/>
    <w:rsid w:val="00C76152"/>
    <w:rsid w:val="00CF1F9C"/>
    <w:rsid w:val="00DD73B0"/>
    <w:rsid w:val="00E250B1"/>
    <w:rsid w:val="00E964BE"/>
    <w:rsid w:val="00EE61AB"/>
    <w:rsid w:val="00F0248E"/>
    <w:rsid w:val="00F12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B17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B0B17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B0B1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9B0B17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B0B17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B0B17"/>
    <w:rPr>
      <w:rFonts w:ascii="Times New Roman" w:hAnsi="Times New Roman" w:cs="Times New Roman"/>
      <w:lang w:eastAsia="ru-RU"/>
    </w:rPr>
  </w:style>
  <w:style w:type="paragraph" w:styleId="BodyText">
    <w:name w:val="Body Text"/>
    <w:basedOn w:val="Normal"/>
    <w:link w:val="BodyTextChar"/>
    <w:uiPriority w:val="99"/>
    <w:rsid w:val="009B0B17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B0B1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F1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1F9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286</Words>
  <Characters>1632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2018-02-21T10:31:00Z</cp:lastPrinted>
  <dcterms:created xsi:type="dcterms:W3CDTF">2018-02-21T14:06:00Z</dcterms:created>
  <dcterms:modified xsi:type="dcterms:W3CDTF">2018-02-21T14:06:00Z</dcterms:modified>
</cp:coreProperties>
</file>