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3D3" w:rsidRDefault="00A453D3" w:rsidP="00177B3C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A453D3" w:rsidRDefault="00A453D3" w:rsidP="00177B3C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A453D3" w:rsidRPr="004B220F" w:rsidRDefault="00A453D3" w:rsidP="004B220F">
      <w:pPr>
        <w:pStyle w:val="a"/>
        <w:spacing w:after="0"/>
        <w:rPr>
          <w:sz w:val="24"/>
          <w:szCs w:val="24"/>
        </w:rPr>
      </w:pPr>
      <w:r w:rsidRPr="004B220F">
        <w:rPr>
          <w:sz w:val="24"/>
          <w:szCs w:val="24"/>
        </w:rPr>
        <w:t>от 21 февраля 2018 г. № 143/1173-7</w:t>
      </w:r>
    </w:p>
    <w:p w:rsidR="00A453D3" w:rsidRDefault="00A453D3" w:rsidP="00177B3C">
      <w:pPr>
        <w:jc w:val="center"/>
        <w:rPr>
          <w:b/>
          <w:bCs/>
        </w:rPr>
      </w:pPr>
    </w:p>
    <w:p w:rsidR="00A453D3" w:rsidRDefault="00A453D3" w:rsidP="00177B3C">
      <w:pPr>
        <w:jc w:val="center"/>
        <w:rPr>
          <w:b/>
          <w:bCs/>
        </w:rPr>
      </w:pPr>
    </w:p>
    <w:p w:rsidR="00A453D3" w:rsidRDefault="00A453D3" w:rsidP="00177B3C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A453D3" w:rsidRDefault="00A453D3" w:rsidP="00177B3C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A453D3" w:rsidRDefault="00A453D3" w:rsidP="00177B3C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A453D3" w:rsidRDefault="00A453D3" w:rsidP="00177B3C">
      <w:pPr>
        <w:jc w:val="center"/>
        <w:rPr>
          <w:b/>
          <w:bCs/>
        </w:rPr>
      </w:pPr>
      <w:r>
        <w:rPr>
          <w:b/>
          <w:bCs/>
        </w:rPr>
        <w:t>Максима Александровича Сурайкина</w:t>
      </w:r>
    </w:p>
    <w:p w:rsidR="00A453D3" w:rsidRDefault="00A453D3" w:rsidP="00177B3C">
      <w:pPr>
        <w:jc w:val="center"/>
        <w:rPr>
          <w:b/>
          <w:bCs/>
        </w:rPr>
      </w:pP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Абрамович Александр Борисович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Амбаев Сергей Владимирович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Аминов Линар Ильмирович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Аминова Мария Сергеевна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Ананьева Вероника Сергеевна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Арсланов Артём Ильдарович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Афанасьев Евгений Геннадьевич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Афанасьева Светлана Борисовна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Ахмадуллин Артур Зиннатович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Ахметзянова Альбина Вилсуровна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Ахметшин Борис Нурьевич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Байрамова Зульфия Рахматулловна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Баскаев Ацамаз Казбекович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Батюк Федор Федорович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Богачева Вера Николаевна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Бочкарев Евгений Александрович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Василькова Анна Ярославовна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Вахалин Алексей Станиславович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Вацанюк Наталия Васильевна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Волков Евгений Иванович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Гаглоев Геннадий Гаврилович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Галимзянов Ренат Айдарович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Галимзянова Алиса Ринатовна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Ганьжина Елена Аркадьевна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Ганюшин Василий Владимирович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Гатауллин Рустем Ахметович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Герюгова Эмма Руслановна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Гнилицкий Виктор Николаевич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Головина Светлана Викторовна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Горюнова Любовь Михайловна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Гринева Инна Анатольевна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Гришанцов Александр Иванович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Грядунова Анастасия Пэдровна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Гумерова Аделя Вильевна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Дагова Белла Анатольевна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Демидов Владимир Александрович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Долгополов Сергей Мефодьевич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Дуненкова Вера Владимировна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Дюпин Сергей Леонидович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Евдокимова Оксана Геннадиевна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Жилин Александр Дмитриевич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Зенкина Вера Константиновна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Измайлов Руслан Анварович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Иосипов Петр Евгеньевич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Казакова Маргарита Сергеевна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Каштанов Артем Владимирович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Кипкеев Резван Юрьевич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Кипкеева Мадина Рамазановна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Киселева Юлия Александровна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Коненков Владимир Анатольевич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Кордов Денис Валерьевич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Кочкарова Марина Джаппаевна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Кравченко Ольга Васильевна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Кукушкин Евгений Николаевич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Куприянова Ольга Владимировна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Лазович Владимир Миролюбович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Лебедева Александра Георгиевна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Лукичев Владимир Александрович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Лукьянов Николай Сергеевич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Лукьянова Лариса Николаевна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Маланина Оксана Юрьевна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Малеева Ольга Викторовна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Малинкович Михаил Александрович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Малютина Наталья Михайловна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Мананков Георгий Васильевич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Мечиков Валерий Александрович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Минаев Сергей Викторович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Мишукова Галина Николаевна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Нануов Рамазан Асланович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Несговоро Игорь Юрьевич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Никишин Валерий Иванович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Новак Владимир Иванович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Новиков Василий Николаевич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Новикова Альбина Талгатовна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Окрикова Розалия Камильевна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Охтова Мадина Юрьевна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Павлов Александр Сергеевич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Панина Татьяна Викторовна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Петрова Марина Юрьевна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Покровская Светлана Сергеевна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Рамазанова Нина Васильевна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Рубан Иван Григорьевич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Сабиров Артур Халимович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Сасс Дарья Владимировна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Сбруева Светлана Николаевна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Собещанский Станислав Иванович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Солнцева Анна Артуровна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Спесивцева Юлия Николаевна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Степанян Ануш Владимировна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Субботина Ольга Брониславовна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Титова Ольга Викторовна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Фахрутдинова Гульшат Ильфатовна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Фирсов Михаил Эдуардович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Фирсова Айгуль Раифовна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Хабибуллина Лейсана Альфредовна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Хатуаева Лейла Маджидовна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Хвост Федор Тихонович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Холондач Людмила Валерьевна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Хоружий Денис Витальевич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Хоружий Сергей Витальевич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Хугаев Алихан Заурбекович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Худашов Александр Владимирович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Хуснулина Оксана Владимировна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Шарипов Нил Салихович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Шатравин Владимир Петрович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Шахвердиев Ханоглан Камил Оглы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Шаяхметова Наиля Раифовна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Широков Алексей Геннадьевич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Шугаев Евгений Николаевич</w:t>
      </w:r>
    </w:p>
    <w:p w:rsidR="00A453D3" w:rsidRDefault="00A453D3" w:rsidP="00177B3C">
      <w:pPr>
        <w:numPr>
          <w:ilvl w:val="0"/>
          <w:numId w:val="1"/>
        </w:numPr>
        <w:spacing w:line="360" w:lineRule="auto"/>
        <w:jc w:val="both"/>
      </w:pPr>
      <w:r>
        <w:t>Яндимирова Мария Павловна.</w:t>
      </w:r>
    </w:p>
    <w:p w:rsidR="00A453D3" w:rsidRDefault="00A453D3" w:rsidP="00177B3C">
      <w:pPr>
        <w:jc w:val="center"/>
        <w:rPr>
          <w:b/>
          <w:bCs/>
        </w:rPr>
      </w:pPr>
    </w:p>
    <w:p w:rsidR="00A453D3" w:rsidRDefault="00A453D3"/>
    <w:sectPr w:rsidR="00A453D3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53D3" w:rsidRDefault="00A453D3" w:rsidP="00177B3C">
      <w:r>
        <w:separator/>
      </w:r>
    </w:p>
  </w:endnote>
  <w:endnote w:type="continuationSeparator" w:id="0">
    <w:p w:rsidR="00A453D3" w:rsidRDefault="00A453D3" w:rsidP="00177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D3" w:rsidRDefault="00A453D3">
    <w:pPr>
      <w:pStyle w:val="Footer"/>
    </w:pPr>
    <w:fldSimple w:instr=" FILENAME   \* MERGEFORMAT ">
      <w:r>
        <w:rPr>
          <w:noProof/>
        </w:rPr>
        <w:t>m0302028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D3" w:rsidRDefault="00A453D3">
    <w:pPr>
      <w:pStyle w:val="Footer"/>
    </w:pPr>
    <w:fldSimple w:instr=" FILENAME   \* MERGEFORMAT ">
      <w:r>
        <w:rPr>
          <w:noProof/>
        </w:rPr>
        <w:t>m0302028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53D3" w:rsidRDefault="00A453D3" w:rsidP="00177B3C">
      <w:r>
        <w:separator/>
      </w:r>
    </w:p>
  </w:footnote>
  <w:footnote w:type="continuationSeparator" w:id="0">
    <w:p w:rsidR="00A453D3" w:rsidRDefault="00A453D3" w:rsidP="00177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53D3" w:rsidRPr="00177B3C" w:rsidRDefault="00A453D3">
    <w:pPr>
      <w:pStyle w:val="Header"/>
      <w:jc w:val="center"/>
      <w:rPr>
        <w:sz w:val="24"/>
        <w:szCs w:val="24"/>
      </w:rPr>
    </w:pPr>
    <w:r w:rsidRPr="00177B3C">
      <w:rPr>
        <w:sz w:val="24"/>
        <w:szCs w:val="24"/>
      </w:rPr>
      <w:fldChar w:fldCharType="begin"/>
    </w:r>
    <w:r w:rsidRPr="00177B3C">
      <w:rPr>
        <w:sz w:val="24"/>
        <w:szCs w:val="24"/>
      </w:rPr>
      <w:instrText xml:space="preserve"> PAGE   \* MERGEFORMAT </w:instrText>
    </w:r>
    <w:r w:rsidRPr="00177B3C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177B3C">
      <w:rPr>
        <w:sz w:val="24"/>
        <w:szCs w:val="24"/>
      </w:rPr>
      <w:fldChar w:fldCharType="end"/>
    </w:r>
  </w:p>
  <w:p w:rsidR="00A453D3" w:rsidRDefault="00A453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EB5F4A"/>
    <w:multiLevelType w:val="hybridMultilevel"/>
    <w:tmpl w:val="8A042F94"/>
    <w:lvl w:ilvl="0" w:tplc="095E9F8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7B3C"/>
    <w:rsid w:val="000000FF"/>
    <w:rsid w:val="00177B3C"/>
    <w:rsid w:val="002B230D"/>
    <w:rsid w:val="003D2929"/>
    <w:rsid w:val="004B220F"/>
    <w:rsid w:val="004E44A2"/>
    <w:rsid w:val="00623952"/>
    <w:rsid w:val="00685D6C"/>
    <w:rsid w:val="007413B8"/>
    <w:rsid w:val="0082382A"/>
    <w:rsid w:val="009C6F69"/>
    <w:rsid w:val="00A453D3"/>
    <w:rsid w:val="00AF1687"/>
    <w:rsid w:val="00C25E2F"/>
    <w:rsid w:val="00C26F25"/>
    <w:rsid w:val="00D74B04"/>
    <w:rsid w:val="00F02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3C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77B3C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77B3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177B3C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177B3C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77B3C"/>
    <w:rPr>
      <w:rFonts w:ascii="Times New Roman" w:hAnsi="Times New Roman" w:cs="Times New Roman"/>
      <w:lang w:eastAsia="ru-RU"/>
    </w:rPr>
  </w:style>
  <w:style w:type="paragraph" w:styleId="BodyText">
    <w:name w:val="Body Text"/>
    <w:basedOn w:val="Normal"/>
    <w:link w:val="BodyTextChar"/>
    <w:uiPriority w:val="99"/>
    <w:rsid w:val="00177B3C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77B3C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исьмо"/>
    <w:basedOn w:val="Normal"/>
    <w:uiPriority w:val="99"/>
    <w:rsid w:val="00177B3C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Normal"/>
    <w:uiPriority w:val="99"/>
    <w:rsid w:val="00177B3C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6239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2395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480</Words>
  <Characters>2737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2018-02-21T10:30:00Z</cp:lastPrinted>
  <dcterms:created xsi:type="dcterms:W3CDTF">2018-02-21T14:05:00Z</dcterms:created>
  <dcterms:modified xsi:type="dcterms:W3CDTF">2018-02-21T14:05:00Z</dcterms:modified>
</cp:coreProperties>
</file>