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94" w:rsidRDefault="009C5994" w:rsidP="00C35BB9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9C5994" w:rsidRDefault="009C5994" w:rsidP="00C35BB9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>к постановлению Центральной избирательной комиссии Российской Федерации</w:t>
      </w:r>
    </w:p>
    <w:p w:rsidR="009C5994" w:rsidRDefault="009C5994" w:rsidP="00C35BB9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от 21 февраля 2018 г. № 143/1172-7 </w:t>
      </w:r>
    </w:p>
    <w:p w:rsidR="009C5994" w:rsidRDefault="009C5994" w:rsidP="00C35BB9">
      <w:pPr>
        <w:jc w:val="center"/>
        <w:rPr>
          <w:b/>
          <w:bCs/>
        </w:rPr>
      </w:pPr>
    </w:p>
    <w:p w:rsidR="009C5994" w:rsidRDefault="009C5994" w:rsidP="00EE505E">
      <w:pPr>
        <w:rPr>
          <w:b/>
          <w:bCs/>
        </w:rPr>
      </w:pPr>
    </w:p>
    <w:p w:rsidR="009C5994" w:rsidRDefault="009C5994" w:rsidP="00C35BB9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9C5994" w:rsidRDefault="009C5994" w:rsidP="00C35BB9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9C5994" w:rsidRDefault="009C5994" w:rsidP="00C35BB9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9C5994" w:rsidRDefault="009C5994" w:rsidP="00C35BB9">
      <w:pPr>
        <w:jc w:val="center"/>
        <w:rPr>
          <w:b/>
          <w:bCs/>
        </w:rPr>
      </w:pPr>
      <w:r>
        <w:rPr>
          <w:b/>
          <w:bCs/>
        </w:rPr>
        <w:t>Бориса Юрьевича Титова</w:t>
      </w:r>
    </w:p>
    <w:p w:rsidR="009C5994" w:rsidRDefault="009C5994" w:rsidP="00C35BB9">
      <w:pPr>
        <w:jc w:val="center"/>
        <w:rPr>
          <w:b/>
          <w:bCs/>
        </w:rPr>
      </w:pP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Агасиев Армен Рафикович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Алексеева Марина Викторовна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Амитов Руслан Тахирович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Аниченкова Марина Николаевна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Аношкина Ольга Геннадьевна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Антонов Евгений Николаевич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Баранов Вячеслав Егорович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Баянов Владимир Юрьевич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Белов Леонид Александрович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Бирюков Вячеслав Николаевич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Брега Александр Николаевич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Вайчулис Андрей Юрьевич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Вашешников Дмитрий Владимирович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Ведяшева Юлия Сергеевна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Веселов Антон Игоревич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Викторов Геннадий Тимофеевич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Гамзаева Ольга Сергеевна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Горбатин Михаил Анатольевич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Горчак Владислав Витальевич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Давыдов Сергей Борисович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Джонс Антон Михайлович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Емельянов Петр Сергеевич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Епишев Вячеслав Александрович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Ермаков Сергей Анатольевич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Князькин Олег Николаевич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Кузеев Искандер Энгилевич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Малецкая Раиса Алексеевна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Мележик Максим Васильевич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Мрвалевич Павле Павлович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Наумов Сергей Дмитриевич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Никитин Алексей Михайлович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Плотников Николай Васильевич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Поздняков Юрий Павлович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Ровнов Сергей Игоревич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Ройтберг Павел Борисович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Рябов Алексей Александрович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Свотнев Сергей Викторович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Стефаненко Владислав Сергеевич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Сулейманов Рашад Нариман оглы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Сухарева Елена Валентиновна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Филатов Руслан Николаевич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Филиппов Юрий Дмитриевич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Филонов Владимир Анатольевич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Худобин Денис Александрович</w:t>
      </w:r>
    </w:p>
    <w:p w:rsidR="009C5994" w:rsidRDefault="009C5994" w:rsidP="00C35BB9">
      <w:pPr>
        <w:numPr>
          <w:ilvl w:val="0"/>
          <w:numId w:val="1"/>
        </w:numPr>
        <w:spacing w:line="360" w:lineRule="auto"/>
        <w:jc w:val="both"/>
      </w:pPr>
      <w:r>
        <w:t>Чуваров Сергей Сергеевич.</w:t>
      </w:r>
    </w:p>
    <w:p w:rsidR="009C5994" w:rsidRDefault="009C5994" w:rsidP="00C35BB9">
      <w:pPr>
        <w:jc w:val="center"/>
        <w:rPr>
          <w:b/>
          <w:bCs/>
        </w:rPr>
      </w:pPr>
    </w:p>
    <w:p w:rsidR="009C5994" w:rsidRDefault="009C5994"/>
    <w:sectPr w:rsidR="009C5994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994" w:rsidRDefault="009C5994" w:rsidP="00C35BB9">
      <w:r>
        <w:separator/>
      </w:r>
    </w:p>
  </w:endnote>
  <w:endnote w:type="continuationSeparator" w:id="0">
    <w:p w:rsidR="009C5994" w:rsidRDefault="009C5994" w:rsidP="00C35B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994" w:rsidRDefault="009C5994">
    <w:pPr>
      <w:pStyle w:val="Footer"/>
    </w:pPr>
    <w:fldSimple w:instr=" FILENAME   \* MERGEFORMAT ">
      <w:r>
        <w:rPr>
          <w:noProof/>
        </w:rPr>
        <w:t>m0302030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994" w:rsidRDefault="009C5994">
    <w:pPr>
      <w:pStyle w:val="Footer"/>
    </w:pPr>
    <w:fldSimple w:instr=" FILENAME   \* MERGEFORMAT ">
      <w:r>
        <w:rPr>
          <w:noProof/>
        </w:rPr>
        <w:t>m0302030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994" w:rsidRDefault="009C5994" w:rsidP="00C35BB9">
      <w:r>
        <w:separator/>
      </w:r>
    </w:p>
  </w:footnote>
  <w:footnote w:type="continuationSeparator" w:id="0">
    <w:p w:rsidR="009C5994" w:rsidRDefault="009C5994" w:rsidP="00C35B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994" w:rsidRPr="00C35BB9" w:rsidRDefault="009C5994">
    <w:pPr>
      <w:pStyle w:val="Header"/>
      <w:jc w:val="center"/>
      <w:rPr>
        <w:sz w:val="24"/>
        <w:szCs w:val="24"/>
      </w:rPr>
    </w:pPr>
    <w:r w:rsidRPr="00C35BB9">
      <w:rPr>
        <w:sz w:val="24"/>
        <w:szCs w:val="24"/>
      </w:rPr>
      <w:fldChar w:fldCharType="begin"/>
    </w:r>
    <w:r w:rsidRPr="00C35BB9">
      <w:rPr>
        <w:sz w:val="24"/>
        <w:szCs w:val="24"/>
      </w:rPr>
      <w:instrText xml:space="preserve"> PAGE   \* MERGEFORMAT </w:instrText>
    </w:r>
    <w:r w:rsidRPr="00C35BB9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C35BB9">
      <w:rPr>
        <w:sz w:val="24"/>
        <w:szCs w:val="24"/>
      </w:rPr>
      <w:fldChar w:fldCharType="end"/>
    </w:r>
  </w:p>
  <w:p w:rsidR="009C5994" w:rsidRDefault="009C599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046AE0"/>
    <w:multiLevelType w:val="hybridMultilevel"/>
    <w:tmpl w:val="BA96B5BE"/>
    <w:lvl w:ilvl="0" w:tplc="30EC200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BB9"/>
    <w:rsid w:val="00363DEE"/>
    <w:rsid w:val="00421399"/>
    <w:rsid w:val="004E44A2"/>
    <w:rsid w:val="004F411B"/>
    <w:rsid w:val="00521D6A"/>
    <w:rsid w:val="005425C3"/>
    <w:rsid w:val="006E1134"/>
    <w:rsid w:val="007F49DC"/>
    <w:rsid w:val="0082382A"/>
    <w:rsid w:val="009C5994"/>
    <w:rsid w:val="009C6F69"/>
    <w:rsid w:val="00AF1687"/>
    <w:rsid w:val="00BA4C0B"/>
    <w:rsid w:val="00C26F25"/>
    <w:rsid w:val="00C35BB9"/>
    <w:rsid w:val="00D01B99"/>
    <w:rsid w:val="00EE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BB9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35BB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35BB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C35BB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C35BB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35BB9"/>
    <w:rPr>
      <w:rFonts w:ascii="Times New Roman" w:hAnsi="Times New Roman" w:cs="Times New Roman"/>
      <w:lang w:eastAsia="ru-RU"/>
    </w:rPr>
  </w:style>
  <w:style w:type="paragraph" w:styleId="BodyText">
    <w:name w:val="Body Text"/>
    <w:basedOn w:val="Normal"/>
    <w:link w:val="BodyTextChar"/>
    <w:uiPriority w:val="99"/>
    <w:rsid w:val="00C35BB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35BB9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">
    <w:name w:val="письмо"/>
    <w:basedOn w:val="Normal"/>
    <w:uiPriority w:val="99"/>
    <w:rsid w:val="00C35BB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Normal"/>
    <w:uiPriority w:val="99"/>
    <w:rsid w:val="00C35BB9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BalloonText">
    <w:name w:val="Balloon Text"/>
    <w:basedOn w:val="Normal"/>
    <w:link w:val="BalloonTextChar"/>
    <w:uiPriority w:val="99"/>
    <w:semiHidden/>
    <w:rsid w:val="004F41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411B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211</Words>
  <Characters>1208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2018-02-21T10:38:00Z</cp:lastPrinted>
  <dcterms:created xsi:type="dcterms:W3CDTF">2018-02-21T14:03:00Z</dcterms:created>
  <dcterms:modified xsi:type="dcterms:W3CDTF">2018-02-21T14:03:00Z</dcterms:modified>
</cp:coreProperties>
</file>