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126" w:rsidRPr="000120C5" w:rsidRDefault="006B3126" w:rsidP="00D8074A">
      <w:pPr>
        <w:ind w:left="3969"/>
        <w:jc w:val="center"/>
        <w:rPr>
          <w:rFonts w:ascii="Times New Roman CYR" w:hAnsi="Times New Roman CYR" w:cs="Times New Roman CYR"/>
          <w:sz w:val="24"/>
          <w:szCs w:val="24"/>
        </w:rPr>
      </w:pPr>
      <w:r w:rsidRPr="000120C5">
        <w:rPr>
          <w:rFonts w:ascii="Times New Roman CYR" w:hAnsi="Times New Roman CYR" w:cs="Times New Roman CYR"/>
          <w:sz w:val="24"/>
          <w:szCs w:val="24"/>
        </w:rPr>
        <w:t xml:space="preserve">Приложение </w:t>
      </w:r>
    </w:p>
    <w:p w:rsidR="006B3126" w:rsidRDefault="006B3126" w:rsidP="00D8074A">
      <w:pPr>
        <w:ind w:left="3969"/>
        <w:jc w:val="center"/>
        <w:rPr>
          <w:rFonts w:ascii="Times New Roman CYR" w:hAnsi="Times New Roman CYR" w:cs="Times New Roman CYR"/>
          <w:sz w:val="24"/>
          <w:szCs w:val="24"/>
        </w:rPr>
      </w:pPr>
      <w:r w:rsidRPr="000120C5">
        <w:rPr>
          <w:rFonts w:ascii="Times New Roman CYR" w:hAnsi="Times New Roman CYR" w:cs="Times New Roman CYR"/>
          <w:sz w:val="24"/>
          <w:szCs w:val="24"/>
        </w:rPr>
        <w:t>к постановлению Центральной избирательной комиссии Российской Федерации</w:t>
      </w:r>
    </w:p>
    <w:p w:rsidR="006B3126" w:rsidRPr="000120C5" w:rsidRDefault="006B3126" w:rsidP="00D8074A">
      <w:pPr>
        <w:ind w:left="3969"/>
        <w:jc w:val="center"/>
        <w:rPr>
          <w:rFonts w:ascii="Times New Roman CYR" w:hAnsi="Times New Roman CYR" w:cs="Times New Roman CYR"/>
          <w:sz w:val="24"/>
          <w:szCs w:val="24"/>
        </w:rPr>
      </w:pPr>
      <w:r w:rsidRPr="000120C5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от 16 февраля 2018 г. № 142/1168-7</w:t>
      </w:r>
    </w:p>
    <w:p w:rsidR="006B3126" w:rsidRDefault="006B3126" w:rsidP="00D8074A">
      <w:pPr>
        <w:jc w:val="center"/>
        <w:rPr>
          <w:b/>
          <w:bCs/>
        </w:rPr>
      </w:pPr>
    </w:p>
    <w:p w:rsidR="006B3126" w:rsidRDefault="006B3126" w:rsidP="00D8074A">
      <w:pPr>
        <w:jc w:val="center"/>
        <w:rPr>
          <w:b/>
          <w:bCs/>
        </w:rPr>
      </w:pPr>
    </w:p>
    <w:p w:rsidR="006B3126" w:rsidRDefault="006B3126" w:rsidP="00D8074A">
      <w:pPr>
        <w:jc w:val="center"/>
        <w:rPr>
          <w:b/>
          <w:bCs/>
        </w:rPr>
      </w:pPr>
      <w:r>
        <w:rPr>
          <w:b/>
          <w:bCs/>
        </w:rPr>
        <w:t>СПИСОК</w:t>
      </w:r>
    </w:p>
    <w:p w:rsidR="006B3126" w:rsidRDefault="006B3126" w:rsidP="00D8074A">
      <w:pPr>
        <w:jc w:val="center"/>
        <w:rPr>
          <w:b/>
          <w:bCs/>
        </w:rPr>
      </w:pPr>
      <w:r>
        <w:rPr>
          <w:b/>
          <w:bCs/>
        </w:rPr>
        <w:t>доверенных лиц кандидата</w:t>
      </w:r>
    </w:p>
    <w:p w:rsidR="006B3126" w:rsidRDefault="006B3126" w:rsidP="00D8074A">
      <w:pPr>
        <w:jc w:val="center"/>
        <w:rPr>
          <w:b/>
          <w:bCs/>
        </w:rPr>
      </w:pPr>
      <w:r>
        <w:rPr>
          <w:b/>
          <w:bCs/>
        </w:rPr>
        <w:t xml:space="preserve"> на должность Президента Российской Федерации</w:t>
      </w:r>
    </w:p>
    <w:p w:rsidR="006B3126" w:rsidRDefault="006B3126" w:rsidP="00D8074A">
      <w:pPr>
        <w:jc w:val="center"/>
        <w:rPr>
          <w:b/>
          <w:bCs/>
        </w:rPr>
      </w:pPr>
      <w:r>
        <w:rPr>
          <w:b/>
          <w:bCs/>
        </w:rPr>
        <w:t>Павла Николаевича</w:t>
      </w:r>
      <w:r w:rsidRPr="00966BB8">
        <w:rPr>
          <w:b/>
          <w:bCs/>
        </w:rPr>
        <w:t xml:space="preserve"> </w:t>
      </w:r>
      <w:r>
        <w:rPr>
          <w:b/>
          <w:bCs/>
        </w:rPr>
        <w:t>Грудинина</w:t>
      </w:r>
    </w:p>
    <w:p w:rsidR="006B3126" w:rsidRDefault="006B3126" w:rsidP="00D8074A">
      <w:pPr>
        <w:jc w:val="center"/>
      </w:pPr>
    </w:p>
    <w:p w:rsidR="006B3126" w:rsidRDefault="006B3126" w:rsidP="00D8074A">
      <w:pPr>
        <w:spacing w:line="360" w:lineRule="auto"/>
        <w:ind w:firstLine="710"/>
        <w:jc w:val="both"/>
      </w:pPr>
      <w:r>
        <w:t>1. Абрамов Никита Андреевич</w:t>
      </w:r>
    </w:p>
    <w:p w:rsidR="006B3126" w:rsidRDefault="006B3126" w:rsidP="00D8074A">
      <w:pPr>
        <w:spacing w:line="360" w:lineRule="auto"/>
        <w:ind w:firstLine="710"/>
        <w:jc w:val="both"/>
      </w:pPr>
      <w:r>
        <w:t>2. Артамонов Сергей Павлович</w:t>
      </w:r>
    </w:p>
    <w:p w:rsidR="006B3126" w:rsidRDefault="006B3126" w:rsidP="00D8074A">
      <w:pPr>
        <w:spacing w:line="360" w:lineRule="auto"/>
        <w:ind w:firstLine="710"/>
        <w:jc w:val="both"/>
      </w:pPr>
      <w:r>
        <w:t>3. Артамонова Екатерина Сергеевна</w:t>
      </w:r>
    </w:p>
    <w:p w:rsidR="006B3126" w:rsidRDefault="006B3126" w:rsidP="00D8074A">
      <w:pPr>
        <w:spacing w:line="360" w:lineRule="auto"/>
        <w:ind w:firstLine="710"/>
        <w:jc w:val="both"/>
      </w:pPr>
      <w:r>
        <w:t>4. Белозерцев Игорь Александрович</w:t>
      </w:r>
    </w:p>
    <w:p w:rsidR="006B3126" w:rsidRDefault="006B3126" w:rsidP="00D8074A">
      <w:pPr>
        <w:spacing w:line="360" w:lineRule="auto"/>
        <w:ind w:firstLine="710"/>
        <w:jc w:val="both"/>
      </w:pPr>
      <w:r>
        <w:t>5. Бенов Геннадий Матвеевич</w:t>
      </w:r>
    </w:p>
    <w:p w:rsidR="006B3126" w:rsidRDefault="006B3126" w:rsidP="00D8074A">
      <w:pPr>
        <w:spacing w:line="360" w:lineRule="auto"/>
        <w:ind w:firstLine="710"/>
        <w:jc w:val="both"/>
      </w:pPr>
      <w:r>
        <w:t>6. Берсенев Сергей Витальевич</w:t>
      </w:r>
    </w:p>
    <w:p w:rsidR="006B3126" w:rsidRDefault="006B3126" w:rsidP="00D8074A">
      <w:pPr>
        <w:spacing w:line="360" w:lineRule="auto"/>
        <w:ind w:firstLine="710"/>
        <w:jc w:val="both"/>
      </w:pPr>
      <w:r>
        <w:t>7. Веселова Нина Григорьевна</w:t>
      </w:r>
    </w:p>
    <w:p w:rsidR="006B3126" w:rsidRDefault="006B3126" w:rsidP="00D8074A">
      <w:pPr>
        <w:spacing w:line="360" w:lineRule="auto"/>
        <w:ind w:firstLine="710"/>
        <w:jc w:val="both"/>
      </w:pPr>
      <w:r>
        <w:t>8. Гарасько Михаил Иванович</w:t>
      </w:r>
    </w:p>
    <w:p w:rsidR="006B3126" w:rsidRDefault="006B3126" w:rsidP="00D8074A">
      <w:pPr>
        <w:spacing w:line="360" w:lineRule="auto"/>
        <w:ind w:firstLine="710"/>
        <w:jc w:val="both"/>
      </w:pPr>
      <w:r>
        <w:t>9. Дельдюжов Игорь Владимирович</w:t>
      </w:r>
    </w:p>
    <w:p w:rsidR="006B3126" w:rsidRDefault="006B3126" w:rsidP="00D8074A">
      <w:pPr>
        <w:spacing w:line="360" w:lineRule="auto"/>
        <w:ind w:firstLine="710"/>
        <w:jc w:val="both"/>
      </w:pPr>
      <w:r>
        <w:t>10. Егоров Владимир Юрьевич</w:t>
      </w:r>
    </w:p>
    <w:p w:rsidR="006B3126" w:rsidRDefault="006B3126" w:rsidP="00D8074A">
      <w:pPr>
        <w:spacing w:line="360" w:lineRule="auto"/>
        <w:ind w:firstLine="710"/>
        <w:jc w:val="both"/>
      </w:pPr>
      <w:r>
        <w:t>11. Звягинцев Пётр Семенович</w:t>
      </w:r>
    </w:p>
    <w:p w:rsidR="006B3126" w:rsidRDefault="006B3126" w:rsidP="00D8074A">
      <w:pPr>
        <w:spacing w:line="360" w:lineRule="auto"/>
        <w:ind w:firstLine="710"/>
        <w:jc w:val="both"/>
      </w:pPr>
      <w:r>
        <w:t>12. Иллюк Евгений Александрович</w:t>
      </w:r>
    </w:p>
    <w:p w:rsidR="006B3126" w:rsidRDefault="006B3126" w:rsidP="00D8074A">
      <w:pPr>
        <w:spacing w:line="360" w:lineRule="auto"/>
        <w:ind w:firstLine="710"/>
        <w:jc w:val="both"/>
      </w:pPr>
      <w:r>
        <w:t>13. Колотева Раиса Владимировна</w:t>
      </w:r>
    </w:p>
    <w:p w:rsidR="006B3126" w:rsidRDefault="006B3126" w:rsidP="00D8074A">
      <w:pPr>
        <w:spacing w:line="360" w:lineRule="auto"/>
        <w:ind w:firstLine="710"/>
        <w:jc w:val="both"/>
      </w:pPr>
      <w:r>
        <w:t>14. Костецкая Галина Анатольевна</w:t>
      </w:r>
    </w:p>
    <w:p w:rsidR="006B3126" w:rsidRDefault="006B3126" w:rsidP="00D8074A">
      <w:pPr>
        <w:spacing w:line="360" w:lineRule="auto"/>
        <w:ind w:firstLine="710"/>
        <w:jc w:val="both"/>
      </w:pPr>
      <w:r>
        <w:t>15. Курочкин Владимир Дмитриевич</w:t>
      </w:r>
    </w:p>
    <w:p w:rsidR="006B3126" w:rsidRDefault="006B3126" w:rsidP="00D8074A">
      <w:pPr>
        <w:spacing w:line="360" w:lineRule="auto"/>
        <w:ind w:firstLine="710"/>
        <w:jc w:val="both"/>
      </w:pPr>
      <w:r>
        <w:t>16. Лапочкина Валентина Александровна</w:t>
      </w:r>
    </w:p>
    <w:p w:rsidR="006B3126" w:rsidRDefault="006B3126" w:rsidP="00D8074A">
      <w:pPr>
        <w:spacing w:line="360" w:lineRule="auto"/>
        <w:ind w:firstLine="710"/>
        <w:jc w:val="both"/>
      </w:pPr>
      <w:r>
        <w:t>17. Литвина Алёна Александровна</w:t>
      </w:r>
    </w:p>
    <w:p w:rsidR="006B3126" w:rsidRDefault="006B3126" w:rsidP="00D8074A">
      <w:pPr>
        <w:spacing w:line="360" w:lineRule="auto"/>
        <w:ind w:firstLine="710"/>
        <w:jc w:val="both"/>
      </w:pPr>
      <w:r>
        <w:t>18. Максимова Алла Анатольевна</w:t>
      </w:r>
    </w:p>
    <w:p w:rsidR="006B3126" w:rsidRDefault="006B3126" w:rsidP="00D8074A">
      <w:pPr>
        <w:spacing w:line="360" w:lineRule="auto"/>
        <w:ind w:firstLine="710"/>
        <w:jc w:val="both"/>
      </w:pPr>
      <w:r>
        <w:t>19. Марченко Евгений Владимирович</w:t>
      </w:r>
    </w:p>
    <w:p w:rsidR="006B3126" w:rsidRDefault="006B3126" w:rsidP="00D8074A">
      <w:pPr>
        <w:spacing w:line="360" w:lineRule="auto"/>
        <w:ind w:firstLine="710"/>
        <w:jc w:val="both"/>
      </w:pPr>
      <w:r>
        <w:t>20. Мухин Сергей Валентинович</w:t>
      </w:r>
    </w:p>
    <w:p w:rsidR="006B3126" w:rsidRDefault="006B3126" w:rsidP="00D8074A">
      <w:pPr>
        <w:spacing w:line="360" w:lineRule="auto"/>
        <w:ind w:firstLine="710"/>
        <w:jc w:val="both"/>
      </w:pPr>
      <w:r>
        <w:t>21. Никитчук Иван Игнатьевич</w:t>
      </w:r>
    </w:p>
    <w:p w:rsidR="006B3126" w:rsidRDefault="006B3126" w:rsidP="00D8074A">
      <w:pPr>
        <w:spacing w:line="360" w:lineRule="auto"/>
        <w:ind w:firstLine="710"/>
        <w:jc w:val="both"/>
      </w:pPr>
      <w:r>
        <w:t>22. Околышев Владислав Андреевич</w:t>
      </w:r>
    </w:p>
    <w:p w:rsidR="006B3126" w:rsidRDefault="006B3126" w:rsidP="00D8074A">
      <w:pPr>
        <w:spacing w:line="360" w:lineRule="auto"/>
        <w:ind w:firstLine="710"/>
        <w:jc w:val="both"/>
      </w:pPr>
      <w:r>
        <w:t>23. Покровская Валентина Михайловна</w:t>
      </w:r>
    </w:p>
    <w:p w:rsidR="006B3126" w:rsidRDefault="006B3126" w:rsidP="00D8074A">
      <w:pPr>
        <w:spacing w:line="360" w:lineRule="auto"/>
        <w:ind w:firstLine="710"/>
        <w:jc w:val="both"/>
      </w:pPr>
      <w:r>
        <w:t>24. Попов Владимир Григорьевич</w:t>
      </w:r>
    </w:p>
    <w:p w:rsidR="006B3126" w:rsidRDefault="006B3126" w:rsidP="00D8074A">
      <w:pPr>
        <w:spacing w:line="360" w:lineRule="auto"/>
        <w:ind w:firstLine="710"/>
        <w:jc w:val="both"/>
      </w:pPr>
      <w:r>
        <w:t>25. Смирнов Вячеслав Петрович</w:t>
      </w:r>
    </w:p>
    <w:p w:rsidR="006B3126" w:rsidRDefault="006B3126" w:rsidP="00D8074A">
      <w:pPr>
        <w:spacing w:line="360" w:lineRule="auto"/>
        <w:ind w:firstLine="710"/>
        <w:jc w:val="both"/>
      </w:pPr>
      <w:r>
        <w:t>26. Сурженко Виктор Михайлович</w:t>
      </w:r>
    </w:p>
    <w:p w:rsidR="006B3126" w:rsidRDefault="006B3126" w:rsidP="00D8074A">
      <w:pPr>
        <w:spacing w:line="360" w:lineRule="auto"/>
        <w:ind w:firstLine="710"/>
        <w:jc w:val="both"/>
      </w:pPr>
      <w:r>
        <w:t>27. Тарасова Валентина Прохоровна</w:t>
      </w:r>
    </w:p>
    <w:p w:rsidR="006B3126" w:rsidRDefault="006B3126" w:rsidP="00D8074A">
      <w:pPr>
        <w:spacing w:line="360" w:lineRule="auto"/>
        <w:ind w:firstLine="710"/>
        <w:jc w:val="both"/>
      </w:pPr>
      <w:r>
        <w:t>28. Федосеенков Владимир Викторович</w:t>
      </w:r>
    </w:p>
    <w:p w:rsidR="006B3126" w:rsidRDefault="006B3126" w:rsidP="00D8074A">
      <w:pPr>
        <w:spacing w:line="360" w:lineRule="auto"/>
        <w:ind w:firstLine="710"/>
        <w:jc w:val="both"/>
      </w:pPr>
      <w:r>
        <w:t>29. Шаталинский Владимир Васильевич</w:t>
      </w:r>
    </w:p>
    <w:p w:rsidR="006B3126" w:rsidRDefault="006B3126" w:rsidP="00D8074A">
      <w:pPr>
        <w:spacing w:line="360" w:lineRule="auto"/>
        <w:ind w:firstLine="710"/>
        <w:jc w:val="both"/>
      </w:pPr>
      <w:r>
        <w:t>30. Южаков Алексей Юрьевич.</w:t>
      </w:r>
    </w:p>
    <w:p w:rsidR="006B3126" w:rsidRPr="00B97985" w:rsidRDefault="006B3126" w:rsidP="00D8074A">
      <w:pPr>
        <w:pStyle w:val="a"/>
        <w:spacing w:after="0"/>
        <w:rPr>
          <w:rFonts w:cs="Times New Roman"/>
        </w:rPr>
      </w:pPr>
    </w:p>
    <w:p w:rsidR="006B3126" w:rsidRDefault="006B3126"/>
    <w:sectPr w:rsidR="006B3126" w:rsidSect="00D8074A">
      <w:footerReference w:type="default" r:id="rId6"/>
      <w:pgSz w:w="11907" w:h="16839"/>
      <w:pgMar w:top="1134" w:right="850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126" w:rsidRDefault="006B3126" w:rsidP="00D8074A">
      <w:r>
        <w:separator/>
      </w:r>
    </w:p>
  </w:endnote>
  <w:endnote w:type="continuationSeparator" w:id="0">
    <w:p w:rsidR="006B3126" w:rsidRDefault="006B3126" w:rsidP="00D807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3126" w:rsidRPr="002A3B9E" w:rsidRDefault="006B3126" w:rsidP="006F6FEC">
    <w:pPr>
      <w:pStyle w:val="Footer"/>
    </w:pPr>
    <w:fldSimple w:instr=" FILENAME   \* MERGEFORMAT ">
      <w:r>
        <w:rPr>
          <w:noProof/>
        </w:rPr>
        <w:t>m0302024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126" w:rsidRDefault="006B3126" w:rsidP="00D8074A">
      <w:r>
        <w:separator/>
      </w:r>
    </w:p>
  </w:footnote>
  <w:footnote w:type="continuationSeparator" w:id="0">
    <w:p w:rsidR="006B3126" w:rsidRDefault="006B3126" w:rsidP="00D807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074A"/>
    <w:rsid w:val="000120C5"/>
    <w:rsid w:val="00077BCF"/>
    <w:rsid w:val="0016350B"/>
    <w:rsid w:val="001D2A30"/>
    <w:rsid w:val="002A3B9E"/>
    <w:rsid w:val="00324906"/>
    <w:rsid w:val="005C5F74"/>
    <w:rsid w:val="00660282"/>
    <w:rsid w:val="006B3126"/>
    <w:rsid w:val="006F6FEC"/>
    <w:rsid w:val="007B1A40"/>
    <w:rsid w:val="0082382A"/>
    <w:rsid w:val="008B1A20"/>
    <w:rsid w:val="008E7E24"/>
    <w:rsid w:val="00966BB8"/>
    <w:rsid w:val="00B97985"/>
    <w:rsid w:val="00C26F25"/>
    <w:rsid w:val="00C34D6E"/>
    <w:rsid w:val="00CB42B0"/>
    <w:rsid w:val="00D43357"/>
    <w:rsid w:val="00D8074A"/>
    <w:rsid w:val="00DC2E03"/>
    <w:rsid w:val="00DE2963"/>
    <w:rsid w:val="00E87577"/>
    <w:rsid w:val="00E964BE"/>
    <w:rsid w:val="00EE61AB"/>
    <w:rsid w:val="00F12BF7"/>
    <w:rsid w:val="00F86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74A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8074A"/>
    <w:pPr>
      <w:tabs>
        <w:tab w:val="center" w:pos="4677"/>
        <w:tab w:val="right" w:pos="9355"/>
      </w:tabs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8074A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-1">
    <w:name w:val="Т-1"/>
    <w:aliases w:val="5,текст14-1,текст14"/>
    <w:basedOn w:val="Normal"/>
    <w:uiPriority w:val="99"/>
    <w:rsid w:val="00D8074A"/>
    <w:pPr>
      <w:spacing w:line="360" w:lineRule="auto"/>
      <w:ind w:firstLine="720"/>
      <w:jc w:val="both"/>
    </w:pPr>
  </w:style>
  <w:style w:type="paragraph" w:styleId="Header">
    <w:name w:val="header"/>
    <w:basedOn w:val="Normal"/>
    <w:link w:val="HeaderChar"/>
    <w:uiPriority w:val="99"/>
    <w:rsid w:val="00D8074A"/>
    <w:pPr>
      <w:tabs>
        <w:tab w:val="center" w:pos="4677"/>
        <w:tab w:val="right" w:pos="9355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8074A"/>
    <w:rPr>
      <w:rFonts w:ascii="Times New Roman" w:hAnsi="Times New Roman" w:cs="Times New Roman"/>
      <w:lang w:eastAsia="ru-RU"/>
    </w:rPr>
  </w:style>
  <w:style w:type="paragraph" w:styleId="BodyText">
    <w:name w:val="Body Text"/>
    <w:basedOn w:val="Normal"/>
    <w:link w:val="BodyTextChar"/>
    <w:uiPriority w:val="99"/>
    <w:rsid w:val="00D8074A"/>
    <w:pPr>
      <w:jc w:val="center"/>
    </w:pPr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8074A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a">
    <w:name w:val="письмо"/>
    <w:basedOn w:val="Normal"/>
    <w:uiPriority w:val="99"/>
    <w:rsid w:val="00D8074A"/>
    <w:pPr>
      <w:spacing w:after="120"/>
      <w:ind w:left="3969"/>
      <w:jc w:val="center"/>
    </w:pPr>
    <w:rPr>
      <w:rFonts w:ascii="Times New Roman CYR" w:hAnsi="Times New Roman CYR" w:cs="Times New Roman CYR"/>
    </w:rPr>
  </w:style>
  <w:style w:type="paragraph" w:customStyle="1" w:styleId="14-15">
    <w:name w:val="14-15"/>
    <w:basedOn w:val="Normal"/>
    <w:uiPriority w:val="99"/>
    <w:rsid w:val="00D8074A"/>
    <w:pPr>
      <w:spacing w:line="360" w:lineRule="auto"/>
      <w:ind w:firstLine="720"/>
      <w:jc w:val="both"/>
    </w:pPr>
    <w:rPr>
      <w:rFonts w:ascii="Times New Roman CYR" w:hAnsi="Times New Roman CYR" w:cs="Times New Roman CYR"/>
      <w:spacing w:val="4"/>
    </w:rPr>
  </w:style>
  <w:style w:type="paragraph" w:styleId="BalloonText">
    <w:name w:val="Balloon Text"/>
    <w:basedOn w:val="Normal"/>
    <w:link w:val="BalloonTextChar"/>
    <w:uiPriority w:val="99"/>
    <w:semiHidden/>
    <w:rsid w:val="006F6F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FE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175</Words>
  <Characters>1004</Characters>
  <Application>Microsoft Office Outlook</Application>
  <DocSecurity>0</DocSecurity>
  <Lines>0</Lines>
  <Paragraphs>0</Paragraphs>
  <ScaleCrop>false</ScaleCrop>
  <Company>Systematic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mihiv</dc:creator>
  <cp:keywords/>
  <dc:description/>
  <cp:lastModifiedBy>user</cp:lastModifiedBy>
  <cp:revision>2</cp:revision>
  <cp:lastPrinted>2018-02-16T11:02:00Z</cp:lastPrinted>
  <dcterms:created xsi:type="dcterms:W3CDTF">2018-02-16T12:20:00Z</dcterms:created>
  <dcterms:modified xsi:type="dcterms:W3CDTF">2018-02-16T12:20:00Z</dcterms:modified>
</cp:coreProperties>
</file>