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06" w:rsidRPr="00FE384C" w:rsidRDefault="003E0706" w:rsidP="00FE384C">
      <w:pPr>
        <w:ind w:left="3969"/>
        <w:jc w:val="center"/>
        <w:rPr>
          <w:rFonts w:ascii="Times New Roman CYR" w:hAnsi="Times New Roman CYR" w:cs="Times New Roman CYR"/>
        </w:rPr>
      </w:pPr>
      <w:r w:rsidRPr="00FE384C">
        <w:rPr>
          <w:rFonts w:ascii="Times New Roman CYR" w:hAnsi="Times New Roman CYR" w:cs="Times New Roman CYR"/>
        </w:rPr>
        <w:t xml:space="preserve">Приложение </w:t>
      </w:r>
    </w:p>
    <w:p w:rsidR="003E0706" w:rsidRPr="00FE384C" w:rsidRDefault="003E0706" w:rsidP="00FE384C">
      <w:pPr>
        <w:ind w:left="3969"/>
        <w:jc w:val="center"/>
        <w:rPr>
          <w:rFonts w:ascii="Times New Roman CYR" w:hAnsi="Times New Roman CYR" w:cs="Times New Roman CYR"/>
        </w:rPr>
      </w:pPr>
      <w:r w:rsidRPr="00FE384C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3E0706" w:rsidRPr="00FE384C" w:rsidRDefault="003E0706" w:rsidP="00FE384C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16 февраля 2018 г. № 142/1167-7</w:t>
      </w:r>
    </w:p>
    <w:p w:rsidR="003E0706" w:rsidRPr="00FE384C" w:rsidRDefault="003E0706" w:rsidP="00FE384C">
      <w:pPr>
        <w:jc w:val="center"/>
        <w:rPr>
          <w:b/>
          <w:bCs/>
          <w:sz w:val="28"/>
          <w:szCs w:val="28"/>
        </w:rPr>
      </w:pPr>
    </w:p>
    <w:p w:rsidR="003E0706" w:rsidRPr="00FE384C" w:rsidRDefault="003E0706" w:rsidP="00FE384C">
      <w:pPr>
        <w:jc w:val="center"/>
        <w:rPr>
          <w:b/>
          <w:bCs/>
          <w:sz w:val="28"/>
          <w:szCs w:val="28"/>
        </w:rPr>
      </w:pPr>
    </w:p>
    <w:p w:rsidR="003E0706" w:rsidRPr="007758A9" w:rsidRDefault="003E0706" w:rsidP="007758A9">
      <w:pPr>
        <w:jc w:val="center"/>
        <w:rPr>
          <w:b/>
          <w:bCs/>
          <w:sz w:val="28"/>
          <w:szCs w:val="28"/>
        </w:rPr>
      </w:pPr>
      <w:r w:rsidRPr="007758A9">
        <w:rPr>
          <w:b/>
          <w:bCs/>
          <w:sz w:val="28"/>
          <w:szCs w:val="28"/>
        </w:rPr>
        <w:t>СПИСОК</w:t>
      </w:r>
    </w:p>
    <w:p w:rsidR="003E0706" w:rsidRPr="007758A9" w:rsidRDefault="003E0706" w:rsidP="007758A9">
      <w:pPr>
        <w:jc w:val="center"/>
        <w:rPr>
          <w:b/>
          <w:bCs/>
          <w:sz w:val="28"/>
          <w:szCs w:val="28"/>
        </w:rPr>
      </w:pPr>
      <w:r w:rsidRPr="007758A9">
        <w:rPr>
          <w:b/>
          <w:bCs/>
          <w:sz w:val="28"/>
          <w:szCs w:val="28"/>
        </w:rPr>
        <w:t xml:space="preserve">доверенных лиц </w:t>
      </w:r>
    </w:p>
    <w:p w:rsidR="003E0706" w:rsidRPr="007758A9" w:rsidRDefault="003E0706" w:rsidP="007758A9">
      <w:pPr>
        <w:jc w:val="center"/>
        <w:rPr>
          <w:b/>
          <w:bCs/>
          <w:sz w:val="28"/>
          <w:szCs w:val="28"/>
        </w:rPr>
      </w:pPr>
      <w:r w:rsidRPr="007758A9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3E0706" w:rsidRPr="007758A9" w:rsidRDefault="003E0706" w:rsidP="007758A9">
      <w:pPr>
        <w:jc w:val="center"/>
        <w:rPr>
          <w:b/>
          <w:bCs/>
          <w:sz w:val="28"/>
          <w:szCs w:val="28"/>
        </w:rPr>
      </w:pPr>
      <w:r w:rsidRPr="007758A9">
        <w:rPr>
          <w:b/>
          <w:bCs/>
          <w:sz w:val="28"/>
          <w:szCs w:val="28"/>
        </w:rPr>
        <w:t>Максима Александровича Сурайкина</w:t>
      </w:r>
    </w:p>
    <w:p w:rsidR="003E0706" w:rsidRPr="007758A9" w:rsidRDefault="003E0706" w:rsidP="007758A9">
      <w:pPr>
        <w:jc w:val="center"/>
        <w:rPr>
          <w:b/>
          <w:bCs/>
          <w:sz w:val="28"/>
          <w:szCs w:val="28"/>
        </w:rPr>
      </w:pP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Аверкин Игорь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Алейкин Анатолий Иванович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Алексеев Игорь Александрович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Ануфриева Валентина Алексеевна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Асхадуллин Дмитрий Иванович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Баландин Владимир Иванович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Батраков Руслан Эльдарович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Бахтигузин Руслан Зайдулович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Бахтин Андрей Анатольевич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Бочаров Михаил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Булатова Светлана Николаевна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Бычков Иван Алексеевич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Бякова Наталья Александровна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Валиева Татьяна Николаевна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Варламов Александр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Ведерников Виктор Анатольевич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Владимирова Тамара Николаевна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Габуаев Аслан Альбертович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Гаврилина Екатерина Ивановна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Гиндос Андрей Евгеньевич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Главацкий Виталий Александрович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Гладков Владимир Сергеевич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Горшенина Юлия Валентиновна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Денисов Денис Анатольевич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Деришев Владимир Борисович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Добровольская Виктория Дмитриевна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Емелин Николай Иванович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Ерофеева Наталья Александровна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Жабриков Станислав Юрьевич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Жилина Наталья Николаевна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Заболотнев Дмитрий Николаевич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Зверев Константин Фёдорович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Зенкин Роман Олегович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Зырянов Юрий Александрович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Ибрагимов Фердинанд Гарипович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Иванова Маргарита Геннадьевна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Иванова Татьяна Петровна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Идрисов Равиль Махмудович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Каранников Виталий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Качемаева Елена Вячеславовна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Квитко Александр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Керекелица Кирилл Эдуардович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Кириченко Александр Валентинович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Контарева Лариса Васильевна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Копченков Михаил Николаевич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Копьев Василий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Кордюкова Светлана Дмитриевна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Котлубаев Марат Салихович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Криган Степан Дмитриевич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Кримцева Евгения Васильевна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Крутихин Евгений Александрович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Круць Римма Алексеевна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Кузнецов Георгий Константинович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Кузнецов Сергей Витальевич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Кузьмина Галина Андреевна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Кулик Ольга Валериевна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Лазарев Александр Михайлович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Лапина Евгения Валерьевна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Ли Вячеслав Ендинович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Липартелиани Владимир Григорьевич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Ломакин Анатолий Юрьевич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Макоев Геннадий Темурканович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Малеева Мария Сергеевна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Мальков Василий Иванович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Медведский Леонид Иванович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Монгуш Начын Валерьевич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Москалев Георгий Николаевич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Мусаев Ильгар Джалил Оглы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Мухутдинова Татьяна Валерьевна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Наумкин Михаил Федорович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Невиницын Константин Викторович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Обухов Олег Леонидович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Ованисьян Сергей Амбарцумович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Орешкин Евгений Викторович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Павленко Владимир Семенович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Пахер Сергей Викторович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Перевозский Алексей Юрьевич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Пиянин Георгий Иванович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Платунов Андрей Николаевич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Плотников Николай Викторович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Подъященко Александр Борисович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Полковников Артем Валерьевич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Попов Александр Алексеевич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Порческу Владимир Васильевич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Послухаев Валерий Николаевич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Привалов Александр Станиславович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Протасов Алексей Александрович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Ручкин Дмитрий Александрович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Селиверстова Светлана Петровна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Сметкин Валерий Анатольевич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Тангаева Ирина Викторовна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Тарасенко Ольга Николаевна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Терехин Борис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Третьяков Михаил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Трефилов Антон Вячеславович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Трофимов Александр Вадимович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Трофимов Юрий Вадимович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Федоров Владислав Сергеевич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Федосеев Олег Геннадьевич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Филиппов Анатолий Александрович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Финогеев Иван Денисович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Фоменко Виталий Юрьевич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Фролов Виталий Вадимович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Халиков Ильдар Рушанович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Челнокова Надежда Григорьевна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Чернядьев Иван Владимирович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Черняев Максим Викторович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Чувашов Максим Сергеевич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Шаещникова Мария Юрьевна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Шамсутдинов Рустем Фаридович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Шергина Галина Степановна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Шипилова Марина Васильевна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Штепа Галина Петровна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Яковлева Лариса Модестовна</w:t>
      </w:r>
    </w:p>
    <w:p w:rsidR="003E0706" w:rsidRPr="007758A9" w:rsidRDefault="003E0706" w:rsidP="007758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758A9">
        <w:rPr>
          <w:sz w:val="28"/>
          <w:szCs w:val="28"/>
        </w:rPr>
        <w:t>Якуби Александр Давыдович.</w:t>
      </w:r>
    </w:p>
    <w:p w:rsidR="003E0706" w:rsidRPr="007758A9" w:rsidRDefault="003E0706" w:rsidP="007758A9">
      <w:pPr>
        <w:jc w:val="center"/>
        <w:rPr>
          <w:b/>
          <w:bCs/>
          <w:sz w:val="28"/>
          <w:szCs w:val="28"/>
        </w:rPr>
      </w:pPr>
    </w:p>
    <w:p w:rsidR="003E0706" w:rsidRPr="003E6710" w:rsidRDefault="003E0706" w:rsidP="007758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E0706" w:rsidRPr="003E6710" w:rsidSect="00466B16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706" w:rsidRDefault="003E0706" w:rsidP="00594A5A">
      <w:r>
        <w:separator/>
      </w:r>
    </w:p>
  </w:endnote>
  <w:endnote w:type="continuationSeparator" w:id="0">
    <w:p w:rsidR="003E0706" w:rsidRDefault="003E0706" w:rsidP="00594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06" w:rsidRDefault="003E0706">
    <w:pPr>
      <w:pStyle w:val="Footer"/>
    </w:pPr>
    <w:fldSimple w:instr=" FILENAME   \* MERGEFORMAT ">
      <w:r w:rsidRPr="00F810E8">
        <w:rPr>
          <w:noProof/>
          <w:sz w:val="16"/>
          <w:szCs w:val="16"/>
        </w:rPr>
        <w:t>k0302019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06" w:rsidRDefault="003E0706">
    <w:pPr>
      <w:pStyle w:val="Footer"/>
    </w:pPr>
    <w:fldSimple w:instr=" FILENAME   \* MERGEFORMAT ">
      <w:r w:rsidRPr="00F810E8">
        <w:rPr>
          <w:noProof/>
          <w:sz w:val="16"/>
          <w:szCs w:val="16"/>
        </w:rPr>
        <w:t>k0302019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706" w:rsidRDefault="003E0706" w:rsidP="00594A5A">
      <w:r>
        <w:separator/>
      </w:r>
    </w:p>
  </w:footnote>
  <w:footnote w:type="continuationSeparator" w:id="0">
    <w:p w:rsidR="003E0706" w:rsidRDefault="003E0706" w:rsidP="00594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06" w:rsidRDefault="003E0706" w:rsidP="00594A5A">
    <w:pPr>
      <w:pStyle w:val="Header"/>
      <w:jc w:val="center"/>
    </w:pPr>
    <w:fldSimple w:instr=" PAGE   \* MERGEFORMAT ">
      <w:r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D30F8"/>
    <w:multiLevelType w:val="hybridMultilevel"/>
    <w:tmpl w:val="A3D47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746CF"/>
    <w:multiLevelType w:val="hybridMultilevel"/>
    <w:tmpl w:val="BDA026C6"/>
    <w:lvl w:ilvl="0" w:tplc="07D0068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A5A"/>
    <w:rsid w:val="0018325F"/>
    <w:rsid w:val="001B1118"/>
    <w:rsid w:val="00221920"/>
    <w:rsid w:val="0028085B"/>
    <w:rsid w:val="002B5C55"/>
    <w:rsid w:val="002B7D2D"/>
    <w:rsid w:val="00346C19"/>
    <w:rsid w:val="003B121F"/>
    <w:rsid w:val="003E0706"/>
    <w:rsid w:val="003E6710"/>
    <w:rsid w:val="0045469D"/>
    <w:rsid w:val="00466B16"/>
    <w:rsid w:val="00470D26"/>
    <w:rsid w:val="004F3AB7"/>
    <w:rsid w:val="00594A5A"/>
    <w:rsid w:val="006E2596"/>
    <w:rsid w:val="007758A9"/>
    <w:rsid w:val="00837ED9"/>
    <w:rsid w:val="009803FE"/>
    <w:rsid w:val="00B3691A"/>
    <w:rsid w:val="00C02E83"/>
    <w:rsid w:val="00C26F25"/>
    <w:rsid w:val="00C34D6E"/>
    <w:rsid w:val="00DA332B"/>
    <w:rsid w:val="00DB0532"/>
    <w:rsid w:val="00F810E8"/>
    <w:rsid w:val="00F85348"/>
    <w:rsid w:val="00FE384C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A5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4-15">
    <w:name w:val="14-15"/>
    <w:basedOn w:val="Normal"/>
    <w:uiPriority w:val="99"/>
    <w:rsid w:val="00594A5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594A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5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94A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4A5A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94A5A"/>
    <w:pPr>
      <w:spacing w:after="120" w:line="480" w:lineRule="auto"/>
      <w:ind w:left="283"/>
      <w:jc w:val="center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4A5A"/>
    <w:rPr>
      <w:rFonts w:ascii="Times New Roman" w:hAnsi="Times New Roman" w:cs="Times New Roman"/>
      <w:sz w:val="28"/>
      <w:szCs w:val="28"/>
    </w:rPr>
  </w:style>
  <w:style w:type="paragraph" w:customStyle="1" w:styleId="-1">
    <w:name w:val="Т-1"/>
    <w:aliases w:val="5,текст14-1,текст14"/>
    <w:basedOn w:val="Normal"/>
    <w:uiPriority w:val="99"/>
    <w:rsid w:val="00594A5A"/>
    <w:pPr>
      <w:spacing w:line="360" w:lineRule="auto"/>
      <w:ind w:firstLine="720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54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4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509</Words>
  <Characters>2906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2018-02-16T11:10:00Z</cp:lastPrinted>
  <dcterms:created xsi:type="dcterms:W3CDTF">2018-02-16T12:19:00Z</dcterms:created>
  <dcterms:modified xsi:type="dcterms:W3CDTF">2018-02-16T12:19:00Z</dcterms:modified>
</cp:coreProperties>
</file>