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111" w:rsidRPr="002B7D2D" w:rsidRDefault="00406111" w:rsidP="00594A5A">
      <w:pPr>
        <w:ind w:left="3969"/>
        <w:jc w:val="center"/>
        <w:rPr>
          <w:rFonts w:ascii="Times New Roman CYR" w:hAnsi="Times New Roman CYR" w:cs="Times New Roman CYR"/>
        </w:rPr>
      </w:pPr>
      <w:r w:rsidRPr="002B7D2D">
        <w:rPr>
          <w:rFonts w:ascii="Times New Roman CYR" w:hAnsi="Times New Roman CYR" w:cs="Times New Roman CYR"/>
        </w:rPr>
        <w:t xml:space="preserve">Приложение </w:t>
      </w:r>
    </w:p>
    <w:p w:rsidR="00406111" w:rsidRPr="002B7D2D" w:rsidRDefault="00406111" w:rsidP="00594A5A">
      <w:pPr>
        <w:ind w:left="3969"/>
        <w:jc w:val="center"/>
        <w:rPr>
          <w:rFonts w:ascii="Times New Roman CYR" w:hAnsi="Times New Roman CYR" w:cs="Times New Roman CYR"/>
        </w:rPr>
      </w:pPr>
      <w:r w:rsidRPr="002B7D2D">
        <w:rPr>
          <w:rFonts w:ascii="Times New Roman CYR" w:hAnsi="Times New Roman CYR" w:cs="Times New Roman CYR"/>
        </w:rPr>
        <w:t xml:space="preserve">к постановлению Центральной избирательной комиссии Российской Федерации </w:t>
      </w:r>
    </w:p>
    <w:p w:rsidR="00406111" w:rsidRPr="002B7D2D" w:rsidRDefault="00406111" w:rsidP="00594A5A">
      <w:pPr>
        <w:spacing w:after="120"/>
        <w:ind w:left="3969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от 16 февраля 2018 г. № 142/1166-7</w:t>
      </w:r>
    </w:p>
    <w:p w:rsidR="00406111" w:rsidRPr="002B7D2D" w:rsidRDefault="00406111" w:rsidP="00594A5A">
      <w:pPr>
        <w:rPr>
          <w:b/>
          <w:bCs/>
          <w:sz w:val="28"/>
          <w:szCs w:val="28"/>
        </w:rPr>
      </w:pPr>
    </w:p>
    <w:p w:rsidR="00406111" w:rsidRPr="002B7D2D" w:rsidRDefault="00406111" w:rsidP="00594A5A">
      <w:pPr>
        <w:jc w:val="center"/>
        <w:rPr>
          <w:b/>
          <w:bCs/>
          <w:sz w:val="28"/>
          <w:szCs w:val="28"/>
        </w:rPr>
      </w:pPr>
      <w:r w:rsidRPr="002B7D2D">
        <w:rPr>
          <w:b/>
          <w:bCs/>
          <w:sz w:val="28"/>
          <w:szCs w:val="28"/>
        </w:rPr>
        <w:t>СПИСОК</w:t>
      </w:r>
    </w:p>
    <w:p w:rsidR="00406111" w:rsidRPr="00356A13" w:rsidRDefault="00406111" w:rsidP="00594A5A">
      <w:pPr>
        <w:pStyle w:val="BodyTextIndent2"/>
        <w:spacing w:after="0" w:line="240" w:lineRule="auto"/>
        <w:ind w:left="0"/>
        <w:rPr>
          <w:b/>
          <w:bCs/>
        </w:rPr>
      </w:pPr>
      <w:r>
        <w:rPr>
          <w:b/>
          <w:bCs/>
        </w:rPr>
        <w:t>доверенных лиц политической партии</w:t>
      </w:r>
      <w:r>
        <w:rPr>
          <w:b/>
          <w:bCs/>
        </w:rPr>
        <w:br/>
      </w:r>
      <w:r w:rsidRPr="00356A13">
        <w:rPr>
          <w:b/>
          <w:bCs/>
        </w:rPr>
        <w:t>«Политическая партия «Российская объединенная</w:t>
      </w:r>
      <w:r w:rsidRPr="00356A13">
        <w:rPr>
          <w:b/>
          <w:bCs/>
        </w:rPr>
        <w:br/>
        <w:t>демократическая партия «ЯБЛОКО»</w:t>
      </w:r>
    </w:p>
    <w:p w:rsidR="00406111" w:rsidRDefault="00406111" w:rsidP="00594A5A">
      <w:pPr>
        <w:rPr>
          <w:sz w:val="28"/>
          <w:szCs w:val="28"/>
        </w:rPr>
      </w:pPr>
    </w:p>
    <w:p w:rsidR="00406111" w:rsidRDefault="00406111" w:rsidP="00594A5A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1. Арбатов Алексей Георгиевич</w:t>
      </w:r>
    </w:p>
    <w:p w:rsidR="00406111" w:rsidRDefault="00406111" w:rsidP="00594A5A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2. Аркадьев Владислав Иванович</w:t>
      </w:r>
    </w:p>
    <w:p w:rsidR="00406111" w:rsidRDefault="00406111" w:rsidP="00594A5A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3. Атаманова Галина Ивановна</w:t>
      </w:r>
    </w:p>
    <w:p w:rsidR="00406111" w:rsidRDefault="00406111" w:rsidP="00594A5A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4. Борщев Валерий Васильевич</w:t>
      </w:r>
    </w:p>
    <w:p w:rsidR="00406111" w:rsidRDefault="00406111" w:rsidP="00594A5A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5. Бочкарева Алевтина Андреевна</w:t>
      </w:r>
    </w:p>
    <w:p w:rsidR="00406111" w:rsidRDefault="00406111" w:rsidP="00594A5A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6. Виноградов Олег Игоревич</w:t>
      </w:r>
    </w:p>
    <w:p w:rsidR="00406111" w:rsidRDefault="00406111" w:rsidP="00594A5A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7. Гершов Владимир Иосифович</w:t>
      </w:r>
    </w:p>
    <w:p w:rsidR="00406111" w:rsidRDefault="00406111" w:rsidP="00594A5A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8. Гилязов Гафур Зкриевич</w:t>
      </w:r>
    </w:p>
    <w:p w:rsidR="00406111" w:rsidRDefault="00406111" w:rsidP="00594A5A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9. Дементьев Константин Викторович</w:t>
      </w:r>
    </w:p>
    <w:p w:rsidR="00406111" w:rsidRDefault="00406111" w:rsidP="00594A5A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10. Дубровский Николай Григорьевич</w:t>
      </w:r>
    </w:p>
    <w:p w:rsidR="00406111" w:rsidRDefault="00406111" w:rsidP="00594A5A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11. Егоров Николай Александрович</w:t>
      </w:r>
    </w:p>
    <w:p w:rsidR="00406111" w:rsidRDefault="00406111" w:rsidP="00594A5A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12. Кунавин Алексей Альбертович</w:t>
      </w:r>
    </w:p>
    <w:p w:rsidR="00406111" w:rsidRDefault="00406111" w:rsidP="00594A5A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13. Лопата Витаутас Вальдемарас</w:t>
      </w:r>
    </w:p>
    <w:p w:rsidR="00406111" w:rsidRDefault="00406111" w:rsidP="00594A5A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14. Меньшенин Иван Николаевич</w:t>
      </w:r>
    </w:p>
    <w:p w:rsidR="00406111" w:rsidRDefault="00406111" w:rsidP="00594A5A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15. Мисник Борис Григорьевич</w:t>
      </w:r>
    </w:p>
    <w:p w:rsidR="00406111" w:rsidRDefault="00406111" w:rsidP="00594A5A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16. Михайлов Юрий Геннадьевич</w:t>
      </w:r>
    </w:p>
    <w:p w:rsidR="00406111" w:rsidRDefault="00406111" w:rsidP="00594A5A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17. Моисеев Борис Александрович</w:t>
      </w:r>
    </w:p>
    <w:p w:rsidR="00406111" w:rsidRDefault="00406111" w:rsidP="00594A5A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18. Мясников Михаил Геннадьевич</w:t>
      </w:r>
    </w:p>
    <w:p w:rsidR="00406111" w:rsidRDefault="00406111" w:rsidP="00594A5A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19. Останин Данила Юрьевич</w:t>
      </w:r>
    </w:p>
    <w:p w:rsidR="00406111" w:rsidRDefault="00406111" w:rsidP="00594A5A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20. Саенко Евгений Викторович</w:t>
      </w:r>
    </w:p>
    <w:p w:rsidR="00406111" w:rsidRDefault="00406111" w:rsidP="00594A5A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21. Соколов Анатолий Алексеевич</w:t>
      </w:r>
    </w:p>
    <w:p w:rsidR="00406111" w:rsidRDefault="00406111" w:rsidP="00594A5A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22. Телятьев Сергей Егорович</w:t>
      </w:r>
    </w:p>
    <w:p w:rsidR="00406111" w:rsidRDefault="00406111" w:rsidP="00594A5A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23. Тумуреева Наталья Николаевна</w:t>
      </w:r>
    </w:p>
    <w:p w:rsidR="00406111" w:rsidRDefault="00406111" w:rsidP="00594A5A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24. Фомин Дмитрий Евгеньевич</w:t>
      </w:r>
    </w:p>
    <w:p w:rsidR="00406111" w:rsidRDefault="00406111" w:rsidP="00594A5A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25. Шагут Юрий Кузьмич</w:t>
      </w:r>
    </w:p>
    <w:p w:rsidR="00406111" w:rsidRDefault="00406111" w:rsidP="00594A5A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26. Эседов Альберт Абдурахманович.</w:t>
      </w:r>
    </w:p>
    <w:p w:rsidR="00406111" w:rsidRPr="003E6710" w:rsidRDefault="00406111" w:rsidP="00594A5A">
      <w:pPr>
        <w:spacing w:line="360" w:lineRule="auto"/>
        <w:ind w:firstLine="710"/>
        <w:jc w:val="both"/>
        <w:rPr>
          <w:sz w:val="28"/>
          <w:szCs w:val="28"/>
        </w:rPr>
      </w:pPr>
    </w:p>
    <w:p w:rsidR="00406111" w:rsidRPr="003E6710" w:rsidRDefault="0040611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406111" w:rsidRPr="003E6710" w:rsidSect="002B7D2D">
      <w:headerReference w:type="default" r:id="rId6"/>
      <w:footerReference w:type="default" r:id="rId7"/>
      <w:footerReference w:type="firs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6111" w:rsidRDefault="00406111" w:rsidP="00594A5A">
      <w:r>
        <w:separator/>
      </w:r>
    </w:p>
  </w:endnote>
  <w:endnote w:type="continuationSeparator" w:id="0">
    <w:p w:rsidR="00406111" w:rsidRDefault="00406111" w:rsidP="00594A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111" w:rsidRDefault="00406111">
    <w:pPr>
      <w:pStyle w:val="Footer"/>
    </w:pPr>
    <w:fldSimple w:instr=" FILENAME   \* MERGEFORMAT ">
      <w:r w:rsidRPr="008722AB">
        <w:rPr>
          <w:noProof/>
          <w:sz w:val="16"/>
          <w:szCs w:val="16"/>
        </w:rPr>
        <w:t>k0302017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111" w:rsidRDefault="00406111">
    <w:pPr>
      <w:pStyle w:val="Footer"/>
    </w:pPr>
    <w:fldSimple w:instr=" FILENAME   \* MERGEFORMAT ">
      <w:r w:rsidRPr="008722AB">
        <w:rPr>
          <w:noProof/>
          <w:sz w:val="16"/>
          <w:szCs w:val="16"/>
        </w:rPr>
        <w:t>k0302017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6111" w:rsidRDefault="00406111" w:rsidP="00594A5A">
      <w:r>
        <w:separator/>
      </w:r>
    </w:p>
  </w:footnote>
  <w:footnote w:type="continuationSeparator" w:id="0">
    <w:p w:rsidR="00406111" w:rsidRDefault="00406111" w:rsidP="00594A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111" w:rsidRDefault="00406111" w:rsidP="00594A5A">
    <w:pPr>
      <w:pStyle w:val="Header"/>
      <w:jc w:val="center"/>
    </w:pPr>
    <w:fldSimple w:instr=" PAGE   \* MERGEFORMAT ">
      <w:r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4A5A"/>
    <w:rsid w:val="00056409"/>
    <w:rsid w:val="00221920"/>
    <w:rsid w:val="00252F20"/>
    <w:rsid w:val="002719C1"/>
    <w:rsid w:val="0028085B"/>
    <w:rsid w:val="002B5C55"/>
    <w:rsid w:val="002B7D2D"/>
    <w:rsid w:val="002D48B8"/>
    <w:rsid w:val="00324906"/>
    <w:rsid w:val="00356A13"/>
    <w:rsid w:val="003E6710"/>
    <w:rsid w:val="00406111"/>
    <w:rsid w:val="0045469D"/>
    <w:rsid w:val="00470D26"/>
    <w:rsid w:val="00594A5A"/>
    <w:rsid w:val="0064348C"/>
    <w:rsid w:val="0079557F"/>
    <w:rsid w:val="008722AB"/>
    <w:rsid w:val="00961D8A"/>
    <w:rsid w:val="009803FE"/>
    <w:rsid w:val="00C26F25"/>
    <w:rsid w:val="00C34D6E"/>
    <w:rsid w:val="00D05A50"/>
    <w:rsid w:val="00DA332B"/>
    <w:rsid w:val="00E76906"/>
    <w:rsid w:val="00FE5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A5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2808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8085B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8085B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8085B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8085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8085B"/>
    <w:rPr>
      <w:rFonts w:ascii="Calibri" w:hAnsi="Calibri" w:cs="Calibri"/>
      <w:b/>
      <w:bCs/>
      <w:sz w:val="28"/>
      <w:szCs w:val="28"/>
    </w:rPr>
  </w:style>
  <w:style w:type="paragraph" w:styleId="ListParagraph">
    <w:name w:val="List Paragraph"/>
    <w:basedOn w:val="Normal"/>
    <w:uiPriority w:val="99"/>
    <w:qFormat/>
    <w:rsid w:val="0028085B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14-15">
    <w:name w:val="14-15"/>
    <w:basedOn w:val="Normal"/>
    <w:uiPriority w:val="99"/>
    <w:rsid w:val="00594A5A"/>
    <w:pPr>
      <w:spacing w:line="360" w:lineRule="auto"/>
      <w:ind w:firstLine="720"/>
      <w:jc w:val="both"/>
    </w:pPr>
    <w:rPr>
      <w:rFonts w:ascii="Times New Roman CYR" w:hAnsi="Times New Roman CYR" w:cs="Times New Roman CYR"/>
      <w:spacing w:val="4"/>
      <w:sz w:val="28"/>
      <w:szCs w:val="28"/>
    </w:rPr>
  </w:style>
  <w:style w:type="paragraph" w:styleId="Header">
    <w:name w:val="header"/>
    <w:basedOn w:val="Normal"/>
    <w:link w:val="HeaderChar"/>
    <w:uiPriority w:val="99"/>
    <w:rsid w:val="00594A5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94A5A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594A5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94A5A"/>
    <w:rPr>
      <w:rFonts w:ascii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594A5A"/>
    <w:pPr>
      <w:spacing w:after="120" w:line="480" w:lineRule="auto"/>
      <w:ind w:left="283"/>
      <w:jc w:val="center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594A5A"/>
    <w:rPr>
      <w:rFonts w:ascii="Times New Roman" w:hAnsi="Times New Roman" w:cs="Times New Roman"/>
      <w:sz w:val="28"/>
      <w:szCs w:val="28"/>
    </w:rPr>
  </w:style>
  <w:style w:type="paragraph" w:customStyle="1" w:styleId="-1">
    <w:name w:val="Т-1"/>
    <w:aliases w:val="5,текст14-1,текст14"/>
    <w:basedOn w:val="Normal"/>
    <w:uiPriority w:val="99"/>
    <w:rsid w:val="00594A5A"/>
    <w:pPr>
      <w:spacing w:line="360" w:lineRule="auto"/>
      <w:ind w:firstLine="720"/>
      <w:jc w:val="both"/>
    </w:pPr>
    <w:rPr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4546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546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154</Words>
  <Characters>883</Characters>
  <Application>Microsoft Office Outlook</Application>
  <DocSecurity>0</DocSecurity>
  <Lines>0</Lines>
  <Paragraphs>0</Paragraphs>
  <ScaleCrop>false</ScaleCrop>
  <Company>Systematic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kopcea</dc:creator>
  <cp:keywords/>
  <dc:description/>
  <cp:lastModifiedBy>user</cp:lastModifiedBy>
  <cp:revision>2</cp:revision>
  <cp:lastPrinted>2018-02-16T11:07:00Z</cp:lastPrinted>
  <dcterms:created xsi:type="dcterms:W3CDTF">2018-02-16T12:18:00Z</dcterms:created>
  <dcterms:modified xsi:type="dcterms:W3CDTF">2018-02-16T12:18:00Z</dcterms:modified>
</cp:coreProperties>
</file>