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75" w:rsidRPr="0055467F" w:rsidRDefault="002E0675" w:rsidP="0055467F">
      <w:pPr>
        <w:ind w:left="3969"/>
        <w:jc w:val="center"/>
        <w:rPr>
          <w:rFonts w:ascii="Times New Roman CYR" w:hAnsi="Times New Roman CYR" w:cs="Times New Roman CYR"/>
        </w:rPr>
      </w:pPr>
      <w:r w:rsidRPr="0055467F">
        <w:rPr>
          <w:rFonts w:ascii="Times New Roman CYR" w:hAnsi="Times New Roman CYR" w:cs="Times New Roman CYR"/>
        </w:rPr>
        <w:t xml:space="preserve">Приложение </w:t>
      </w:r>
    </w:p>
    <w:p w:rsidR="002E0675" w:rsidRPr="0055467F" w:rsidRDefault="002E0675" w:rsidP="0055467F">
      <w:pPr>
        <w:ind w:left="3969"/>
        <w:jc w:val="center"/>
        <w:rPr>
          <w:rFonts w:ascii="Times New Roman CYR" w:hAnsi="Times New Roman CYR" w:cs="Times New Roman CYR"/>
        </w:rPr>
      </w:pPr>
      <w:r w:rsidRPr="0055467F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2E0675" w:rsidRPr="0055467F" w:rsidRDefault="002E0675" w:rsidP="0055467F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14 февраля 2018 г. № 141/1160-7</w:t>
      </w: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  <w:r w:rsidRPr="0055467F">
        <w:rPr>
          <w:b/>
          <w:bCs/>
          <w:sz w:val="28"/>
          <w:szCs w:val="28"/>
        </w:rPr>
        <w:t>СПИСОК</w:t>
      </w: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  <w:r w:rsidRPr="0055467F">
        <w:rPr>
          <w:b/>
          <w:bCs/>
          <w:sz w:val="28"/>
          <w:szCs w:val="28"/>
        </w:rPr>
        <w:t xml:space="preserve">доверенных лиц </w:t>
      </w: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  <w:r w:rsidRPr="0055467F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  <w:r w:rsidRPr="0055467F">
        <w:rPr>
          <w:b/>
          <w:bCs/>
          <w:sz w:val="28"/>
          <w:szCs w:val="28"/>
        </w:rPr>
        <w:t>Максима Александровича Сурайкина</w:t>
      </w: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Абдуллатипов Габиб Абдуллатипович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Абдуррахманов Вадим Анверович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Агафонов Сергей Игоревич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Агафонов Юрий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Агосян Альберт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Адашкевич Андрей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Айдунов Рафик Магомедрагимович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Акопян Армен Седракович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Алборов Заур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Александров Илья Андреевич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Алябьев Сергей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Андреева Лариса Николаевна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Бабичева Татьяна Ивановна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Бадриев Мурзабек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Балабуткин Алексей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Березенец Владимир Трофимович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Биченов Ираклий Васильевич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Бондарь Александр Петрович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Бочаров Евгений Валентинович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Бурлачко Петр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Бушуев Андрей Аскольдович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Бязров Роберт Гаспарович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Валиев Альфред Ракибович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Валиева Мери Иосифовна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Васильев Александр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Велесько Екатерина Андреевна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Власенко Владимир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Волков Александр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Гайфутдинов Фиргат Фасхутдинович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Гамза Геннадий Ефимович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Голубев Вячеслав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Гончаров Вячеслав Дмитриевич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Горбачёв Владимир Иванович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Горбачев Дмитрий Иванович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Граль Ирина Олеговна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Грач Леонид Иванович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Гришанцов Иван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Гришина Ольга Сергеевна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Грищенко Владимир Данилович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Гузей Анастасия Олеговна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Гурьева Татьяна Ивановна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Гусев Дмитрий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Гусева Людмила Владимировна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Гуцаева Анжела Валерьевна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Давыденко Юрий Борисович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Данилов Алексей Георгиевич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Дарчиев Арарат Таймуразович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Дедегкаев Виталий Борисович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Демин Владимир Валентинович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Джиккаев Владимир Мелитонович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Дзидцоев Алан Заурович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Дмитриев Вячеслав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Добровольский Дмитрий Борисович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Донченко Мария Анатольевна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Дроздов Николай Иванович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Дулаев Валерий Цараевич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Дулепова Любовь Александровна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Евтеев Олег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Ежова Татьяна Семеновна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Ерёмкин Афанасий Иванович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Ераносян Армен Эдикович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Ераносян Артур Эдуардович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Жеребов Владимир Константинович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Жилин Владислав Сергеевич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Жилина Наталья Андреевна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Жуков Владимир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Жуков Максим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Журавлев Сергей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Заверткин Алексей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Загорский Алексей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Закаблуковский Геннадий Валентинович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Зварич Александр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Зварич Ирина Викторовна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Зварич Никита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Зенкин Александр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Зенкин Дмитрий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Зенов Дмитрий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Зиновьева Людмила Валерьевна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Иванов Вячеслав Константинович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Иванов Николай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Изотов Сергей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Имаметдинова Юлия Геннадьевна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Иосипов Евгений Константинович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Исмаилова Севиль Асадовна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Калинина Юлия Александровна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Камалов Марат Анасович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Каменева Наталия Владимировна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Каргапольцев Дмитрий Леонидович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Кастуева Анжела Борисовна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Катаев Игорь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Катасонов Олег Вячеславович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Кириллов Николай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Кисиленко Геннадий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Клиновицкая Вероника Леонидовна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Кныш Валентин Филиппович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Кониев Урузмаг Аланович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Коробейников Александр Павлович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Королев Сергей Олегович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Кочиева Этери Ираклиевна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Крутских Наталья Васильевна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Кудрявцева Галина Александровна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Кудряшова Ольга Григорьевна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Лаврухина Ирина Викторовна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Лазаров Асланбек Казбекович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Лактионов Александр Валериевич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Либанов Виталий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Литвинов Александр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Ложеницын Даниил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Лоскутов Сергей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Лоскутова Людмила Ивановна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Мазур Герман Максимович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Манаенков Михаил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Маруненков Сергей Павлович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Матасов Сергей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Мацко Евгений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Машковцев Михаил Борисович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Машпалдыр Артыш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Медведская Лидия Павловна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Мечтанов Николай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Минаева Галина Алексеевна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Мишкин Юрий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Моисеенко Дмитрий Витальевич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Морозов Кирилл Олегович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Мсоев Казбек Михайлович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Мусульбес Нугзар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Мухамадуллина Наталья Рашитовна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Мухаметшин Эдуард Закирович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Наниев Амзор Шотаевич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Никонов Сергей Юрьевич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Нургалиев Руслан Ринатович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Нурисламов Борис Юрьевич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Нурисламов Игорь Витальевич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Орлов Александр Сергеевич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Осенняя Галина Ивановна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Павловский Александр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Паркосиди Федор Клеонтьевич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Пашкин Василий Васильевич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Перминов Андрей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Перминов Владислав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Перминов Олег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Петров Иван Васильевич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Пименов Вячеслав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Пимкин Юрий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Пимкина Маргарита Николаевна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Подзоров Александр Георгиевич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Потапов Александр Валентинович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Пузин Сергей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Пукшин Николай Иванович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Пушкин Илья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Рахманин Александр Валериевич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Рогожин Алексей Ильич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Родионов Дмитрий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Рубаев Аркадий Дмитриевич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Рыбников Евгений Валентинович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Рязанов Владимир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Сабельников Владимир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Садыков Роберт Гарипович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Саксин Алексей Геннадьевич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Саксина Елена Валерьевна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Самсыгин Евгений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Сахаров Александр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Сахаров Олег Валериевич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Селезнев Андрей Валерьевич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Селиверстов Павел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Семёнов Иван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Семенова Надежда Михайловна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Сергеева Галина Семеновна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Сидоров Ярослав Северович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Скобелин Евгений Евгеньевич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Слитинский Дмитрий Юрьевич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Смирнов Станислав Юрьевич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Созинов Александр Васильевич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Стариков Сергей Борисович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Степанян Владимир Завенович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Степанян Наира Владимировна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Стратиенко Галина Алексеевна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Сурайкина Лариса Васильевна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Суркова Ирина Гавриловна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Табуев Харитон Аршакович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Тарасенко Антон Геннадьевич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Тедеев Эльбрус Авгарович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Теслин Виктор Степанович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Тимохин Михаил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Титова Ирина Максимовна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Титоренко Владимир Федорович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Тихонов Владимир Ильич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Топорков Александр Сергеевич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Топоров Валерий Петрович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Торчинов Казбек Керимович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Трегуб Людмила Семеновна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Троянов Андрей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Туник Евгений Ефимович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Тытяневич Виталий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Тюрина Марина Николаевна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Убушиев Вячеслав Надвидович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Удовецкий Владимир Дмитриевич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Фазулжанова Нажия Алиевна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Федулов Роман Петрович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Филатов Василий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Филатова Алена Михайловна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Филатова Татьяна Александровна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Фролов Лев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Халаимов Геннадий Вячеславович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Харжевский Максим Сергеевич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Хацаева Алина Станиславовна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Хаяйнин Игорь Геннадьевич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Алан Батрадзович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Виталий Германович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Роланд Романович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Руслан Романович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Спартак Вахтангович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Таймураз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Хугаев Чермен Вазноевич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Цалко Валентин Альбинович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Чернов Сергей Валерьевич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Чирьев Александр Николаевич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Шабанов Александр Александрович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Шаваев Камал Хасанович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Шалаев Алексей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Шанина Елена Владимировна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Шариков Андрей Викторович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Шаров Сергей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Шевчук Анатолий Владимирович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Шекун Андрей Андреевич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Шипилов Василий Анатольевич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Шиповалова-Ветлова Нелли Валерьевна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Штангей Сергей Алексеевич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Юдин Сергей Федорович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Юдина Светлана Владимировна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Якубовский Исаак Якубович</w:t>
      </w:r>
    </w:p>
    <w:p w:rsidR="002E0675" w:rsidRPr="0055467F" w:rsidRDefault="002E0675" w:rsidP="0055467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467F">
        <w:rPr>
          <w:sz w:val="28"/>
          <w:szCs w:val="28"/>
        </w:rPr>
        <w:t>Яценко Роман Михайлович.</w:t>
      </w:r>
    </w:p>
    <w:p w:rsidR="002E0675" w:rsidRPr="0055467F" w:rsidRDefault="002E0675" w:rsidP="0055467F">
      <w:pPr>
        <w:jc w:val="center"/>
        <w:rPr>
          <w:b/>
          <w:bCs/>
          <w:sz w:val="28"/>
          <w:szCs w:val="28"/>
        </w:rPr>
      </w:pPr>
    </w:p>
    <w:p w:rsidR="002E0675" w:rsidRPr="003E6710" w:rsidRDefault="002E0675">
      <w:pPr>
        <w:rPr>
          <w:sz w:val="28"/>
          <w:szCs w:val="28"/>
        </w:rPr>
      </w:pPr>
    </w:p>
    <w:sectPr w:rsidR="002E0675" w:rsidRPr="003E6710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675" w:rsidRDefault="002E0675" w:rsidP="0055467F">
      <w:r>
        <w:separator/>
      </w:r>
    </w:p>
  </w:endnote>
  <w:endnote w:type="continuationSeparator" w:id="0">
    <w:p w:rsidR="002E0675" w:rsidRDefault="002E0675" w:rsidP="00554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75" w:rsidRDefault="002E0675">
    <w:pPr>
      <w:pStyle w:val="Footer"/>
    </w:pPr>
    <w:fldSimple w:instr=" FILENAME   \* MERGEFORMAT ">
      <w:r w:rsidRPr="003E3CB6">
        <w:rPr>
          <w:noProof/>
          <w:sz w:val="16"/>
          <w:szCs w:val="16"/>
        </w:rPr>
        <w:t>k0302013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75" w:rsidRDefault="002E0675">
    <w:pPr>
      <w:pStyle w:val="Footer"/>
    </w:pPr>
    <w:fldSimple w:instr=" FILENAME   \* MERGEFORMAT ">
      <w:r w:rsidRPr="003E3CB6">
        <w:rPr>
          <w:noProof/>
          <w:sz w:val="16"/>
          <w:szCs w:val="16"/>
        </w:rPr>
        <w:t>k0302013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675" w:rsidRDefault="002E0675" w:rsidP="0055467F">
      <w:r>
        <w:separator/>
      </w:r>
    </w:p>
  </w:footnote>
  <w:footnote w:type="continuationSeparator" w:id="0">
    <w:p w:rsidR="002E0675" w:rsidRDefault="002E0675" w:rsidP="00554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75" w:rsidRDefault="002E0675" w:rsidP="0055467F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30AD6"/>
    <w:multiLevelType w:val="hybridMultilevel"/>
    <w:tmpl w:val="2512A324"/>
    <w:lvl w:ilvl="0" w:tplc="F268FF5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67F"/>
    <w:rsid w:val="000167CF"/>
    <w:rsid w:val="00116460"/>
    <w:rsid w:val="00221920"/>
    <w:rsid w:val="0028085B"/>
    <w:rsid w:val="002B5C55"/>
    <w:rsid w:val="002E0675"/>
    <w:rsid w:val="00304AE5"/>
    <w:rsid w:val="003150D3"/>
    <w:rsid w:val="003C1AD5"/>
    <w:rsid w:val="003E3CB6"/>
    <w:rsid w:val="003E6710"/>
    <w:rsid w:val="00415D4F"/>
    <w:rsid w:val="0055467F"/>
    <w:rsid w:val="005B04B0"/>
    <w:rsid w:val="0082382A"/>
    <w:rsid w:val="009C6F69"/>
    <w:rsid w:val="00C14B76"/>
    <w:rsid w:val="00C26F25"/>
    <w:rsid w:val="00DA332B"/>
    <w:rsid w:val="00FE5AD8"/>
    <w:rsid w:val="00FF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546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467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546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46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973</Words>
  <Characters>5547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2018-02-14T11:24:00Z</cp:lastPrinted>
  <dcterms:created xsi:type="dcterms:W3CDTF">2018-02-14T13:15:00Z</dcterms:created>
  <dcterms:modified xsi:type="dcterms:W3CDTF">2018-02-14T13:15:00Z</dcterms:modified>
</cp:coreProperties>
</file>