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68B" w:rsidRPr="009F6980" w:rsidRDefault="00EE568B" w:rsidP="009F6980">
      <w:pPr>
        <w:ind w:left="3969"/>
        <w:jc w:val="center"/>
        <w:rPr>
          <w:rFonts w:ascii="Times New Roman CYR" w:hAnsi="Times New Roman CYR" w:cs="Times New Roman CYR"/>
        </w:rPr>
      </w:pPr>
      <w:r w:rsidRPr="009F6980">
        <w:rPr>
          <w:rFonts w:ascii="Times New Roman CYR" w:hAnsi="Times New Roman CYR" w:cs="Times New Roman CYR"/>
        </w:rPr>
        <w:t xml:space="preserve">Приложение </w:t>
      </w:r>
    </w:p>
    <w:p w:rsidR="00EE568B" w:rsidRPr="009F6980" w:rsidRDefault="00EE568B" w:rsidP="009F6980">
      <w:pPr>
        <w:ind w:left="3969"/>
        <w:jc w:val="center"/>
        <w:rPr>
          <w:rFonts w:ascii="Times New Roman CYR" w:hAnsi="Times New Roman CYR" w:cs="Times New Roman CYR"/>
        </w:rPr>
      </w:pPr>
      <w:r w:rsidRPr="009F6980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EE568B" w:rsidRPr="009F6980" w:rsidRDefault="00EE568B" w:rsidP="009F6980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14 февраля 2018 г. № 141/1159-7</w:t>
      </w: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  <w:r w:rsidRPr="009F6980">
        <w:rPr>
          <w:b/>
          <w:bCs/>
          <w:sz w:val="28"/>
          <w:szCs w:val="28"/>
        </w:rPr>
        <w:t>СПИСОК</w:t>
      </w: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  <w:r w:rsidRPr="009F6980">
        <w:rPr>
          <w:b/>
          <w:bCs/>
          <w:sz w:val="28"/>
          <w:szCs w:val="28"/>
        </w:rPr>
        <w:t xml:space="preserve">доверенных лиц </w:t>
      </w: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  <w:r w:rsidRPr="009F6980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  <w:r w:rsidRPr="009F6980">
        <w:rPr>
          <w:b/>
          <w:bCs/>
          <w:sz w:val="28"/>
          <w:szCs w:val="28"/>
        </w:rPr>
        <w:t>Бориса Юрьевича Титова</w:t>
      </w:r>
    </w:p>
    <w:p w:rsidR="00EE568B" w:rsidRPr="009F6980" w:rsidRDefault="00EE568B" w:rsidP="009F6980">
      <w:pPr>
        <w:jc w:val="center"/>
        <w:rPr>
          <w:b/>
          <w:bCs/>
          <w:sz w:val="28"/>
          <w:szCs w:val="28"/>
        </w:rPr>
      </w:pP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Авджян Григорий Данилович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Анчек Азамат Аликович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Бабкина Виктория Николаевна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Балабанова Анастасия Дмитриевна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Балашенко Елена Валерьевна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Банин Антон Сергеевич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Бахметьева Татьяна Александровна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Белянко Егор Геннадьевич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Белянков Василий Юрьевич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Блягоз Арамбий Мугдинович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Богоделов Владимир Александрович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Бычек Александр Иванович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Вайвер Юлий Михайлович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Валиева Ольга Владимировна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Валитова Венера Рашидовна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Волынцев Алексей Андреевич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Воробьев Дмитрий Александрович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Габдрахманов Вадим Анисович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Ганин Петр Анатольевич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Горник Светлана Сааковна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Григорьевская Елена Викторовна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Гусакова Елена Богдановна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Дулатова Виктория Геннадьевна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Духовников Дмитрий Николаевич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Ефремова Мария Викторовна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Жиловский Геннадий Станиславович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Забурунова Ирина Викторовна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Зобкова Елена Васильевна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Иванова Анастасия Антоновна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Ильютиков Антон Валентинович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Калиткин Виталий Владимирович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Картушин Дмитрий Николаевич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Каспер Куляш Калидуллаевна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Квашев Василий Исхакович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Клокгаммер Антон Андреевич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Князева Ольга Владимировна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Ковалев Михаил Куприянович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Козимянец Ольга Владимировна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Кокорев Андрей Юрьевич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Комаревцева Инга Александровна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Коршунов Илья Владимирович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Котельникова Татьяна Александровна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Кузнецова Юлия Альбертовна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Логинов Игорь Николаевич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Мочалов Игорь Анатольевич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Нечкин Владислав Юрьевич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Новикова Владлена Юрьевна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Нурпейсов Мурат Зейнолович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Обухов Игорь Андреевич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Панков Алексей Юрьевич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Панфилова Ольга Павловна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Парфинович Александр Константинович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Петров Иван Николаевич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Петровская Екатерина Ивановна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Прицкау Даниил Сергеевич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Пынько Наталия Николаевна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Решетова Наталья Леонидовна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Рябкин Александр Владимирович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Саблина Александра Николаевна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Самедов Расим Азадович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Сергеева Ольга Максимовна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Смирнова Елена Александровна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Соколов Владимир Юрьевич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Станюлис Валерия Сергеевна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Страдчук Александр Александрович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Тарасов Петр Александрович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Топорнин Николай Борисович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Турбовец Олег Игоревич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Тучина Алина Мкртичевна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Углянюк Владислав Викторович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Фаустов Алексей Эдуардович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Хаханов Иван Алексеевич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Чичерин Алексей Григорьевич</w:t>
      </w:r>
    </w:p>
    <w:p w:rsidR="00EE568B" w:rsidRPr="009F6980" w:rsidRDefault="00EE568B" w:rsidP="009F6980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9F6980">
        <w:rPr>
          <w:sz w:val="28"/>
          <w:szCs w:val="28"/>
        </w:rPr>
        <w:t>Шаов Тимур Султанович.</w:t>
      </w:r>
    </w:p>
    <w:p w:rsidR="00EE568B" w:rsidRPr="003E6710" w:rsidRDefault="00EE568B" w:rsidP="009F6980">
      <w:pPr>
        <w:jc w:val="center"/>
        <w:rPr>
          <w:sz w:val="28"/>
          <w:szCs w:val="28"/>
        </w:rPr>
      </w:pPr>
    </w:p>
    <w:sectPr w:rsidR="00EE568B" w:rsidRPr="003E6710" w:rsidSect="009F6980">
      <w:headerReference w:type="default" r:id="rId7"/>
      <w:footerReference w:type="default" r:id="rId8"/>
      <w:footerReference w:type="first" r:id="rId9"/>
      <w:pgSz w:w="11906" w:h="16838"/>
      <w:pgMar w:top="1134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68B" w:rsidRDefault="00EE568B" w:rsidP="0055467F">
      <w:r>
        <w:separator/>
      </w:r>
    </w:p>
  </w:endnote>
  <w:endnote w:type="continuationSeparator" w:id="0">
    <w:p w:rsidR="00EE568B" w:rsidRDefault="00EE568B" w:rsidP="005546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8B" w:rsidRDefault="00EE568B">
    <w:pPr>
      <w:pStyle w:val="Footer"/>
    </w:pPr>
    <w:fldSimple w:instr=" FILENAME   \* MERGEFORMAT ">
      <w:r w:rsidRPr="00C125DD">
        <w:rPr>
          <w:noProof/>
          <w:sz w:val="16"/>
          <w:szCs w:val="16"/>
        </w:rPr>
        <w:t>k0302015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8B" w:rsidRDefault="00EE568B">
    <w:pPr>
      <w:pStyle w:val="Footer"/>
    </w:pPr>
    <w:fldSimple w:instr=" FILENAME   \* MERGEFORMAT ">
      <w:r w:rsidRPr="00C125DD">
        <w:rPr>
          <w:noProof/>
          <w:sz w:val="16"/>
          <w:szCs w:val="16"/>
        </w:rPr>
        <w:t>k0302015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68B" w:rsidRDefault="00EE568B" w:rsidP="0055467F">
      <w:r>
        <w:separator/>
      </w:r>
    </w:p>
  </w:footnote>
  <w:footnote w:type="continuationSeparator" w:id="0">
    <w:p w:rsidR="00EE568B" w:rsidRDefault="00EE568B" w:rsidP="005546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68B" w:rsidRDefault="00EE568B" w:rsidP="0055467F">
    <w:pPr>
      <w:pStyle w:val="Header"/>
      <w:jc w:val="center"/>
    </w:pPr>
    <w:fldSimple w:instr=" PAGE   \* MERGEFORMAT ">
      <w:r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E52B0"/>
    <w:multiLevelType w:val="hybridMultilevel"/>
    <w:tmpl w:val="75D4C4E6"/>
    <w:lvl w:ilvl="0" w:tplc="0EC03472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6A230AD6"/>
    <w:multiLevelType w:val="hybridMultilevel"/>
    <w:tmpl w:val="2512A324"/>
    <w:lvl w:ilvl="0" w:tplc="F268FF5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CC75A26"/>
    <w:multiLevelType w:val="hybridMultilevel"/>
    <w:tmpl w:val="F3800F60"/>
    <w:lvl w:ilvl="0" w:tplc="2160D85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467F"/>
    <w:rsid w:val="00095A2A"/>
    <w:rsid w:val="00221920"/>
    <w:rsid w:val="0028085B"/>
    <w:rsid w:val="002B5C55"/>
    <w:rsid w:val="003B1488"/>
    <w:rsid w:val="003E6710"/>
    <w:rsid w:val="00415D4F"/>
    <w:rsid w:val="0055467F"/>
    <w:rsid w:val="005B04B0"/>
    <w:rsid w:val="00763D61"/>
    <w:rsid w:val="0082382A"/>
    <w:rsid w:val="00981DBB"/>
    <w:rsid w:val="00985906"/>
    <w:rsid w:val="009E6675"/>
    <w:rsid w:val="009F6980"/>
    <w:rsid w:val="00C125DD"/>
    <w:rsid w:val="00C26F25"/>
    <w:rsid w:val="00D455F9"/>
    <w:rsid w:val="00DA332B"/>
    <w:rsid w:val="00DD2970"/>
    <w:rsid w:val="00E2541B"/>
    <w:rsid w:val="00EE568B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semiHidden/>
    <w:rsid w:val="0055467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5467F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55467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5467F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254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54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412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333</Words>
  <Characters>1899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2018-02-14T11:31:00Z</cp:lastPrinted>
  <dcterms:created xsi:type="dcterms:W3CDTF">2018-02-14T13:14:00Z</dcterms:created>
  <dcterms:modified xsi:type="dcterms:W3CDTF">2018-02-14T13:14:00Z</dcterms:modified>
</cp:coreProperties>
</file>