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F6" w:rsidRPr="000120C5" w:rsidRDefault="000536F6" w:rsidP="00F8675C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0536F6" w:rsidRDefault="000536F6" w:rsidP="00F8675C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0536F6" w:rsidRPr="000120C5" w:rsidRDefault="000536F6" w:rsidP="00F8675C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14 февраля 2018 г. № 141/1158-7</w:t>
      </w:r>
    </w:p>
    <w:p w:rsidR="000536F6" w:rsidRDefault="000536F6" w:rsidP="00F8675C">
      <w:pPr>
        <w:jc w:val="center"/>
        <w:rPr>
          <w:b/>
          <w:bCs/>
        </w:rPr>
      </w:pPr>
    </w:p>
    <w:p w:rsidR="000536F6" w:rsidRPr="000120C5" w:rsidRDefault="000536F6" w:rsidP="00F8675C">
      <w:pPr>
        <w:jc w:val="center"/>
        <w:rPr>
          <w:b/>
          <w:bCs/>
        </w:rPr>
      </w:pPr>
    </w:p>
    <w:p w:rsidR="000536F6" w:rsidRPr="000120C5" w:rsidRDefault="000536F6" w:rsidP="00F8675C">
      <w:pPr>
        <w:jc w:val="center"/>
        <w:rPr>
          <w:b/>
          <w:bCs/>
        </w:rPr>
      </w:pPr>
    </w:p>
    <w:p w:rsidR="000536F6" w:rsidRPr="000120C5" w:rsidRDefault="000536F6" w:rsidP="00F8675C">
      <w:pPr>
        <w:jc w:val="center"/>
        <w:rPr>
          <w:b/>
          <w:bCs/>
        </w:rPr>
      </w:pPr>
      <w:r w:rsidRPr="000120C5">
        <w:rPr>
          <w:b/>
          <w:bCs/>
        </w:rPr>
        <w:t>СПИСОК</w:t>
      </w:r>
    </w:p>
    <w:p w:rsidR="000536F6" w:rsidRPr="000120C5" w:rsidRDefault="000536F6" w:rsidP="00F8675C">
      <w:pPr>
        <w:jc w:val="center"/>
        <w:rPr>
          <w:b/>
          <w:bCs/>
        </w:rPr>
      </w:pPr>
      <w:r w:rsidRPr="000120C5">
        <w:rPr>
          <w:b/>
          <w:bCs/>
        </w:rPr>
        <w:t>доверенных лиц кандидата</w:t>
      </w:r>
    </w:p>
    <w:p w:rsidR="000536F6" w:rsidRPr="000120C5" w:rsidRDefault="000536F6" w:rsidP="00F8675C">
      <w:pPr>
        <w:jc w:val="center"/>
        <w:rPr>
          <w:b/>
          <w:bCs/>
        </w:rPr>
      </w:pPr>
      <w:r w:rsidRPr="000120C5">
        <w:rPr>
          <w:b/>
          <w:bCs/>
        </w:rPr>
        <w:t>на должность Президента Российской Федерации</w:t>
      </w:r>
    </w:p>
    <w:p w:rsidR="000536F6" w:rsidRPr="000120C5" w:rsidRDefault="000536F6" w:rsidP="00F8675C">
      <w:pPr>
        <w:jc w:val="center"/>
        <w:rPr>
          <w:b/>
          <w:bCs/>
        </w:rPr>
      </w:pPr>
      <w:r w:rsidRPr="000120C5">
        <w:rPr>
          <w:b/>
          <w:bCs/>
        </w:rPr>
        <w:t>Павла Николаевича Грудинина</w:t>
      </w:r>
    </w:p>
    <w:p w:rsidR="000536F6" w:rsidRPr="000120C5" w:rsidRDefault="000536F6" w:rsidP="00F8675C">
      <w:pPr>
        <w:jc w:val="center"/>
      </w:pP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Алексеев Артур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Арутюнян Геворг Артурович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Ашихмин Павел Георгиевич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Бураков Леонид Васильевич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Волков Владимир Анатольевич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Галимов Альберт Анварович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Гераськин Александр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Десяткин Роман Васильевич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Донченко Алексей Иванович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Ембулаев Владимир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Захарченко Сергей Сергеевич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Каратаев Олег Гурьевич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Кожевникова Тамара Викторовна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Корнеев Юрий Александрович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Королькова Татьяна Анатольевна</w:t>
      </w:r>
    </w:p>
    <w:p w:rsidR="000536F6" w:rsidRPr="0000287C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Кутинова Лидия Михайловна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Осипов Сергей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Останина Нина Александровна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Павлов Василий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Парамошкин Владимир Васильевич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Подойникова Галина Владимировна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Полишко Владимир Николаевич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Романов Николай Григорьевич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Савельев Юрий Петрович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Саду</w:t>
      </w:r>
      <w:bookmarkStart w:id="0" w:name="_GoBack"/>
      <w:bookmarkEnd w:id="0"/>
      <w:r>
        <w:t>лаев Герман Умаралиевич</w:t>
      </w:r>
    </w:p>
    <w:p w:rsidR="000536F6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Семенов Руслан Васильевич</w:t>
      </w:r>
    </w:p>
    <w:p w:rsidR="000536F6" w:rsidRPr="000120C5" w:rsidRDefault="000536F6" w:rsidP="00F8675C">
      <w:pPr>
        <w:numPr>
          <w:ilvl w:val="0"/>
          <w:numId w:val="1"/>
        </w:numPr>
        <w:spacing w:line="360" w:lineRule="auto"/>
        <w:jc w:val="both"/>
      </w:pPr>
      <w:r>
        <w:t xml:space="preserve"> Супруненко Гульнара Абылкасымовна.</w:t>
      </w:r>
    </w:p>
    <w:p w:rsidR="000536F6" w:rsidRPr="000D3F94" w:rsidRDefault="000536F6" w:rsidP="00F8675C">
      <w:pPr>
        <w:jc w:val="center"/>
      </w:pPr>
    </w:p>
    <w:p w:rsidR="000536F6" w:rsidRDefault="000536F6"/>
    <w:sectPr w:rsidR="000536F6" w:rsidSect="000120C5">
      <w:headerReference w:type="default" r:id="rId7"/>
      <w:footerReference w:type="default" r:id="rId8"/>
      <w:footerReference w:type="first" r:id="rId9"/>
      <w:pgSz w:w="11906" w:h="16838"/>
      <w:pgMar w:top="1134" w:right="851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F6" w:rsidRDefault="000536F6" w:rsidP="00F8675C">
      <w:r>
        <w:separator/>
      </w:r>
    </w:p>
  </w:endnote>
  <w:endnote w:type="continuationSeparator" w:id="0">
    <w:p w:rsidR="000536F6" w:rsidRDefault="000536F6" w:rsidP="00F867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F6" w:rsidRDefault="000536F6">
    <w:pPr>
      <w:pStyle w:val="Footer"/>
    </w:pPr>
    <w:fldSimple w:instr=" FILENAME   \* MERGEFORMAT ">
      <w:r>
        <w:rPr>
          <w:noProof/>
        </w:rPr>
        <w:t>m0302022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F6" w:rsidRDefault="000536F6">
    <w:pPr>
      <w:pStyle w:val="Footer"/>
    </w:pPr>
    <w:fldSimple w:instr=" FILENAME   \* MERGEFORMAT ">
      <w:r>
        <w:rPr>
          <w:noProof/>
        </w:rPr>
        <w:t>m0302022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F6" w:rsidRDefault="000536F6" w:rsidP="00F8675C">
      <w:r>
        <w:separator/>
      </w:r>
    </w:p>
  </w:footnote>
  <w:footnote w:type="continuationSeparator" w:id="0">
    <w:p w:rsidR="000536F6" w:rsidRDefault="000536F6" w:rsidP="00F867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F6" w:rsidRPr="00F8675C" w:rsidRDefault="000536F6">
    <w:pPr>
      <w:pStyle w:val="Header"/>
      <w:jc w:val="center"/>
      <w:rPr>
        <w:sz w:val="24"/>
        <w:szCs w:val="24"/>
      </w:rPr>
    </w:pPr>
    <w:r w:rsidRPr="00F8675C">
      <w:rPr>
        <w:sz w:val="24"/>
        <w:szCs w:val="24"/>
      </w:rPr>
      <w:fldChar w:fldCharType="begin"/>
    </w:r>
    <w:r w:rsidRPr="00F8675C">
      <w:rPr>
        <w:sz w:val="24"/>
        <w:szCs w:val="24"/>
      </w:rPr>
      <w:instrText xml:space="preserve"> PAGE   \* MERGEFORMAT </w:instrText>
    </w:r>
    <w:r w:rsidRPr="00F8675C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F8675C">
      <w:rPr>
        <w:sz w:val="24"/>
        <w:szCs w:val="24"/>
      </w:rPr>
      <w:fldChar w:fldCharType="end"/>
    </w:r>
  </w:p>
  <w:p w:rsidR="000536F6" w:rsidRDefault="000536F6" w:rsidP="000120C5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F4961"/>
    <w:multiLevelType w:val="hybridMultilevel"/>
    <w:tmpl w:val="10C825E6"/>
    <w:lvl w:ilvl="0" w:tplc="3EC430D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701"/>
    <w:rsid w:val="0000287C"/>
    <w:rsid w:val="000120C5"/>
    <w:rsid w:val="000536F6"/>
    <w:rsid w:val="000D3F94"/>
    <w:rsid w:val="001A4AE8"/>
    <w:rsid w:val="00337AE1"/>
    <w:rsid w:val="00436AA7"/>
    <w:rsid w:val="00493601"/>
    <w:rsid w:val="004A2115"/>
    <w:rsid w:val="005069ED"/>
    <w:rsid w:val="005A4D3E"/>
    <w:rsid w:val="0082382A"/>
    <w:rsid w:val="00A64FD5"/>
    <w:rsid w:val="00AD69D8"/>
    <w:rsid w:val="00B76759"/>
    <w:rsid w:val="00C07701"/>
    <w:rsid w:val="00C26F25"/>
    <w:rsid w:val="00C66F45"/>
    <w:rsid w:val="00DB3D88"/>
    <w:rsid w:val="00E87577"/>
    <w:rsid w:val="00F44D4E"/>
    <w:rsid w:val="00F65FE4"/>
    <w:rsid w:val="00F85C20"/>
    <w:rsid w:val="00F86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5C"/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8675C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F8675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F8675C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F8675C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8675C"/>
    <w:rPr>
      <w:rFonts w:ascii="Times New Roman" w:hAnsi="Times New Roman" w:cs="Times New Roman"/>
      <w:lang w:eastAsia="ru-RU"/>
    </w:rPr>
  </w:style>
  <w:style w:type="paragraph" w:customStyle="1" w:styleId="14-15">
    <w:name w:val="14-15"/>
    <w:basedOn w:val="Normal"/>
    <w:uiPriority w:val="99"/>
    <w:rsid w:val="00F8675C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paragraph" w:styleId="BalloonText">
    <w:name w:val="Balloon Text"/>
    <w:basedOn w:val="Normal"/>
    <w:link w:val="BalloonTextChar"/>
    <w:uiPriority w:val="99"/>
    <w:semiHidden/>
    <w:rsid w:val="00F65F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65FE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149</Words>
  <Characters>853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loginep</dc:creator>
  <cp:keywords/>
  <dc:description/>
  <cp:lastModifiedBy>user</cp:lastModifiedBy>
  <cp:revision>2</cp:revision>
  <cp:lastPrinted>2018-02-14T11:08:00Z</cp:lastPrinted>
  <dcterms:created xsi:type="dcterms:W3CDTF">2018-02-14T13:13:00Z</dcterms:created>
  <dcterms:modified xsi:type="dcterms:W3CDTF">2018-02-14T13:13:00Z</dcterms:modified>
</cp:coreProperties>
</file>