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C9D" w:rsidRPr="00302DB5" w:rsidRDefault="00155C9D" w:rsidP="00023B2F">
      <w:pPr>
        <w:pStyle w:val="BodyText"/>
        <w:pageBreakBefore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Приложение</w:t>
      </w:r>
    </w:p>
    <w:p w:rsidR="00155C9D" w:rsidRDefault="00155C9D" w:rsidP="0019199D">
      <w:pPr>
        <w:pStyle w:val="BodyText"/>
        <w:spacing w:before="120" w:after="0"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к постановлению Центральной избирательной комиссии Российск</w:t>
      </w:r>
      <w:r>
        <w:rPr>
          <w:sz w:val="24"/>
          <w:szCs w:val="24"/>
        </w:rPr>
        <w:t>ой Федерации</w:t>
      </w:r>
    </w:p>
    <w:p w:rsidR="00155C9D" w:rsidRPr="00302DB5" w:rsidRDefault="00155C9D" w:rsidP="0019199D">
      <w:pPr>
        <w:pStyle w:val="BodyText"/>
        <w:spacing w:after="0"/>
        <w:ind w:left="3969"/>
        <w:rPr>
          <w:sz w:val="24"/>
          <w:szCs w:val="24"/>
        </w:rPr>
      </w:pPr>
      <w:r>
        <w:rPr>
          <w:sz w:val="24"/>
          <w:szCs w:val="24"/>
        </w:rPr>
        <w:t>от 14 февраля 2018 г. № 141/1155-7</w:t>
      </w:r>
    </w:p>
    <w:p w:rsidR="00155C9D" w:rsidRDefault="00155C9D" w:rsidP="00023B2F">
      <w:pPr>
        <w:pStyle w:val="BodyText"/>
        <w:spacing w:before="292" w:line="240" w:lineRule="exact"/>
        <w:rPr>
          <w:sz w:val="24"/>
          <w:szCs w:val="24"/>
        </w:rPr>
      </w:pPr>
    </w:p>
    <w:p w:rsidR="00155C9D" w:rsidRDefault="00155C9D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911287">
        <w:rPr>
          <w:b/>
          <w:bCs/>
        </w:rPr>
        <w:t>С</w:t>
      </w:r>
      <w:r>
        <w:rPr>
          <w:b/>
          <w:bCs/>
        </w:rPr>
        <w:t>ПИСОК</w:t>
      </w:r>
    </w:p>
    <w:p w:rsidR="00155C9D" w:rsidRPr="00356A13" w:rsidRDefault="00155C9D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896A99">
        <w:rPr>
          <w:b/>
          <w:bCs/>
        </w:rPr>
        <w:t>уполномоченных пре</w:t>
      </w:r>
      <w:r>
        <w:rPr>
          <w:b/>
          <w:bCs/>
        </w:rPr>
        <w:t>дставителей политической партии</w:t>
      </w:r>
      <w:r>
        <w:rPr>
          <w:b/>
          <w:bCs/>
        </w:rPr>
        <w:br/>
      </w:r>
      <w:r w:rsidRPr="000D1B5D">
        <w:rPr>
          <w:b/>
          <w:bCs/>
        </w:rPr>
        <w:t>«Политическая партия «КОММУНИСТИЧЕСКАЯ ПАРТИЯ</w:t>
      </w:r>
      <w:r w:rsidRPr="000D1B5D">
        <w:rPr>
          <w:b/>
          <w:bCs/>
        </w:rPr>
        <w:br/>
        <w:t>РОССИЙСКОЙ ФЕДЕРАЦИИ»</w:t>
      </w:r>
    </w:p>
    <w:p w:rsidR="00155C9D" w:rsidRDefault="00155C9D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155C9D" w:rsidRDefault="00155C9D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155C9D" w:rsidRDefault="00155C9D" w:rsidP="00946004">
      <w:pPr>
        <w:spacing w:line="360" w:lineRule="auto"/>
        <w:ind w:firstLine="710"/>
        <w:jc w:val="both"/>
      </w:pPr>
      <w:r>
        <w:t>1. Алексеенко Петр Васильевич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2. Афонин Юрий Вячеславович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3. Васильев Михаил Степанович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4. Выголов Юрий Фёдорович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5. Дмитриев Вла</w:t>
      </w:r>
      <w:bookmarkStart w:id="0" w:name="_GoBack"/>
      <w:bookmarkEnd w:id="0"/>
      <w:r>
        <w:t>димир Яковлевич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6. Дьячкова Татьяна Александровна</w:t>
      </w:r>
    </w:p>
    <w:p w:rsidR="00155C9D" w:rsidRDefault="00155C9D" w:rsidP="00946004">
      <w:pPr>
        <w:spacing w:line="360" w:lineRule="auto"/>
        <w:ind w:firstLine="710"/>
        <w:jc w:val="both"/>
      </w:pPr>
      <w:r>
        <w:t>7. Костриков Михаил Сергеевич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8. Новиков Дмитрий Георгиевич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9. Орищенко Руслан Евгеньевич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10. Парфенов Денис Андреевич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11. Рашкин Валерий Федорович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12. Стендер Вячеслав Александрович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13. Шафранская Анастасия Максимовна</w:t>
      </w:r>
    </w:p>
    <w:p w:rsidR="00155C9D" w:rsidRDefault="00155C9D" w:rsidP="00946004">
      <w:pPr>
        <w:spacing w:line="360" w:lineRule="auto"/>
        <w:ind w:firstLine="710"/>
        <w:jc w:val="both"/>
      </w:pPr>
      <w:r>
        <w:t>14. Шахтомирова Луиза Майрбековна</w:t>
      </w:r>
    </w:p>
    <w:p w:rsidR="00155C9D" w:rsidRDefault="00155C9D" w:rsidP="00946004">
      <w:pPr>
        <w:spacing w:line="360" w:lineRule="auto"/>
        <w:ind w:firstLine="710"/>
        <w:jc w:val="both"/>
      </w:pPr>
      <w:r>
        <w:t>15. Шишкин Александр Сергеевич</w:t>
      </w:r>
    </w:p>
    <w:p w:rsidR="00155C9D" w:rsidRDefault="00155C9D" w:rsidP="00946004">
      <w:pPr>
        <w:spacing w:line="360" w:lineRule="auto"/>
        <w:ind w:firstLine="710"/>
        <w:jc w:val="both"/>
      </w:pPr>
      <w:r>
        <w:t>16. Ющенко Александр Андреевич.</w:t>
      </w:r>
    </w:p>
    <w:sectPr w:rsidR="00155C9D" w:rsidSect="00DE17AA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C9D" w:rsidRDefault="00155C9D">
      <w:r>
        <w:separator/>
      </w:r>
    </w:p>
  </w:endnote>
  <w:endnote w:type="continuationSeparator" w:id="0">
    <w:p w:rsidR="00155C9D" w:rsidRDefault="00155C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C9D" w:rsidRDefault="00155C9D" w:rsidP="00443621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е0302013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C9D" w:rsidRDefault="00155C9D" w:rsidP="00443621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е0302013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C9D" w:rsidRDefault="00155C9D">
      <w:r>
        <w:separator/>
      </w:r>
    </w:p>
  </w:footnote>
  <w:footnote w:type="continuationSeparator" w:id="0">
    <w:p w:rsidR="00155C9D" w:rsidRDefault="00155C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C9D" w:rsidRPr="00DE17AA" w:rsidRDefault="00155C9D">
    <w:pPr>
      <w:pStyle w:val="Header"/>
      <w:jc w:val="center"/>
      <w:rPr>
        <w:sz w:val="24"/>
        <w:szCs w:val="24"/>
      </w:rPr>
    </w:pPr>
    <w:r w:rsidRPr="00DE17AA">
      <w:rPr>
        <w:sz w:val="24"/>
        <w:szCs w:val="24"/>
      </w:rPr>
      <w:fldChar w:fldCharType="begin"/>
    </w:r>
    <w:r w:rsidRPr="00DE17AA">
      <w:rPr>
        <w:sz w:val="24"/>
        <w:szCs w:val="24"/>
      </w:rPr>
      <w:instrText xml:space="preserve"> PAGE   \* MERGEFORMAT </w:instrText>
    </w:r>
    <w:r w:rsidRPr="00DE17AA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DE17AA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044"/>
    <w:multiLevelType w:val="hybridMultilevel"/>
    <w:tmpl w:val="A354432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45371759"/>
    <w:multiLevelType w:val="hybridMultilevel"/>
    <w:tmpl w:val="552043A8"/>
    <w:lvl w:ilvl="0" w:tplc="20B41A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B3096"/>
    <w:multiLevelType w:val="hybridMultilevel"/>
    <w:tmpl w:val="739CACA8"/>
    <w:lvl w:ilvl="0" w:tplc="06C037B4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C25642"/>
    <w:multiLevelType w:val="hybridMultilevel"/>
    <w:tmpl w:val="8C18D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84E"/>
    <w:rsid w:val="000141F3"/>
    <w:rsid w:val="000167F0"/>
    <w:rsid w:val="00023B2F"/>
    <w:rsid w:val="000362C9"/>
    <w:rsid w:val="00075855"/>
    <w:rsid w:val="00082C18"/>
    <w:rsid w:val="000C42BE"/>
    <w:rsid w:val="000D1B5D"/>
    <w:rsid w:val="000D4CF6"/>
    <w:rsid w:val="000E05DC"/>
    <w:rsid w:val="000F6522"/>
    <w:rsid w:val="001231BB"/>
    <w:rsid w:val="00155C9D"/>
    <w:rsid w:val="00170A77"/>
    <w:rsid w:val="00172153"/>
    <w:rsid w:val="00177B02"/>
    <w:rsid w:val="00177FE5"/>
    <w:rsid w:val="00185EFF"/>
    <w:rsid w:val="00190235"/>
    <w:rsid w:val="0019199D"/>
    <w:rsid w:val="00197332"/>
    <w:rsid w:val="00202473"/>
    <w:rsid w:val="0020342A"/>
    <w:rsid w:val="002264FB"/>
    <w:rsid w:val="00246DF9"/>
    <w:rsid w:val="002470D9"/>
    <w:rsid w:val="00253A7B"/>
    <w:rsid w:val="00262624"/>
    <w:rsid w:val="00271C19"/>
    <w:rsid w:val="002A07A0"/>
    <w:rsid w:val="002C599A"/>
    <w:rsid w:val="002C69B7"/>
    <w:rsid w:val="002D2078"/>
    <w:rsid w:val="002D284E"/>
    <w:rsid w:val="002F1172"/>
    <w:rsid w:val="002F6412"/>
    <w:rsid w:val="00302DB5"/>
    <w:rsid w:val="00321CE5"/>
    <w:rsid w:val="00327A66"/>
    <w:rsid w:val="00356A13"/>
    <w:rsid w:val="00376654"/>
    <w:rsid w:val="003B2B2B"/>
    <w:rsid w:val="003D3538"/>
    <w:rsid w:val="003D67C5"/>
    <w:rsid w:val="003F448F"/>
    <w:rsid w:val="00406873"/>
    <w:rsid w:val="004278CB"/>
    <w:rsid w:val="00435F44"/>
    <w:rsid w:val="00436928"/>
    <w:rsid w:val="00443621"/>
    <w:rsid w:val="0045293B"/>
    <w:rsid w:val="004D5E56"/>
    <w:rsid w:val="005435D0"/>
    <w:rsid w:val="005549E0"/>
    <w:rsid w:val="00574EDB"/>
    <w:rsid w:val="00576DBF"/>
    <w:rsid w:val="00581689"/>
    <w:rsid w:val="005A28F4"/>
    <w:rsid w:val="005D7983"/>
    <w:rsid w:val="00610EAF"/>
    <w:rsid w:val="0062273A"/>
    <w:rsid w:val="00636FC4"/>
    <w:rsid w:val="006553E5"/>
    <w:rsid w:val="0065757A"/>
    <w:rsid w:val="006966B0"/>
    <w:rsid w:val="006A2A1C"/>
    <w:rsid w:val="006D5493"/>
    <w:rsid w:val="006F57C3"/>
    <w:rsid w:val="00701FE1"/>
    <w:rsid w:val="00705C8A"/>
    <w:rsid w:val="00720E4D"/>
    <w:rsid w:val="00723804"/>
    <w:rsid w:val="00723EFB"/>
    <w:rsid w:val="00743D3D"/>
    <w:rsid w:val="00764D1B"/>
    <w:rsid w:val="007A3292"/>
    <w:rsid w:val="007F3D9C"/>
    <w:rsid w:val="007F414C"/>
    <w:rsid w:val="0081035A"/>
    <w:rsid w:val="008227BA"/>
    <w:rsid w:val="008236DF"/>
    <w:rsid w:val="008439C0"/>
    <w:rsid w:val="008541BB"/>
    <w:rsid w:val="00857D33"/>
    <w:rsid w:val="008921A9"/>
    <w:rsid w:val="00896A99"/>
    <w:rsid w:val="008A116B"/>
    <w:rsid w:val="008B43A0"/>
    <w:rsid w:val="008C09F0"/>
    <w:rsid w:val="00911287"/>
    <w:rsid w:val="009202B1"/>
    <w:rsid w:val="009362A7"/>
    <w:rsid w:val="00946004"/>
    <w:rsid w:val="00946B3D"/>
    <w:rsid w:val="00970AB4"/>
    <w:rsid w:val="009837B4"/>
    <w:rsid w:val="009A4AD5"/>
    <w:rsid w:val="009B63CD"/>
    <w:rsid w:val="009F4938"/>
    <w:rsid w:val="00A059D8"/>
    <w:rsid w:val="00A268C6"/>
    <w:rsid w:val="00A37ED0"/>
    <w:rsid w:val="00A43189"/>
    <w:rsid w:val="00A45CBA"/>
    <w:rsid w:val="00AA748F"/>
    <w:rsid w:val="00AD2F65"/>
    <w:rsid w:val="00AF668B"/>
    <w:rsid w:val="00B06117"/>
    <w:rsid w:val="00B12B6C"/>
    <w:rsid w:val="00B376F6"/>
    <w:rsid w:val="00B46111"/>
    <w:rsid w:val="00B4721B"/>
    <w:rsid w:val="00BB6348"/>
    <w:rsid w:val="00BC68E7"/>
    <w:rsid w:val="00BD1AE1"/>
    <w:rsid w:val="00BD75B4"/>
    <w:rsid w:val="00BF2B57"/>
    <w:rsid w:val="00C06A59"/>
    <w:rsid w:val="00C07068"/>
    <w:rsid w:val="00C26D5C"/>
    <w:rsid w:val="00C26F25"/>
    <w:rsid w:val="00C31F15"/>
    <w:rsid w:val="00C350B8"/>
    <w:rsid w:val="00C85FAB"/>
    <w:rsid w:val="00CA2F7E"/>
    <w:rsid w:val="00CA378F"/>
    <w:rsid w:val="00CB5E53"/>
    <w:rsid w:val="00CD6FC0"/>
    <w:rsid w:val="00D369D4"/>
    <w:rsid w:val="00D611AE"/>
    <w:rsid w:val="00DA3738"/>
    <w:rsid w:val="00DC6E69"/>
    <w:rsid w:val="00DD6C88"/>
    <w:rsid w:val="00DE17AA"/>
    <w:rsid w:val="00E15284"/>
    <w:rsid w:val="00E25664"/>
    <w:rsid w:val="00E32B59"/>
    <w:rsid w:val="00E56ABB"/>
    <w:rsid w:val="00EA7ED6"/>
    <w:rsid w:val="00F0663E"/>
    <w:rsid w:val="00F22E9F"/>
    <w:rsid w:val="00F77CF2"/>
    <w:rsid w:val="00F83AD6"/>
    <w:rsid w:val="00FC2EE1"/>
    <w:rsid w:val="00FE0E1C"/>
    <w:rsid w:val="00FE1EFB"/>
    <w:rsid w:val="00FE31BD"/>
    <w:rsid w:val="00FE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28"/>
    <w:rPr>
      <w:rFonts w:ascii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928"/>
    <w:pPr>
      <w:keepNext/>
      <w:spacing w:line="360" w:lineRule="auto"/>
      <w:jc w:val="center"/>
      <w:outlineLvl w:val="0"/>
    </w:pPr>
    <w:rPr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6928"/>
    <w:rPr>
      <w:rFonts w:ascii="Cambria" w:hAnsi="Cambria" w:cs="Cambria"/>
      <w:b/>
      <w:bCs/>
      <w:kern w:val="32"/>
      <w:sz w:val="32"/>
      <w:szCs w:val="32"/>
    </w:rPr>
  </w:style>
  <w:style w:type="paragraph" w:customStyle="1" w:styleId="14-1">
    <w:name w:val="текст14-1"/>
    <w:aliases w:val="5"/>
    <w:basedOn w:val="Normal"/>
    <w:uiPriority w:val="99"/>
    <w:rsid w:val="00436928"/>
    <w:pPr>
      <w:spacing w:line="360" w:lineRule="auto"/>
      <w:ind w:firstLine="709"/>
      <w:jc w:val="both"/>
    </w:pPr>
  </w:style>
  <w:style w:type="paragraph" w:styleId="Footer">
    <w:name w:val="footer"/>
    <w:basedOn w:val="Normal"/>
    <w:link w:val="FooterChar"/>
    <w:uiPriority w:val="99"/>
    <w:rsid w:val="00436928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6928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436928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4369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928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36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6928"/>
    <w:rPr>
      <w:rFonts w:ascii="Tahoma" w:hAnsi="Tahoma" w:cs="Tahoma"/>
      <w:sz w:val="16"/>
      <w:szCs w:val="16"/>
    </w:rPr>
  </w:style>
  <w:style w:type="paragraph" w:customStyle="1" w:styleId="14-15">
    <w:name w:val="14-15"/>
    <w:basedOn w:val="BodyTextIndent"/>
    <w:uiPriority w:val="99"/>
    <w:rsid w:val="00C85FAB"/>
    <w:pPr>
      <w:spacing w:after="0" w:line="360" w:lineRule="auto"/>
      <w:ind w:left="0" w:firstLine="709"/>
      <w:jc w:val="both"/>
    </w:pPr>
    <w:rPr>
      <w:kern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C85F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5FAB"/>
    <w:rPr>
      <w:rFonts w:ascii="Times New Roman" w:hAnsi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2A07A0"/>
    <w:pPr>
      <w:spacing w:after="120" w:line="480" w:lineRule="auto"/>
      <w:ind w:left="283"/>
      <w:jc w:val="center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07A0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A07A0"/>
    <w:pPr>
      <w:spacing w:after="120"/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A07A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543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110</Words>
  <Characters>631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Mashb7</dc:creator>
  <cp:keywords/>
  <dc:description/>
  <cp:lastModifiedBy>user</cp:lastModifiedBy>
  <cp:revision>2</cp:revision>
  <cp:lastPrinted>2018-02-14T11:22:00Z</cp:lastPrinted>
  <dcterms:created xsi:type="dcterms:W3CDTF">2018-02-14T13:10:00Z</dcterms:created>
  <dcterms:modified xsi:type="dcterms:W3CDTF">2018-02-14T13:10:00Z</dcterms:modified>
</cp:coreProperties>
</file>