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A8A" w:rsidRPr="001340DF" w:rsidRDefault="004B5A8A" w:rsidP="001340DF">
      <w:pPr>
        <w:ind w:left="3969"/>
        <w:jc w:val="center"/>
        <w:rPr>
          <w:rFonts w:ascii="Times New Roman CYR" w:hAnsi="Times New Roman CYR" w:cs="Times New Roman CYR"/>
        </w:rPr>
      </w:pPr>
      <w:r w:rsidRPr="001340DF">
        <w:rPr>
          <w:rFonts w:ascii="Times New Roman CYR" w:hAnsi="Times New Roman CYR" w:cs="Times New Roman CYR"/>
        </w:rPr>
        <w:t xml:space="preserve">Приложение </w:t>
      </w:r>
    </w:p>
    <w:p w:rsidR="004B5A8A" w:rsidRDefault="004B5A8A" w:rsidP="001340DF">
      <w:pPr>
        <w:ind w:left="3969"/>
        <w:jc w:val="center"/>
        <w:rPr>
          <w:rFonts w:ascii="Times New Roman CYR" w:hAnsi="Times New Roman CYR" w:cs="Times New Roman CYR"/>
        </w:rPr>
      </w:pPr>
      <w:r w:rsidRPr="001340DF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4B5A8A" w:rsidRPr="001340DF" w:rsidRDefault="004B5A8A" w:rsidP="001340DF">
      <w:pPr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12 февраля 2018 г. № 140/1152-7</w:t>
      </w:r>
    </w:p>
    <w:p w:rsidR="004B5A8A" w:rsidRDefault="004B5A8A" w:rsidP="001340DF">
      <w:pPr>
        <w:jc w:val="center"/>
        <w:rPr>
          <w:b/>
          <w:bCs/>
          <w:sz w:val="28"/>
          <w:szCs w:val="28"/>
        </w:rPr>
      </w:pPr>
    </w:p>
    <w:p w:rsidR="004B5A8A" w:rsidRPr="001340DF" w:rsidRDefault="004B5A8A" w:rsidP="001340DF">
      <w:pPr>
        <w:jc w:val="center"/>
        <w:rPr>
          <w:b/>
          <w:bCs/>
          <w:sz w:val="28"/>
          <w:szCs w:val="28"/>
        </w:rPr>
      </w:pPr>
    </w:p>
    <w:p w:rsidR="004B5A8A" w:rsidRPr="001340DF" w:rsidRDefault="004B5A8A" w:rsidP="001340DF">
      <w:pPr>
        <w:jc w:val="center"/>
        <w:rPr>
          <w:b/>
          <w:bCs/>
          <w:sz w:val="28"/>
          <w:szCs w:val="28"/>
        </w:rPr>
      </w:pPr>
    </w:p>
    <w:p w:rsidR="004B5A8A" w:rsidRPr="001340DF" w:rsidRDefault="004B5A8A" w:rsidP="001340DF">
      <w:pPr>
        <w:jc w:val="center"/>
        <w:rPr>
          <w:b/>
          <w:bCs/>
          <w:sz w:val="28"/>
          <w:szCs w:val="28"/>
        </w:rPr>
      </w:pPr>
      <w:r w:rsidRPr="001340DF">
        <w:rPr>
          <w:b/>
          <w:bCs/>
          <w:sz w:val="28"/>
          <w:szCs w:val="28"/>
        </w:rPr>
        <w:t>СПИСОК</w:t>
      </w:r>
    </w:p>
    <w:p w:rsidR="004B5A8A" w:rsidRPr="001340DF" w:rsidRDefault="004B5A8A" w:rsidP="001340DF">
      <w:pPr>
        <w:jc w:val="center"/>
        <w:rPr>
          <w:b/>
          <w:bCs/>
          <w:sz w:val="28"/>
          <w:szCs w:val="28"/>
        </w:rPr>
      </w:pPr>
      <w:r w:rsidRPr="001340DF">
        <w:rPr>
          <w:b/>
          <w:bCs/>
          <w:sz w:val="28"/>
          <w:szCs w:val="28"/>
        </w:rPr>
        <w:t xml:space="preserve">доверенных лиц </w:t>
      </w:r>
    </w:p>
    <w:p w:rsidR="004B5A8A" w:rsidRPr="001340DF" w:rsidRDefault="004B5A8A" w:rsidP="001340DF">
      <w:pPr>
        <w:jc w:val="center"/>
        <w:rPr>
          <w:b/>
          <w:bCs/>
          <w:sz w:val="28"/>
          <w:szCs w:val="28"/>
        </w:rPr>
      </w:pPr>
      <w:r w:rsidRPr="001340DF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</w:p>
    <w:p w:rsidR="004B5A8A" w:rsidRPr="001340DF" w:rsidRDefault="004B5A8A" w:rsidP="001340DF">
      <w:pPr>
        <w:jc w:val="center"/>
        <w:rPr>
          <w:b/>
          <w:bCs/>
          <w:sz w:val="28"/>
          <w:szCs w:val="28"/>
        </w:rPr>
      </w:pPr>
      <w:r w:rsidRPr="001340DF">
        <w:rPr>
          <w:b/>
          <w:bCs/>
          <w:sz w:val="28"/>
          <w:szCs w:val="28"/>
        </w:rPr>
        <w:t>Бориса Юрьевича Титова</w:t>
      </w:r>
    </w:p>
    <w:p w:rsidR="004B5A8A" w:rsidRPr="001340DF" w:rsidRDefault="004B5A8A" w:rsidP="001340DF">
      <w:pPr>
        <w:jc w:val="center"/>
        <w:rPr>
          <w:b/>
          <w:bCs/>
          <w:sz w:val="28"/>
          <w:szCs w:val="28"/>
        </w:rPr>
      </w:pPr>
    </w:p>
    <w:p w:rsidR="004B5A8A" w:rsidRPr="001340DF" w:rsidRDefault="004B5A8A" w:rsidP="001340DF">
      <w:pPr>
        <w:spacing w:line="360" w:lineRule="auto"/>
        <w:ind w:firstLine="710"/>
        <w:jc w:val="both"/>
        <w:rPr>
          <w:sz w:val="28"/>
          <w:szCs w:val="28"/>
        </w:rPr>
      </w:pPr>
      <w:r w:rsidRPr="001340DF">
        <w:rPr>
          <w:sz w:val="28"/>
          <w:szCs w:val="28"/>
        </w:rPr>
        <w:t>1. Титов Павел Борисович</w:t>
      </w:r>
    </w:p>
    <w:p w:rsidR="004B5A8A" w:rsidRPr="001340DF" w:rsidRDefault="004B5A8A" w:rsidP="001340DF">
      <w:pPr>
        <w:spacing w:line="360" w:lineRule="auto"/>
        <w:ind w:firstLine="710"/>
        <w:jc w:val="both"/>
        <w:rPr>
          <w:sz w:val="28"/>
          <w:szCs w:val="28"/>
        </w:rPr>
      </w:pPr>
      <w:r w:rsidRPr="001340DF">
        <w:rPr>
          <w:sz w:val="28"/>
          <w:szCs w:val="28"/>
        </w:rPr>
        <w:t>2. Шелпаков Павел Александрович</w:t>
      </w:r>
    </w:p>
    <w:p w:rsidR="004B5A8A" w:rsidRPr="001340DF" w:rsidRDefault="004B5A8A" w:rsidP="001340DF">
      <w:pPr>
        <w:spacing w:line="360" w:lineRule="auto"/>
        <w:ind w:firstLine="710"/>
        <w:jc w:val="both"/>
        <w:rPr>
          <w:sz w:val="28"/>
          <w:szCs w:val="28"/>
        </w:rPr>
      </w:pPr>
      <w:r w:rsidRPr="001340DF">
        <w:rPr>
          <w:sz w:val="28"/>
          <w:szCs w:val="28"/>
        </w:rPr>
        <w:t>3. Юдина Татьяна Александровна</w:t>
      </w:r>
    </w:p>
    <w:p w:rsidR="004B5A8A" w:rsidRPr="001340DF" w:rsidRDefault="004B5A8A" w:rsidP="001340DF">
      <w:pPr>
        <w:spacing w:line="360" w:lineRule="auto"/>
        <w:ind w:firstLine="710"/>
        <w:jc w:val="both"/>
        <w:rPr>
          <w:sz w:val="28"/>
          <w:szCs w:val="28"/>
        </w:rPr>
      </w:pPr>
      <w:r w:rsidRPr="001340DF">
        <w:rPr>
          <w:sz w:val="28"/>
          <w:szCs w:val="28"/>
        </w:rPr>
        <w:t>4. Юров Александр Александрович</w:t>
      </w:r>
    </w:p>
    <w:p w:rsidR="004B5A8A" w:rsidRPr="001340DF" w:rsidRDefault="004B5A8A" w:rsidP="001340DF">
      <w:pPr>
        <w:spacing w:line="360" w:lineRule="auto"/>
        <w:ind w:firstLine="710"/>
        <w:jc w:val="both"/>
        <w:rPr>
          <w:sz w:val="28"/>
          <w:szCs w:val="28"/>
        </w:rPr>
      </w:pPr>
      <w:r w:rsidRPr="001340DF">
        <w:rPr>
          <w:sz w:val="28"/>
          <w:szCs w:val="28"/>
        </w:rPr>
        <w:t>5. Ярославцева Татьяна Геннадьевна.</w:t>
      </w:r>
    </w:p>
    <w:p w:rsidR="004B5A8A" w:rsidRPr="001340DF" w:rsidRDefault="004B5A8A" w:rsidP="001340DF">
      <w:pPr>
        <w:jc w:val="center"/>
        <w:rPr>
          <w:b/>
          <w:bCs/>
          <w:sz w:val="28"/>
          <w:szCs w:val="28"/>
        </w:rPr>
      </w:pPr>
    </w:p>
    <w:p w:rsidR="004B5A8A" w:rsidRPr="003E6710" w:rsidRDefault="004B5A8A">
      <w:pPr>
        <w:rPr>
          <w:sz w:val="28"/>
          <w:szCs w:val="28"/>
        </w:rPr>
      </w:pPr>
    </w:p>
    <w:sectPr w:rsidR="004B5A8A" w:rsidRPr="003E6710" w:rsidSect="009C6F69">
      <w:headerReference w:type="default" r:id="rId6"/>
      <w:footerReference w:type="default" r:id="rId7"/>
      <w:footerReference w:type="first" r:id="rId8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A8A" w:rsidRDefault="004B5A8A" w:rsidP="001340DF">
      <w:r>
        <w:separator/>
      </w:r>
    </w:p>
  </w:endnote>
  <w:endnote w:type="continuationSeparator" w:id="0">
    <w:p w:rsidR="004B5A8A" w:rsidRDefault="004B5A8A" w:rsidP="00134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8A" w:rsidRDefault="004B5A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8A" w:rsidRDefault="004B5A8A">
    <w:pPr>
      <w:pStyle w:val="Footer"/>
    </w:pPr>
    <w:fldSimple w:instr=" FILENAME   \* MERGEFORMAT ">
      <w:r w:rsidRPr="002159B9">
        <w:rPr>
          <w:noProof/>
          <w:sz w:val="16"/>
          <w:szCs w:val="16"/>
        </w:rPr>
        <w:t>m0302018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A8A" w:rsidRDefault="004B5A8A" w:rsidP="001340DF">
      <w:r>
        <w:separator/>
      </w:r>
    </w:p>
  </w:footnote>
  <w:footnote w:type="continuationSeparator" w:id="0">
    <w:p w:rsidR="004B5A8A" w:rsidRDefault="004B5A8A" w:rsidP="001340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8A" w:rsidRDefault="004B5A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0DF"/>
    <w:rsid w:val="0000145E"/>
    <w:rsid w:val="000015AA"/>
    <w:rsid w:val="00001C76"/>
    <w:rsid w:val="00001D75"/>
    <w:rsid w:val="00001E01"/>
    <w:rsid w:val="00003066"/>
    <w:rsid w:val="00003268"/>
    <w:rsid w:val="0000391F"/>
    <w:rsid w:val="00003A82"/>
    <w:rsid w:val="00003C8D"/>
    <w:rsid w:val="00003E75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3014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DA5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5B5"/>
    <w:rsid w:val="000257FA"/>
    <w:rsid w:val="00025933"/>
    <w:rsid w:val="00025D79"/>
    <w:rsid w:val="000263CE"/>
    <w:rsid w:val="00026C4E"/>
    <w:rsid w:val="000270D8"/>
    <w:rsid w:val="000277C1"/>
    <w:rsid w:val="00027BE9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5DA9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06A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9D0"/>
    <w:rsid w:val="000A3BA2"/>
    <w:rsid w:val="000A3C66"/>
    <w:rsid w:val="000A431A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7E1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C7EBF"/>
    <w:rsid w:val="000D035E"/>
    <w:rsid w:val="000D0714"/>
    <w:rsid w:val="000D0E11"/>
    <w:rsid w:val="000D0F2E"/>
    <w:rsid w:val="000D1DDB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A4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0DCF"/>
    <w:rsid w:val="000F1078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125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5E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7BE"/>
    <w:rsid w:val="00113DA0"/>
    <w:rsid w:val="00114121"/>
    <w:rsid w:val="0011430A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17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0DF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86D"/>
    <w:rsid w:val="00152B9A"/>
    <w:rsid w:val="00152CA9"/>
    <w:rsid w:val="00152F42"/>
    <w:rsid w:val="001532B0"/>
    <w:rsid w:val="001534F8"/>
    <w:rsid w:val="0015363E"/>
    <w:rsid w:val="00153F96"/>
    <w:rsid w:val="00154383"/>
    <w:rsid w:val="0015448A"/>
    <w:rsid w:val="00154E8F"/>
    <w:rsid w:val="0015500D"/>
    <w:rsid w:val="001552B4"/>
    <w:rsid w:val="001553C6"/>
    <w:rsid w:val="0015577B"/>
    <w:rsid w:val="00157259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0F49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BE9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1CA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DE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3E4B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6D97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16D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DF9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DDD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59B9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A10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1C8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4C7"/>
    <w:rsid w:val="00296AFA"/>
    <w:rsid w:val="002977C0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61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0F8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3447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23B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E04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ED7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37D59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1E3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67A51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DD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545"/>
    <w:rsid w:val="00381671"/>
    <w:rsid w:val="003818BD"/>
    <w:rsid w:val="00381AF6"/>
    <w:rsid w:val="00381BE9"/>
    <w:rsid w:val="00382782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27B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015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5CED"/>
    <w:rsid w:val="003B624D"/>
    <w:rsid w:val="003B66E6"/>
    <w:rsid w:val="003B68FD"/>
    <w:rsid w:val="003B71AB"/>
    <w:rsid w:val="003B731E"/>
    <w:rsid w:val="003B75AC"/>
    <w:rsid w:val="003B75CC"/>
    <w:rsid w:val="003C13FA"/>
    <w:rsid w:val="003C1725"/>
    <w:rsid w:val="003C1847"/>
    <w:rsid w:val="003C18CA"/>
    <w:rsid w:val="003C1A69"/>
    <w:rsid w:val="003C1CF3"/>
    <w:rsid w:val="003C2765"/>
    <w:rsid w:val="003C29C5"/>
    <w:rsid w:val="003C3104"/>
    <w:rsid w:val="003C38E2"/>
    <w:rsid w:val="003C3BCA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5E7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25E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4D6B"/>
    <w:rsid w:val="004059A8"/>
    <w:rsid w:val="00405C69"/>
    <w:rsid w:val="00405EAE"/>
    <w:rsid w:val="00405F4D"/>
    <w:rsid w:val="004061FF"/>
    <w:rsid w:val="00406573"/>
    <w:rsid w:val="00406678"/>
    <w:rsid w:val="0040677D"/>
    <w:rsid w:val="0040686F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1E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2B3"/>
    <w:rsid w:val="0042434D"/>
    <w:rsid w:val="004244EE"/>
    <w:rsid w:val="00425B1C"/>
    <w:rsid w:val="00425C84"/>
    <w:rsid w:val="00425E10"/>
    <w:rsid w:val="00425F7F"/>
    <w:rsid w:val="00426041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4F8F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776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ED7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88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19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5A8A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CD5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1BD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07538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93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1D3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4AD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0DD4"/>
    <w:rsid w:val="00571141"/>
    <w:rsid w:val="00571E41"/>
    <w:rsid w:val="00571F26"/>
    <w:rsid w:val="00572675"/>
    <w:rsid w:val="00572721"/>
    <w:rsid w:val="00572D75"/>
    <w:rsid w:val="00572F2A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35"/>
    <w:rsid w:val="00583681"/>
    <w:rsid w:val="005836C8"/>
    <w:rsid w:val="0058370A"/>
    <w:rsid w:val="00583A4A"/>
    <w:rsid w:val="00583CE5"/>
    <w:rsid w:val="005841A7"/>
    <w:rsid w:val="0058446F"/>
    <w:rsid w:val="00584541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0D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319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7F1"/>
    <w:rsid w:val="005A7A0C"/>
    <w:rsid w:val="005A7EED"/>
    <w:rsid w:val="005A7FAF"/>
    <w:rsid w:val="005B04B0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23A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7DD"/>
    <w:rsid w:val="005D5EAF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241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9CA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611"/>
    <w:rsid w:val="00602A40"/>
    <w:rsid w:val="00602C86"/>
    <w:rsid w:val="00602FDA"/>
    <w:rsid w:val="006038A4"/>
    <w:rsid w:val="006039A1"/>
    <w:rsid w:val="00603E54"/>
    <w:rsid w:val="00603F66"/>
    <w:rsid w:val="00604802"/>
    <w:rsid w:val="0060498D"/>
    <w:rsid w:val="00604B33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830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143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4CF"/>
    <w:rsid w:val="00640765"/>
    <w:rsid w:val="006408C1"/>
    <w:rsid w:val="00640944"/>
    <w:rsid w:val="00640B5D"/>
    <w:rsid w:val="0064150B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AFA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AC3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18B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1FC5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4A31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BA5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3A7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619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E7FAF"/>
    <w:rsid w:val="006F0139"/>
    <w:rsid w:val="006F01C8"/>
    <w:rsid w:val="006F01EF"/>
    <w:rsid w:val="006F0373"/>
    <w:rsid w:val="006F0506"/>
    <w:rsid w:val="006F082F"/>
    <w:rsid w:val="006F10E1"/>
    <w:rsid w:val="006F122A"/>
    <w:rsid w:val="006F1358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8D6"/>
    <w:rsid w:val="00702D7A"/>
    <w:rsid w:val="007030BC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2D60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96E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3CD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5F5A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4EEF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0D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0C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7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ACD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672"/>
    <w:rsid w:val="007C5BC8"/>
    <w:rsid w:val="007C5C28"/>
    <w:rsid w:val="007C5D59"/>
    <w:rsid w:val="007C6196"/>
    <w:rsid w:val="007C6634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180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161"/>
    <w:rsid w:val="007F32FA"/>
    <w:rsid w:val="007F3336"/>
    <w:rsid w:val="007F387D"/>
    <w:rsid w:val="007F38FB"/>
    <w:rsid w:val="007F3CD2"/>
    <w:rsid w:val="007F3FC9"/>
    <w:rsid w:val="007F449D"/>
    <w:rsid w:val="007F47F4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1669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82A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B45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551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0C7D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C57"/>
    <w:rsid w:val="008D7E91"/>
    <w:rsid w:val="008D7F16"/>
    <w:rsid w:val="008E0275"/>
    <w:rsid w:val="008E05A4"/>
    <w:rsid w:val="008E07CF"/>
    <w:rsid w:val="008E0E31"/>
    <w:rsid w:val="008E16B9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4F43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04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1F9D"/>
    <w:rsid w:val="009224E2"/>
    <w:rsid w:val="00922E87"/>
    <w:rsid w:val="00922FAC"/>
    <w:rsid w:val="00922FD5"/>
    <w:rsid w:val="00923013"/>
    <w:rsid w:val="00923207"/>
    <w:rsid w:val="009232E4"/>
    <w:rsid w:val="009234D6"/>
    <w:rsid w:val="00923AC3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C68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7AF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34D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6F69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8AA"/>
    <w:rsid w:val="009F0AD7"/>
    <w:rsid w:val="009F1211"/>
    <w:rsid w:val="009F1E02"/>
    <w:rsid w:val="009F255D"/>
    <w:rsid w:val="009F2913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0A3"/>
    <w:rsid w:val="00A0315E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B25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C9F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3218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0289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A2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4A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97EC4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B2"/>
    <w:rsid w:val="00AB5AEF"/>
    <w:rsid w:val="00AB69F0"/>
    <w:rsid w:val="00AB69F9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D1B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9E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51B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483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52B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1F5"/>
    <w:rsid w:val="00B634C9"/>
    <w:rsid w:val="00B636BA"/>
    <w:rsid w:val="00B63B3A"/>
    <w:rsid w:val="00B63B8B"/>
    <w:rsid w:val="00B6401C"/>
    <w:rsid w:val="00B644A6"/>
    <w:rsid w:val="00B64900"/>
    <w:rsid w:val="00B64C0C"/>
    <w:rsid w:val="00B64EE9"/>
    <w:rsid w:val="00B651F2"/>
    <w:rsid w:val="00B65682"/>
    <w:rsid w:val="00B65F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1F3A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5EF3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39C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BED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15F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6F25"/>
    <w:rsid w:val="00C270F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749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BEB"/>
    <w:rsid w:val="00C42E5E"/>
    <w:rsid w:val="00C42F91"/>
    <w:rsid w:val="00C4328B"/>
    <w:rsid w:val="00C43675"/>
    <w:rsid w:val="00C43FDD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951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4C9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77F68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48D"/>
    <w:rsid w:val="00C9598C"/>
    <w:rsid w:val="00C9645D"/>
    <w:rsid w:val="00C9666B"/>
    <w:rsid w:val="00C96A8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AF9"/>
    <w:rsid w:val="00CB4EBF"/>
    <w:rsid w:val="00CB5725"/>
    <w:rsid w:val="00CB58CB"/>
    <w:rsid w:val="00CB5CCD"/>
    <w:rsid w:val="00CB5EBE"/>
    <w:rsid w:val="00CB5F11"/>
    <w:rsid w:val="00CB6700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19D8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B4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4C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3C23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5DD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23B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1DD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26F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7C4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3944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23D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440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120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5B2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0E8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7AB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5A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AD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C37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3FF7"/>
    <w:rsid w:val="00E74A8F"/>
    <w:rsid w:val="00E74AE0"/>
    <w:rsid w:val="00E74F61"/>
    <w:rsid w:val="00E754D1"/>
    <w:rsid w:val="00E759E6"/>
    <w:rsid w:val="00E75BE9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67D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3F6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EF7EED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667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03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56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9AB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6F0E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1F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CD0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88"/>
    <w:rsid w:val="00FD1AF3"/>
    <w:rsid w:val="00FD26CD"/>
    <w:rsid w:val="00FD2C4A"/>
    <w:rsid w:val="00FD3767"/>
    <w:rsid w:val="00FD42C5"/>
    <w:rsid w:val="00FD49FB"/>
    <w:rsid w:val="00FD4D0E"/>
    <w:rsid w:val="00FD5646"/>
    <w:rsid w:val="00FD5FEE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1340D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340DF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1340D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340DF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159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9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57</Words>
  <Characters>327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Пузырева Надежда Николаевна</dc:creator>
  <cp:keywords/>
  <dc:description/>
  <cp:lastModifiedBy>user</cp:lastModifiedBy>
  <cp:revision>2</cp:revision>
  <cp:lastPrinted>2018-02-12T14:04:00Z</cp:lastPrinted>
  <dcterms:created xsi:type="dcterms:W3CDTF">2018-02-12T14:54:00Z</dcterms:created>
  <dcterms:modified xsi:type="dcterms:W3CDTF">2018-02-12T14:54:00Z</dcterms:modified>
</cp:coreProperties>
</file>