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26B2" w:rsidRDefault="00F426B2" w:rsidP="00AA6047">
      <w:pPr>
        <w:pStyle w:val="BodyText2"/>
        <w:widowControl w:val="0"/>
        <w:spacing w:before="120" w:line="240" w:lineRule="exact"/>
        <w:ind w:left="7371" w:right="-57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F426B2" w:rsidRDefault="00F426B2" w:rsidP="00AA6047">
      <w:pPr>
        <w:pStyle w:val="BodyText2"/>
        <w:widowControl w:val="0"/>
        <w:spacing w:line="240" w:lineRule="exact"/>
        <w:ind w:left="7371" w:right="-5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F426B2" w:rsidRDefault="00F426B2" w:rsidP="00AA6047">
      <w:pPr>
        <w:spacing w:before="0" w:after="240" w:line="240" w:lineRule="exact"/>
        <w:ind w:left="7371" w:right="-57"/>
        <w:jc w:val="center"/>
      </w:pPr>
      <w:r w:rsidRPr="0044407D">
        <w:t>от 0</w:t>
      </w:r>
      <w:r>
        <w:t>8</w:t>
      </w:r>
      <w:r w:rsidRPr="0044407D">
        <w:t xml:space="preserve"> февраля 2018 г. № 13</w:t>
      </w:r>
      <w:r>
        <w:t>9</w:t>
      </w:r>
      <w:r w:rsidRPr="0044407D">
        <w:t>/11</w:t>
      </w:r>
      <w:r>
        <w:t>47</w:t>
      </w:r>
      <w:r w:rsidRPr="0044407D">
        <w:t>-7</w:t>
      </w:r>
    </w:p>
    <w:tbl>
      <w:tblPr>
        <w:tblW w:w="11199" w:type="dxa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2851"/>
        <w:gridCol w:w="5271"/>
        <w:gridCol w:w="1801"/>
        <w:gridCol w:w="1276"/>
      </w:tblGrid>
      <w:tr w:rsidR="00F426B2" w:rsidRPr="00DB637F">
        <w:trPr>
          <w:cantSplit/>
          <w:jc w:val="center"/>
        </w:trPr>
        <w:tc>
          <w:tcPr>
            <w:tcW w:w="8122" w:type="dxa"/>
            <w:gridSpan w:val="2"/>
            <w:tcMar>
              <w:left w:w="57" w:type="dxa"/>
              <w:right w:w="57" w:type="dxa"/>
            </w:tcMar>
          </w:tcPr>
          <w:p w:rsidR="00F426B2" w:rsidRDefault="00F426B2" w:rsidP="00D05760">
            <w:pPr>
              <w:pStyle w:val="caaieiaie1"/>
              <w:keepNext w:val="0"/>
              <w:spacing w:before="120"/>
              <w:rPr>
                <w:rFonts w:ascii="Times New Roman CYR" w:hAnsi="Times New Roman CYR" w:cs="Times New Roman CYR"/>
                <w:sz w:val="32"/>
                <w:szCs w:val="32"/>
              </w:rPr>
            </w:pPr>
            <w:r>
              <w:rPr>
                <w:rFonts w:ascii="Times New Roman CYR" w:hAnsi="Times New Roman CYR" w:cs="Times New Roman CYR"/>
                <w:sz w:val="32"/>
                <w:szCs w:val="32"/>
              </w:rPr>
              <w:t>ИЗБИРАТЕЛЬНЫЙ БЮЛЛЕТЕНЬ</w:t>
            </w:r>
          </w:p>
          <w:p w:rsidR="00F426B2" w:rsidRDefault="00F426B2" w:rsidP="00D05760">
            <w:pPr>
              <w:pStyle w:val="BodyText2"/>
              <w:widowControl w:val="0"/>
              <w:rPr>
                <w:b/>
                <w:bCs/>
                <w:i/>
                <w:iCs/>
              </w:rPr>
            </w:pPr>
            <w:r>
              <w:rPr>
                <w:b/>
                <w:bCs/>
                <w:sz w:val="28"/>
                <w:szCs w:val="28"/>
              </w:rPr>
              <w:t>для голосования на выборах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b/>
                <w:bCs/>
                <w:sz w:val="32"/>
                <w:szCs w:val="32"/>
              </w:rPr>
              <w:t>Президента Российской Федерации</w:t>
            </w:r>
          </w:p>
          <w:p w:rsidR="00F426B2" w:rsidRDefault="00F426B2" w:rsidP="00D05760">
            <w:pPr>
              <w:pStyle w:val="Header"/>
              <w:widowControl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F426B2" w:rsidRDefault="00F426B2" w:rsidP="00D05760">
            <w:pPr>
              <w:pStyle w:val="Header"/>
              <w:widowControl w:val="0"/>
              <w:rPr>
                <w:rFonts w:ascii="Times New Roman CYR" w:hAnsi="Times New Roman CYR" w:cs="Times New Roman CYR"/>
                <w:b/>
                <w:bCs/>
              </w:rPr>
            </w:pPr>
            <w:r>
              <w:rPr>
                <w:rFonts w:ascii="Times New Roman CYR" w:hAnsi="Times New Roman CYR" w:cs="Times New Roman CYR"/>
                <w:b/>
                <w:bCs/>
                <w:lang w:val="en-US"/>
              </w:rPr>
              <w:t>18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марта 201</w:t>
            </w:r>
            <w:r>
              <w:rPr>
                <w:rFonts w:ascii="Times New Roman CYR" w:hAnsi="Times New Roman CYR" w:cs="Times New Roman CYR"/>
                <w:b/>
                <w:bCs/>
                <w:lang w:val="en-US"/>
              </w:rPr>
              <w:t>8</w:t>
            </w:r>
            <w:r>
              <w:rPr>
                <w:rFonts w:ascii="Times New Roman CYR" w:hAnsi="Times New Roman CYR" w:cs="Times New Roman CYR"/>
                <w:b/>
                <w:bCs/>
              </w:rPr>
              <w:t xml:space="preserve"> года</w:t>
            </w:r>
          </w:p>
          <w:p w:rsidR="00F426B2" w:rsidRPr="002014DE" w:rsidRDefault="00F426B2" w:rsidP="002014DE">
            <w:pPr>
              <w:widowControl w:val="0"/>
              <w:spacing w:before="0" w:after="0"/>
              <w:jc w:val="center"/>
              <w:rPr>
                <w:rFonts w:ascii="Courier New" w:hAnsi="Courier New" w:cs="Courier New"/>
                <w:sz w:val="28"/>
                <w:szCs w:val="28"/>
              </w:rPr>
            </w:pPr>
          </w:p>
        </w:tc>
        <w:tc>
          <w:tcPr>
            <w:tcW w:w="3077" w:type="dxa"/>
            <w:gridSpan w:val="2"/>
            <w:tcMar>
              <w:left w:w="57" w:type="dxa"/>
              <w:right w:w="57" w:type="dxa"/>
            </w:tcMar>
          </w:tcPr>
          <w:p w:rsidR="00F426B2" w:rsidRPr="00DB637F" w:rsidRDefault="00F426B2" w:rsidP="002014DE">
            <w:pPr>
              <w:tabs>
                <w:tab w:val="left" w:pos="7030"/>
              </w:tabs>
              <w:suppressAutoHyphens/>
              <w:spacing w:before="0" w:after="0"/>
              <w:jc w:val="center"/>
              <w:rPr>
                <w:sz w:val="16"/>
                <w:szCs w:val="16"/>
              </w:rPr>
            </w:pPr>
          </w:p>
          <w:p w:rsidR="00F426B2" w:rsidRPr="00DB637F" w:rsidRDefault="00F426B2" w:rsidP="002014DE">
            <w:pPr>
              <w:widowControl w:val="0"/>
              <w:tabs>
                <w:tab w:val="left" w:pos="7030"/>
              </w:tabs>
              <w:suppressAutoHyphens/>
              <w:spacing w:before="0" w:after="0"/>
              <w:jc w:val="center"/>
              <w:rPr>
                <w:sz w:val="16"/>
                <w:szCs w:val="16"/>
              </w:rPr>
            </w:pPr>
            <w:r w:rsidRPr="00DB637F">
              <w:rPr>
                <w:sz w:val="16"/>
                <w:szCs w:val="16"/>
              </w:rPr>
              <w:t xml:space="preserve">(Место для размещения </w:t>
            </w:r>
            <w:r w:rsidRPr="00DB637F">
              <w:rPr>
                <w:sz w:val="16"/>
                <w:szCs w:val="16"/>
              </w:rPr>
              <w:br/>
              <w:t xml:space="preserve">специального знака (марки), </w:t>
            </w:r>
            <w:r w:rsidRPr="00DB637F">
              <w:rPr>
                <w:sz w:val="16"/>
                <w:szCs w:val="16"/>
              </w:rPr>
              <w:br/>
              <w:t xml:space="preserve">подписей двух членов участковой избирательной комиссии </w:t>
            </w:r>
            <w:r w:rsidRPr="00DB637F">
              <w:rPr>
                <w:sz w:val="16"/>
                <w:szCs w:val="16"/>
              </w:rPr>
              <w:br/>
              <w:t xml:space="preserve">с правом решающего голоса </w:t>
            </w:r>
            <w:r w:rsidRPr="00DB637F">
              <w:rPr>
                <w:sz w:val="16"/>
                <w:szCs w:val="16"/>
              </w:rPr>
              <w:br/>
              <w:t xml:space="preserve">и печати участковой </w:t>
            </w:r>
            <w:r w:rsidRPr="00DB637F">
              <w:rPr>
                <w:sz w:val="16"/>
                <w:szCs w:val="16"/>
              </w:rPr>
              <w:br/>
              <w:t>избирательной комиссии)</w:t>
            </w:r>
          </w:p>
        </w:tc>
      </w:tr>
      <w:tr w:rsidR="00F426B2" w:rsidRPr="00DB637F">
        <w:trPr>
          <w:cantSplit/>
          <w:trHeight w:val="349"/>
          <w:jc w:val="center"/>
        </w:trPr>
        <w:tc>
          <w:tcPr>
            <w:tcW w:w="11199" w:type="dxa"/>
            <w:gridSpan w:val="4"/>
            <w:tcBorders>
              <w:bottom w:val="single" w:sz="8" w:space="0" w:color="auto"/>
            </w:tcBorders>
            <w:tcMar>
              <w:left w:w="57" w:type="dxa"/>
              <w:right w:w="57" w:type="dxa"/>
            </w:tcMar>
          </w:tcPr>
          <w:p w:rsidR="00F426B2" w:rsidRPr="00371037" w:rsidRDefault="00F426B2" w:rsidP="002D3DE2">
            <w:pPr>
              <w:widowControl w:val="0"/>
              <w:numPr>
                <w:ilvl w:val="0"/>
                <w:numId w:val="3"/>
              </w:numPr>
              <w:spacing w:before="60" w:after="60"/>
              <w:ind w:left="0" w:firstLine="113"/>
              <w:rPr>
                <w:sz w:val="22"/>
                <w:szCs w:val="22"/>
              </w:rPr>
            </w:pPr>
            <w:r w:rsidRPr="00371037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РАЗЪЯСНЕНИЕ О ПОРЯДКЕ ЗАПОЛНЕНИЯ ИЗБИРАТЕЛЬНОГО БЮЛЛЕТЕНЯ</w:t>
            </w:r>
          </w:p>
        </w:tc>
      </w:tr>
      <w:tr w:rsidR="00F426B2" w:rsidRPr="00DB637F">
        <w:trPr>
          <w:cantSplit/>
          <w:jc w:val="center"/>
        </w:trPr>
        <w:tc>
          <w:tcPr>
            <w:tcW w:w="11199" w:type="dxa"/>
            <w:gridSpan w:val="4"/>
            <w:tcBorders>
              <w:top w:val="single" w:sz="8" w:space="0" w:color="auto"/>
            </w:tcBorders>
            <w:tcMar>
              <w:left w:w="57" w:type="dxa"/>
              <w:right w:w="57" w:type="dxa"/>
            </w:tcMar>
          </w:tcPr>
          <w:p w:rsidR="00F426B2" w:rsidRPr="005E1951" w:rsidRDefault="00F426B2" w:rsidP="005E1951">
            <w:pPr>
              <w:pStyle w:val="BlockQuotation"/>
              <w:widowControl/>
              <w:suppressAutoHyphens/>
              <w:spacing w:before="60"/>
              <w:ind w:left="113" w:right="113" w:firstLine="227"/>
              <w:rPr>
                <w:i/>
                <w:iCs/>
                <w:sz w:val="18"/>
                <w:szCs w:val="18"/>
              </w:rPr>
            </w:pPr>
            <w:r w:rsidRPr="005E1951">
              <w:rPr>
                <w:i/>
                <w:iCs/>
                <w:sz w:val="18"/>
                <w:szCs w:val="18"/>
              </w:rPr>
              <w:t xml:space="preserve">Поставьте любой знак в пустом квадрате справа от фамилии только одного зарегистрированного кандидата, </w:t>
            </w:r>
            <w:r w:rsidRPr="005E1951">
              <w:rPr>
                <w:i/>
                <w:iCs/>
                <w:sz w:val="18"/>
                <w:szCs w:val="18"/>
              </w:rPr>
              <w:br/>
              <w:t>в пользу которого сделан выбор.</w:t>
            </w:r>
          </w:p>
          <w:p w:rsidR="00F426B2" w:rsidRPr="00371037" w:rsidRDefault="00F426B2" w:rsidP="005E1951">
            <w:pPr>
              <w:pStyle w:val="BlockQuotation"/>
              <w:widowControl/>
              <w:suppressAutoHyphens/>
              <w:spacing w:before="60"/>
              <w:ind w:left="113" w:right="113" w:firstLine="227"/>
              <w:rPr>
                <w:i/>
                <w:iCs/>
                <w:sz w:val="18"/>
                <w:szCs w:val="18"/>
              </w:rPr>
            </w:pPr>
            <w:r w:rsidRPr="0098736D">
              <w:rPr>
                <w:i/>
                <w:iCs/>
                <w:sz w:val="18"/>
                <w:szCs w:val="18"/>
              </w:rPr>
              <w:t xml:space="preserve">Избирательный бюллетень, в котором любой знак (знаки) проставлен (проставлены) более чем в одном квадрате </w:t>
            </w:r>
            <w:r>
              <w:rPr>
                <w:i/>
                <w:iCs/>
                <w:sz w:val="18"/>
                <w:szCs w:val="18"/>
              </w:rPr>
              <w:br/>
            </w:r>
            <w:r w:rsidRPr="0098736D">
              <w:rPr>
                <w:i/>
                <w:iCs/>
                <w:sz w:val="18"/>
                <w:szCs w:val="18"/>
              </w:rPr>
              <w:t>либо не проставлен ни в одном из них, считается недействительным.</w:t>
            </w:r>
          </w:p>
          <w:p w:rsidR="00F426B2" w:rsidRPr="00371037" w:rsidRDefault="00F426B2" w:rsidP="005E1951">
            <w:pPr>
              <w:pStyle w:val="BlockQuotation"/>
              <w:widowControl/>
              <w:suppressAutoHyphens/>
              <w:spacing w:before="60"/>
              <w:ind w:left="113" w:right="113" w:firstLine="227"/>
              <w:rPr>
                <w:i/>
                <w:iCs/>
                <w:sz w:val="18"/>
                <w:szCs w:val="18"/>
              </w:rPr>
            </w:pPr>
            <w:r w:rsidRPr="00371037">
              <w:rPr>
                <w:i/>
                <w:iCs/>
                <w:sz w:val="18"/>
                <w:szCs w:val="18"/>
              </w:rPr>
              <w:t>Избирательный бюллетень</w:t>
            </w:r>
            <w:r>
              <w:rPr>
                <w:i/>
                <w:iCs/>
                <w:sz w:val="18"/>
                <w:szCs w:val="18"/>
              </w:rPr>
              <w:t xml:space="preserve">, изготовленный неофициально, либо </w:t>
            </w:r>
            <w:r w:rsidRPr="00371037">
              <w:rPr>
                <w:i/>
                <w:iCs/>
                <w:sz w:val="18"/>
                <w:szCs w:val="18"/>
              </w:rPr>
              <w:t xml:space="preserve">не заверенный подписями двух членов участковой избирательной комиссии с правом решающего голоса и печатью участковой избирательной комиссии, </w:t>
            </w:r>
            <w:r>
              <w:rPr>
                <w:i/>
                <w:iCs/>
                <w:sz w:val="18"/>
                <w:szCs w:val="18"/>
              </w:rPr>
              <w:t xml:space="preserve">либо не </w:t>
            </w:r>
            <w:r>
              <w:rPr>
                <w:i/>
                <w:iCs/>
                <w:sz w:val="18"/>
                <w:szCs w:val="18"/>
              </w:rPr>
              <w:br/>
              <w:t>содержащий</w:t>
            </w:r>
            <w:r w:rsidRPr="00371037">
              <w:rPr>
                <w:i/>
                <w:iCs/>
                <w:sz w:val="18"/>
                <w:szCs w:val="18"/>
              </w:rPr>
              <w:t xml:space="preserve"> специального знака (марки)</w:t>
            </w:r>
            <w:r>
              <w:rPr>
                <w:i/>
                <w:iCs/>
                <w:sz w:val="18"/>
                <w:szCs w:val="18"/>
              </w:rPr>
              <w:t xml:space="preserve">, </w:t>
            </w:r>
            <w:r w:rsidRPr="00371037">
              <w:rPr>
                <w:i/>
                <w:iCs/>
                <w:sz w:val="18"/>
                <w:szCs w:val="18"/>
              </w:rPr>
              <w:t>признается бюллетенем неустановленной формы и при подсчете голосов не учитывается.</w:t>
            </w:r>
          </w:p>
          <w:p w:rsidR="00F426B2" w:rsidRPr="004106FF" w:rsidRDefault="00F426B2" w:rsidP="009067D4">
            <w:pPr>
              <w:pStyle w:val="BlockQuotation"/>
              <w:suppressAutoHyphens/>
              <w:spacing w:before="60" w:after="60"/>
              <w:ind w:left="113" w:right="113" w:firstLine="227"/>
              <w:rPr>
                <w:sz w:val="20"/>
                <w:szCs w:val="20"/>
              </w:rPr>
            </w:pPr>
            <w:r w:rsidRPr="00371037">
              <w:rPr>
                <w:i/>
                <w:iCs/>
                <w:sz w:val="18"/>
                <w:szCs w:val="18"/>
              </w:rPr>
              <w:t>В случае использования прозрачных ящиков для голосования, в целях защиты тайны голосования избирателя, избирательный бюллетень складывается лицевой стороной внутрь</w: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AD1C9B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sz w:val="20"/>
                <w:szCs w:val="20"/>
              </w:rPr>
            </w:pPr>
            <w:r w:rsidRPr="00AD1C9B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БАБУРИН</w:t>
            </w:r>
            <w:r w:rsidRPr="00AD1C9B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Сергей</w:t>
            </w:r>
            <w:r w:rsidRPr="00AD1C9B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Николаевич</w:t>
            </w:r>
          </w:p>
        </w:tc>
        <w:tc>
          <w:tcPr>
            <w:tcW w:w="7072" w:type="dxa"/>
            <w:gridSpan w:val="2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2014DE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 xml:space="preserve">1959 года рождения; место жительства – город Москва; </w:t>
            </w:r>
            <w:r>
              <w:rPr>
                <w:color w:val="000000"/>
                <w:sz w:val="22"/>
                <w:szCs w:val="22"/>
              </w:rPr>
              <w:t>ф</w:t>
            </w:r>
            <w:r w:rsidRPr="008162C9">
              <w:rPr>
                <w:color w:val="000000"/>
                <w:sz w:val="22"/>
                <w:szCs w:val="22"/>
              </w:rPr>
              <w:t xml:space="preserve">едеральное государственное бюджетное учреждение науки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162C9">
              <w:rPr>
                <w:color w:val="000000"/>
                <w:sz w:val="22"/>
                <w:szCs w:val="22"/>
              </w:rPr>
              <w:t>Институт социально-политических исследований Российской академии наук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162C9">
              <w:rPr>
                <w:color w:val="000000"/>
                <w:sz w:val="22"/>
                <w:szCs w:val="22"/>
              </w:rPr>
              <w:t>, главный научный сотрудник; выдвинут политической партией «ОБЩЕСТВЕННАЯ ОРГАНИЗАЦИЯ – ПОЛИТИЧЕСКАЯ ПАРТИЯ «РОССИЙСКИЙ ОБЩЕНАРОДНЫЙ СОЮЗ»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Pr="00DB637F" w:rsidRDefault="00F426B2" w:rsidP="00D05760">
            <w:pPr>
              <w:widowControl w:val="0"/>
              <w:spacing w:after="24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noProof/>
              </w:rPr>
              <w:pict>
                <v:rect id="Rectangle 2" o:spid="_x0000_s1026" style="position:absolute;left:0;text-align:left;margin-left:12.25pt;margin-top:33.75pt;width:28.35pt;height:28.35pt;z-index:251654144;visibility:visible;mso-position-horizontal-relative:text;mso-position-vertical-relative:text" strokeweight="2pt"/>
              </w:pic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BE5925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sz w:val="20"/>
                <w:szCs w:val="20"/>
              </w:rPr>
            </w:pPr>
            <w:r w:rsidRPr="00AD1C9B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ГРУДИНИН</w:t>
            </w:r>
            <w:r w:rsidRPr="00AD1C9B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Павел</w:t>
            </w:r>
            <w:r w:rsidRPr="00AD1C9B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Николаевич</w:t>
            </w:r>
          </w:p>
        </w:tc>
        <w:tc>
          <w:tcPr>
            <w:tcW w:w="707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B07C7A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 xml:space="preserve">1960 года рождения; место жительства – Московская область, Ленинский район, пос. совхоза им. Ленина; </w:t>
            </w:r>
            <w:r>
              <w:rPr>
                <w:color w:val="000000"/>
                <w:sz w:val="22"/>
                <w:szCs w:val="22"/>
              </w:rPr>
              <w:t>з</w:t>
            </w:r>
            <w:r w:rsidRPr="008162C9">
              <w:rPr>
                <w:color w:val="000000"/>
                <w:sz w:val="22"/>
                <w:szCs w:val="22"/>
              </w:rPr>
              <w:t>акрытое акционерное общество «Совхоз имени Ленина», директор; депутат Совета депутатов муниципального образования городское поселение Видное Ленинского муниципального района Московской области на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162C9">
              <w:rPr>
                <w:color w:val="000000"/>
                <w:sz w:val="22"/>
                <w:szCs w:val="22"/>
              </w:rPr>
              <w:t>непостоянной основе; выдвинут политической партией «Политическая партия «КОММУНИСТИЧЕСКАЯ ПАРТИЯ РОССИЙСКОЙ ФЕДЕРАЦИИ»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Default="00F426B2" w:rsidP="00D05760">
            <w:pPr>
              <w:widowControl w:val="0"/>
              <w:spacing w:after="240"/>
              <w:jc w:val="center"/>
              <w:rPr>
                <w:i/>
                <w:iCs/>
                <w:noProof/>
                <w:sz w:val="22"/>
                <w:szCs w:val="22"/>
              </w:rPr>
            </w:pPr>
            <w:r>
              <w:rPr>
                <w:noProof/>
              </w:rPr>
              <w:pict>
                <v:rect id="Rectangle 8" o:spid="_x0000_s1027" style="position:absolute;left:0;text-align:left;margin-left:12.25pt;margin-top:35.25pt;width:28.35pt;height:28.35pt;z-index:251660288;visibility:visible;mso-position-horizontal-relative:text;mso-position-vertical-relative:text" strokeweight="2pt"/>
              </w:pic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C97BD8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sz w:val="20"/>
                <w:szCs w:val="20"/>
              </w:rPr>
            </w:pP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ЖИРИНОВСКИЙ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Владимир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Вольфович</w:t>
            </w:r>
          </w:p>
        </w:tc>
        <w:tc>
          <w:tcPr>
            <w:tcW w:w="707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B07C7A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>1946 года рождения; место жительства – город Москва; Государственная Дума Федерального Собрания Российской Федерации, депутат, руководитель фракции политической парти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8162C9">
              <w:rPr>
                <w:color w:val="000000"/>
                <w:sz w:val="22"/>
                <w:szCs w:val="22"/>
              </w:rPr>
              <w:t xml:space="preserve"> ЛДПР – Либерально-демократическ</w:t>
            </w:r>
            <w:r>
              <w:rPr>
                <w:color w:val="000000"/>
                <w:sz w:val="22"/>
                <w:szCs w:val="22"/>
              </w:rPr>
              <w:t>ой</w:t>
            </w:r>
            <w:r w:rsidRPr="008162C9">
              <w:rPr>
                <w:color w:val="000000"/>
                <w:sz w:val="22"/>
                <w:szCs w:val="22"/>
              </w:rPr>
              <w:t xml:space="preserve"> парти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8162C9">
              <w:rPr>
                <w:color w:val="000000"/>
                <w:sz w:val="22"/>
                <w:szCs w:val="22"/>
              </w:rPr>
              <w:t xml:space="preserve"> России; выдвинут политической партией «Политическая партия ЛДПР – Либерально-демократическая партия России»; член политической парти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8162C9">
              <w:rPr>
                <w:color w:val="000000"/>
                <w:sz w:val="22"/>
                <w:szCs w:val="22"/>
              </w:rPr>
              <w:t xml:space="preserve"> «Политическая партия </w:t>
            </w:r>
            <w:r>
              <w:rPr>
                <w:color w:val="000000"/>
                <w:sz w:val="22"/>
                <w:szCs w:val="22"/>
              </w:rPr>
              <w:br/>
            </w:r>
            <w:r w:rsidRPr="008162C9">
              <w:rPr>
                <w:color w:val="000000"/>
                <w:sz w:val="22"/>
                <w:szCs w:val="22"/>
              </w:rPr>
              <w:t>ЛДПР – Либерально-демократическая партия России», Руководитель Высшего Совета партии, Председатель партии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Default="00F426B2" w:rsidP="00D05760">
            <w:pPr>
              <w:widowControl w:val="0"/>
              <w:spacing w:after="240"/>
              <w:jc w:val="center"/>
              <w:rPr>
                <w:i/>
                <w:iCs/>
                <w:noProof/>
                <w:sz w:val="22"/>
                <w:szCs w:val="22"/>
              </w:rPr>
            </w:pPr>
            <w:r>
              <w:rPr>
                <w:noProof/>
              </w:rPr>
              <w:pict>
                <v:rect id="Rectangle 9" o:spid="_x0000_s1028" style="position:absolute;left:0;text-align:left;margin-left:12.25pt;margin-top:34.7pt;width:28.35pt;height:28.35pt;z-index:251661312;visibility:visible;mso-position-horizontal-relative:text;mso-position-vertical-relative:text" strokeweight="2pt"/>
              </w:pic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C97BD8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sz w:val="20"/>
                <w:szCs w:val="20"/>
              </w:rPr>
            </w:pP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ПУТИН</w:t>
            </w:r>
            <w:r w:rsidRPr="00936E11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Владимир</w:t>
            </w:r>
            <w:r w:rsidRPr="00936E11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Владимирович</w:t>
            </w:r>
          </w:p>
        </w:tc>
        <w:tc>
          <w:tcPr>
            <w:tcW w:w="707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D05760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 xml:space="preserve">1952 года рождения; место жительства – город Москва; </w:t>
            </w:r>
            <w:r>
              <w:rPr>
                <w:color w:val="000000"/>
                <w:sz w:val="22"/>
                <w:szCs w:val="22"/>
              </w:rPr>
              <w:br/>
            </w:r>
            <w:r w:rsidRPr="008162C9">
              <w:rPr>
                <w:color w:val="000000"/>
                <w:sz w:val="22"/>
                <w:szCs w:val="22"/>
              </w:rPr>
              <w:t>Президент Российской Федерации; самовыдвижение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Default="00F426B2" w:rsidP="00D05760">
            <w:pPr>
              <w:widowControl w:val="0"/>
              <w:spacing w:after="240"/>
              <w:jc w:val="center"/>
              <w:rPr>
                <w:i/>
                <w:iCs/>
                <w:noProof/>
                <w:sz w:val="22"/>
                <w:szCs w:val="22"/>
              </w:rPr>
            </w:pPr>
            <w:r>
              <w:rPr>
                <w:noProof/>
              </w:rPr>
              <w:pict>
                <v:rect id="Rectangle 3" o:spid="_x0000_s1029" style="position:absolute;left:0;text-align:left;margin-left:12.25pt;margin-top:35.15pt;width:28.35pt;height:28.35pt;z-index:251655168;visibility:visible;mso-position-horizontal-relative:text;mso-position-vertical-relative:text" strokeweight="2pt"/>
              </w:pic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C97BD8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noProof/>
                <w:sz w:val="26"/>
                <w:szCs w:val="26"/>
              </w:rPr>
            </w:pP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СОБЧАК</w:t>
            </w:r>
            <w:r w:rsidRPr="00A142B2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Ксения</w:t>
            </w:r>
            <w:r w:rsidRPr="00A142B2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Анатольевна</w:t>
            </w:r>
          </w:p>
        </w:tc>
        <w:tc>
          <w:tcPr>
            <w:tcW w:w="707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B07C7A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 xml:space="preserve">1981 года рождения; место жительства – город Москва;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8162C9">
              <w:rPr>
                <w:color w:val="000000"/>
                <w:sz w:val="22"/>
                <w:szCs w:val="22"/>
              </w:rPr>
              <w:t xml:space="preserve">бщество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162C9">
              <w:rPr>
                <w:color w:val="000000"/>
                <w:sz w:val="22"/>
                <w:szCs w:val="22"/>
              </w:rPr>
              <w:t>Телеканал Дождь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162C9">
              <w:rPr>
                <w:color w:val="000000"/>
                <w:sz w:val="22"/>
                <w:szCs w:val="22"/>
              </w:rPr>
              <w:t>, ведущий программы в Службе информационного вещания Редакции; выдвинута политической партией «Всероссийская политическая партия «Гражданская инициатив</w:t>
            </w:r>
            <w:bookmarkStart w:id="0" w:name="_GoBack"/>
            <w:bookmarkEnd w:id="0"/>
            <w:r w:rsidRPr="008162C9">
              <w:rPr>
                <w:color w:val="000000"/>
                <w:sz w:val="22"/>
                <w:szCs w:val="22"/>
              </w:rPr>
              <w:t>а»; член политической парти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8162C9">
              <w:rPr>
                <w:color w:val="000000"/>
                <w:sz w:val="22"/>
                <w:szCs w:val="22"/>
              </w:rPr>
              <w:t xml:space="preserve"> «Всероссийская политическая партия «Гражданская инициатива», член Политического Совета партии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Default="00F426B2" w:rsidP="00D05760">
            <w:pPr>
              <w:widowControl w:val="0"/>
              <w:spacing w:after="240"/>
              <w:jc w:val="center"/>
              <w:rPr>
                <w:i/>
                <w:iCs/>
                <w:noProof/>
                <w:sz w:val="22"/>
                <w:szCs w:val="22"/>
              </w:rPr>
            </w:pPr>
            <w:r>
              <w:rPr>
                <w:noProof/>
              </w:rPr>
              <w:pict>
                <v:rect id="Rectangle 7" o:spid="_x0000_s1030" style="position:absolute;left:0;text-align:left;margin-left:12.25pt;margin-top:33.95pt;width:28.35pt;height:28.35pt;z-index:251659264;visibility:visible;mso-position-horizontal-relative:text;mso-position-vertical-relative:text" strokeweight="2pt"/>
              </w:pic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C97BD8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noProof/>
                <w:sz w:val="26"/>
                <w:szCs w:val="26"/>
              </w:rPr>
            </w:pP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СУРАЙКИН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Максим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Александрович</w:t>
            </w:r>
          </w:p>
        </w:tc>
        <w:tc>
          <w:tcPr>
            <w:tcW w:w="707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D05760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 xml:space="preserve">1978 года рождения; место жительства – город Москва; </w:t>
            </w:r>
            <w:r>
              <w:rPr>
                <w:color w:val="000000"/>
                <w:sz w:val="22"/>
                <w:szCs w:val="22"/>
              </w:rPr>
              <w:t>политическая партия «</w:t>
            </w:r>
            <w:r w:rsidRPr="008162C9">
              <w:rPr>
                <w:color w:val="000000"/>
                <w:sz w:val="22"/>
                <w:szCs w:val="22"/>
              </w:rPr>
              <w:t>Политическая партия КОММУНИСТИЧЕСКАЯ ПАРТИЯ КОММУНИСТЫ РОССИИ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8162C9">
              <w:rPr>
                <w:color w:val="000000"/>
                <w:sz w:val="22"/>
                <w:szCs w:val="22"/>
              </w:rPr>
              <w:t>, Председатель Центрального Комитета; выдвинут политической партией «Политическая партия КОММУНИСТИЧЕСКАЯ ПАРТИЯ КОММУНИ</w:t>
            </w:r>
            <w:r>
              <w:rPr>
                <w:color w:val="000000"/>
                <w:sz w:val="22"/>
                <w:szCs w:val="22"/>
              </w:rPr>
              <w:t>СТЫ РОССИИ»</w:t>
            </w:r>
            <w:r w:rsidRPr="008162C9">
              <w:rPr>
                <w:color w:val="000000"/>
                <w:sz w:val="22"/>
                <w:szCs w:val="22"/>
              </w:rPr>
              <w:t>; член политической парти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8162C9">
              <w:rPr>
                <w:color w:val="000000"/>
                <w:sz w:val="22"/>
                <w:szCs w:val="22"/>
              </w:rPr>
              <w:t xml:space="preserve"> «Политическая партия КОММУНИСТИЧЕСКАЯ ПАРТИЯ КОММУНИСТЫ РОССИИ», Председатель Центрального Комитета партии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Default="00F426B2" w:rsidP="00D05760">
            <w:pPr>
              <w:widowControl w:val="0"/>
              <w:spacing w:after="240"/>
              <w:jc w:val="center"/>
              <w:rPr>
                <w:i/>
                <w:iCs/>
                <w:noProof/>
                <w:sz w:val="22"/>
                <w:szCs w:val="22"/>
              </w:rPr>
            </w:pPr>
            <w:r>
              <w:rPr>
                <w:noProof/>
              </w:rPr>
              <w:pict>
                <v:rect id="Rectangle 6" o:spid="_x0000_s1031" style="position:absolute;left:0;text-align:left;margin-left:12.25pt;margin-top:35.65pt;width:28.35pt;height:28.35pt;z-index:251658240;visibility:visible;mso-position-horizontal-relative:text;mso-position-vertical-relative:text" strokeweight="2pt"/>
              </w:pic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C97BD8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noProof/>
                <w:sz w:val="26"/>
                <w:szCs w:val="26"/>
              </w:rPr>
            </w:pP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ТИТОВ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Борис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Юрьевич</w:t>
            </w:r>
          </w:p>
        </w:tc>
        <w:tc>
          <w:tcPr>
            <w:tcW w:w="7072" w:type="dxa"/>
            <w:gridSpan w:val="2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A142B2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>1960 года рождения; место жительства – город Москва; Уполномоченный при Президенте Российской Федерации по защите прав предпринимателей; выдвинут политической партией «Всероссийская политическая партия «ПАРТИЯ РОСТА»; член политической парти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8162C9">
              <w:rPr>
                <w:color w:val="000000"/>
                <w:sz w:val="22"/>
                <w:szCs w:val="22"/>
              </w:rPr>
              <w:t xml:space="preserve"> «Всероссийская политическая партия «ПАРТИЯ РОСТА», Председатель партии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Default="00F426B2" w:rsidP="00D05760">
            <w:pPr>
              <w:widowControl w:val="0"/>
              <w:spacing w:after="240"/>
              <w:jc w:val="center"/>
              <w:rPr>
                <w:i/>
                <w:iCs/>
                <w:noProof/>
                <w:sz w:val="22"/>
                <w:szCs w:val="22"/>
              </w:rPr>
            </w:pPr>
            <w:r>
              <w:rPr>
                <w:noProof/>
              </w:rPr>
              <w:pict>
                <v:rect id="Rectangle 5" o:spid="_x0000_s1032" style="position:absolute;left:0;text-align:left;margin-left:12.25pt;margin-top:36.05pt;width:28.35pt;height:28.35pt;z-index:251657216;visibility:visible;mso-position-horizontal-relative:text;mso-position-vertical-relative:text" strokeweight="2pt"/>
              </w:pict>
            </w:r>
          </w:p>
        </w:tc>
      </w:tr>
      <w:tr w:rsidR="00F426B2" w:rsidRPr="00DB637F">
        <w:trPr>
          <w:cantSplit/>
          <w:trHeight w:hRule="exact" w:val="2041"/>
          <w:jc w:val="center"/>
        </w:trPr>
        <w:tc>
          <w:tcPr>
            <w:tcW w:w="2851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C97BD8" w:rsidRDefault="00F426B2" w:rsidP="00721C04">
            <w:pPr>
              <w:pStyle w:val="Heading2"/>
              <w:spacing w:before="0"/>
              <w:ind w:left="57"/>
              <w:rPr>
                <w:i w:val="0"/>
                <w:iCs w:val="0"/>
                <w:noProof/>
                <w:sz w:val="26"/>
                <w:szCs w:val="26"/>
              </w:rPr>
            </w:pP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ЯВЛИНСКИЙ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Григорий</w:t>
            </w:r>
            <w:r w:rsidRPr="00C97BD8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en-US"/>
              </w:rPr>
              <w:br/>
            </w:r>
            <w:r w:rsidRPr="008D1FED">
              <w:rPr>
                <w:rFonts w:ascii="Times New Roman" w:hAnsi="Times New Roman" w:cs="Times New Roman"/>
                <w:i w:val="0"/>
                <w:iCs w:val="0"/>
                <w:color w:val="000000"/>
                <w:sz w:val="26"/>
                <w:szCs w:val="26"/>
              </w:rPr>
              <w:t>Алексеевич</w:t>
            </w:r>
          </w:p>
        </w:tc>
        <w:tc>
          <w:tcPr>
            <w:tcW w:w="7072" w:type="dxa"/>
            <w:gridSpan w:val="2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F426B2" w:rsidRPr="008162C9" w:rsidRDefault="00F426B2" w:rsidP="00B07C7A">
            <w:pPr>
              <w:spacing w:line="216" w:lineRule="auto"/>
              <w:ind w:firstLine="284"/>
              <w:jc w:val="both"/>
              <w:rPr>
                <w:sz w:val="22"/>
                <w:szCs w:val="22"/>
              </w:rPr>
            </w:pPr>
            <w:r w:rsidRPr="008162C9">
              <w:rPr>
                <w:color w:val="000000"/>
                <w:sz w:val="22"/>
                <w:szCs w:val="22"/>
              </w:rPr>
              <w:t xml:space="preserve">1952 года рождения; место жительства – город Москва; </w:t>
            </w:r>
            <w:r>
              <w:rPr>
                <w:color w:val="000000"/>
                <w:sz w:val="22"/>
                <w:szCs w:val="22"/>
              </w:rPr>
              <w:t>политическая партия</w:t>
            </w:r>
            <w:r w:rsidRPr="008162C9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8162C9">
              <w:rPr>
                <w:color w:val="000000"/>
                <w:sz w:val="22"/>
                <w:szCs w:val="22"/>
              </w:rPr>
              <w:t>Политическая партия «Российская объединенная демократическая партия «ЯБЛОКО», Председатель Федерального Политического комитета; выдвинут политической партией «Политическая партия «Российская объединенная демократическая партия «ЯБЛОКО»; член политической парти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8162C9">
              <w:rPr>
                <w:color w:val="000000"/>
                <w:sz w:val="22"/>
                <w:szCs w:val="22"/>
              </w:rPr>
              <w:t xml:space="preserve"> «Политическая партия «Российская объединенная демократическая партия «ЯБЛОКО», Председатель Федерального Политического комитета партии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F426B2" w:rsidRDefault="00F426B2" w:rsidP="00D05760">
            <w:pPr>
              <w:widowControl w:val="0"/>
              <w:spacing w:after="240"/>
              <w:jc w:val="center"/>
              <w:rPr>
                <w:i/>
                <w:iCs/>
                <w:noProof/>
                <w:sz w:val="22"/>
                <w:szCs w:val="22"/>
              </w:rPr>
            </w:pPr>
            <w:r>
              <w:rPr>
                <w:noProof/>
              </w:rPr>
              <w:pict>
                <v:rect id="Rectangle 4" o:spid="_x0000_s1033" style="position:absolute;left:0;text-align:left;margin-left:12.25pt;margin-top:37pt;width:28.35pt;height:28.35pt;z-index:251656192;visibility:visible;mso-position-horizontal-relative:text;mso-position-vertical-relative:text" strokeweight="2pt"/>
              </w:pict>
            </w:r>
          </w:p>
        </w:tc>
      </w:tr>
    </w:tbl>
    <w:p w:rsidR="00F426B2" w:rsidRPr="00D26D58" w:rsidRDefault="00F426B2" w:rsidP="00F3308E">
      <w:pPr>
        <w:pStyle w:val="T-15"/>
        <w:spacing w:line="240" w:lineRule="auto"/>
        <w:ind w:firstLine="0"/>
        <w:rPr>
          <w:sz w:val="16"/>
          <w:szCs w:val="16"/>
        </w:rPr>
      </w:pPr>
    </w:p>
    <w:sectPr w:rsidR="00F426B2" w:rsidRPr="00D26D58" w:rsidSect="0044407D">
      <w:headerReference w:type="default" r:id="rId7"/>
      <w:footerReference w:type="default" r:id="rId8"/>
      <w:footerReference w:type="first" r:id="rId9"/>
      <w:pgSz w:w="16840" w:h="23814" w:code="8"/>
      <w:pgMar w:top="397" w:right="284" w:bottom="284" w:left="284" w:header="56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6B2" w:rsidRDefault="00F426B2">
      <w:r>
        <w:separator/>
      </w:r>
    </w:p>
  </w:endnote>
  <w:endnote w:type="continuationSeparator" w:id="0">
    <w:p w:rsidR="00F426B2" w:rsidRDefault="00F426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B2" w:rsidRDefault="00F426B2" w:rsidP="00BC40D9">
    <w:pPr>
      <w:pStyle w:val="Footer"/>
      <w:spacing w:before="0" w:after="0"/>
    </w:pPr>
    <w:fldSimple w:instr=" FILENAME   \* MERGEFORMAT ">
      <w:r>
        <w:rPr>
          <w:noProof/>
        </w:rPr>
        <w:t>е0302011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B2" w:rsidRDefault="00F426B2" w:rsidP="00724521">
    <w:pPr>
      <w:pStyle w:val="Footer"/>
      <w:spacing w:before="0" w:after="0"/>
      <w:ind w:left="600"/>
    </w:pPr>
    <w:fldSimple w:instr=" FILENAME   \* MERGEFORMAT ">
      <w:r>
        <w:rPr>
          <w:noProof/>
        </w:rPr>
        <w:t>е0302011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6B2" w:rsidRDefault="00F426B2">
      <w:r>
        <w:separator/>
      </w:r>
    </w:p>
  </w:footnote>
  <w:footnote w:type="continuationSeparator" w:id="0">
    <w:p w:rsidR="00F426B2" w:rsidRDefault="00F426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6B2" w:rsidRPr="00DA3492" w:rsidRDefault="00F426B2">
    <w:pPr>
      <w:pStyle w:val="Header"/>
      <w:rPr>
        <w:sz w:val="24"/>
        <w:szCs w:val="24"/>
      </w:rPr>
    </w:pPr>
    <w:r w:rsidRPr="00DA3492">
      <w:rPr>
        <w:sz w:val="24"/>
        <w:szCs w:val="24"/>
      </w:rPr>
      <w:fldChar w:fldCharType="begin"/>
    </w:r>
    <w:r w:rsidRPr="00DA3492">
      <w:rPr>
        <w:sz w:val="24"/>
        <w:szCs w:val="24"/>
      </w:rPr>
      <w:instrText xml:space="preserve"> PAGE   \* MERGEFORMAT </w:instrText>
    </w:r>
    <w:r w:rsidRPr="00DA3492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A3492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61AD762F"/>
    <w:multiLevelType w:val="hybridMultilevel"/>
    <w:tmpl w:val="76CAA2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468"/>
    <w:rsid w:val="00000C37"/>
    <w:rsid w:val="000020DB"/>
    <w:rsid w:val="0000461A"/>
    <w:rsid w:val="000062FB"/>
    <w:rsid w:val="00021E20"/>
    <w:rsid w:val="00022FD8"/>
    <w:rsid w:val="000276FA"/>
    <w:rsid w:val="00027A45"/>
    <w:rsid w:val="000341E8"/>
    <w:rsid w:val="00041DB8"/>
    <w:rsid w:val="00053156"/>
    <w:rsid w:val="00057BB3"/>
    <w:rsid w:val="00064D27"/>
    <w:rsid w:val="000675A5"/>
    <w:rsid w:val="00074F95"/>
    <w:rsid w:val="000A0554"/>
    <w:rsid w:val="000B0734"/>
    <w:rsid w:val="000B4982"/>
    <w:rsid w:val="000B6B60"/>
    <w:rsid w:val="000D232C"/>
    <w:rsid w:val="000D6C87"/>
    <w:rsid w:val="000D77F9"/>
    <w:rsid w:val="000E448B"/>
    <w:rsid w:val="000E4503"/>
    <w:rsid w:val="000F77C5"/>
    <w:rsid w:val="001050B0"/>
    <w:rsid w:val="0011182B"/>
    <w:rsid w:val="00111BB0"/>
    <w:rsid w:val="001342F8"/>
    <w:rsid w:val="00136A98"/>
    <w:rsid w:val="00150352"/>
    <w:rsid w:val="00150E33"/>
    <w:rsid w:val="001810F7"/>
    <w:rsid w:val="00183307"/>
    <w:rsid w:val="001864C6"/>
    <w:rsid w:val="00190D98"/>
    <w:rsid w:val="001A6587"/>
    <w:rsid w:val="001B2DD6"/>
    <w:rsid w:val="001B35BC"/>
    <w:rsid w:val="001C5F47"/>
    <w:rsid w:val="001E4882"/>
    <w:rsid w:val="001F286E"/>
    <w:rsid w:val="001F469E"/>
    <w:rsid w:val="00200143"/>
    <w:rsid w:val="002014DE"/>
    <w:rsid w:val="002049CC"/>
    <w:rsid w:val="00212D68"/>
    <w:rsid w:val="002272A6"/>
    <w:rsid w:val="00231B66"/>
    <w:rsid w:val="00240E7D"/>
    <w:rsid w:val="002461B0"/>
    <w:rsid w:val="00250EA2"/>
    <w:rsid w:val="00254CC5"/>
    <w:rsid w:val="00260F35"/>
    <w:rsid w:val="0026738C"/>
    <w:rsid w:val="00284455"/>
    <w:rsid w:val="002849F0"/>
    <w:rsid w:val="00293FE3"/>
    <w:rsid w:val="002A452E"/>
    <w:rsid w:val="002A4684"/>
    <w:rsid w:val="002A5E76"/>
    <w:rsid w:val="002A7DFB"/>
    <w:rsid w:val="002B0454"/>
    <w:rsid w:val="002B32B4"/>
    <w:rsid w:val="002B35B0"/>
    <w:rsid w:val="002C2E07"/>
    <w:rsid w:val="002C4078"/>
    <w:rsid w:val="002D1CA5"/>
    <w:rsid w:val="002D3578"/>
    <w:rsid w:val="002D3DE2"/>
    <w:rsid w:val="002E2022"/>
    <w:rsid w:val="002E4195"/>
    <w:rsid w:val="002E613B"/>
    <w:rsid w:val="00303285"/>
    <w:rsid w:val="00304007"/>
    <w:rsid w:val="00312E0B"/>
    <w:rsid w:val="0033262B"/>
    <w:rsid w:val="003356FE"/>
    <w:rsid w:val="00336C7B"/>
    <w:rsid w:val="003460AD"/>
    <w:rsid w:val="003469DD"/>
    <w:rsid w:val="0035129B"/>
    <w:rsid w:val="00357421"/>
    <w:rsid w:val="00357BD6"/>
    <w:rsid w:val="00371037"/>
    <w:rsid w:val="00371E46"/>
    <w:rsid w:val="00375009"/>
    <w:rsid w:val="00391164"/>
    <w:rsid w:val="00393488"/>
    <w:rsid w:val="00393B3D"/>
    <w:rsid w:val="003A276A"/>
    <w:rsid w:val="003A4DAA"/>
    <w:rsid w:val="003A5051"/>
    <w:rsid w:val="003B3373"/>
    <w:rsid w:val="003C349E"/>
    <w:rsid w:val="003D51A9"/>
    <w:rsid w:val="003E197B"/>
    <w:rsid w:val="003E5D66"/>
    <w:rsid w:val="003E7539"/>
    <w:rsid w:val="003F2236"/>
    <w:rsid w:val="00401F93"/>
    <w:rsid w:val="004106FF"/>
    <w:rsid w:val="00410D9D"/>
    <w:rsid w:val="00423E1D"/>
    <w:rsid w:val="00427884"/>
    <w:rsid w:val="00430233"/>
    <w:rsid w:val="00441770"/>
    <w:rsid w:val="0044407D"/>
    <w:rsid w:val="00457889"/>
    <w:rsid w:val="00463F69"/>
    <w:rsid w:val="00470609"/>
    <w:rsid w:val="00473A1C"/>
    <w:rsid w:val="0048173E"/>
    <w:rsid w:val="0049077C"/>
    <w:rsid w:val="004967E9"/>
    <w:rsid w:val="0049785B"/>
    <w:rsid w:val="004A17D8"/>
    <w:rsid w:val="004A44BE"/>
    <w:rsid w:val="004A7802"/>
    <w:rsid w:val="004C24AE"/>
    <w:rsid w:val="004D6139"/>
    <w:rsid w:val="004D7913"/>
    <w:rsid w:val="004D7AAA"/>
    <w:rsid w:val="004E502D"/>
    <w:rsid w:val="004E603D"/>
    <w:rsid w:val="004F3A76"/>
    <w:rsid w:val="00500F29"/>
    <w:rsid w:val="00502262"/>
    <w:rsid w:val="00505C84"/>
    <w:rsid w:val="00511738"/>
    <w:rsid w:val="00514F0D"/>
    <w:rsid w:val="0051653A"/>
    <w:rsid w:val="00523E21"/>
    <w:rsid w:val="00530B02"/>
    <w:rsid w:val="0053128A"/>
    <w:rsid w:val="00542A92"/>
    <w:rsid w:val="005471E3"/>
    <w:rsid w:val="00551FF3"/>
    <w:rsid w:val="00552259"/>
    <w:rsid w:val="005A357D"/>
    <w:rsid w:val="005A3BDB"/>
    <w:rsid w:val="005A6BC2"/>
    <w:rsid w:val="005A7051"/>
    <w:rsid w:val="005B65E1"/>
    <w:rsid w:val="005E133B"/>
    <w:rsid w:val="005E1951"/>
    <w:rsid w:val="005E598A"/>
    <w:rsid w:val="005F60D4"/>
    <w:rsid w:val="00610006"/>
    <w:rsid w:val="00612863"/>
    <w:rsid w:val="00624F22"/>
    <w:rsid w:val="00640275"/>
    <w:rsid w:val="00642168"/>
    <w:rsid w:val="0064515F"/>
    <w:rsid w:val="00647CEE"/>
    <w:rsid w:val="00654281"/>
    <w:rsid w:val="00655E2C"/>
    <w:rsid w:val="00656138"/>
    <w:rsid w:val="006678B4"/>
    <w:rsid w:val="00671CC9"/>
    <w:rsid w:val="00675F7D"/>
    <w:rsid w:val="00680B0D"/>
    <w:rsid w:val="006A0434"/>
    <w:rsid w:val="006A09FB"/>
    <w:rsid w:val="006A1FD2"/>
    <w:rsid w:val="006A29F9"/>
    <w:rsid w:val="006A3571"/>
    <w:rsid w:val="006B311D"/>
    <w:rsid w:val="006C46DA"/>
    <w:rsid w:val="006C4F86"/>
    <w:rsid w:val="006D76F9"/>
    <w:rsid w:val="006E799D"/>
    <w:rsid w:val="00701E58"/>
    <w:rsid w:val="007027F4"/>
    <w:rsid w:val="007065BF"/>
    <w:rsid w:val="00721C04"/>
    <w:rsid w:val="0072399E"/>
    <w:rsid w:val="00724521"/>
    <w:rsid w:val="0072682A"/>
    <w:rsid w:val="0073259D"/>
    <w:rsid w:val="007413E1"/>
    <w:rsid w:val="007455EA"/>
    <w:rsid w:val="00747A3D"/>
    <w:rsid w:val="007548B4"/>
    <w:rsid w:val="007548BA"/>
    <w:rsid w:val="007623E0"/>
    <w:rsid w:val="0076743F"/>
    <w:rsid w:val="007719C1"/>
    <w:rsid w:val="00780C2B"/>
    <w:rsid w:val="007817D5"/>
    <w:rsid w:val="007822E6"/>
    <w:rsid w:val="007857D3"/>
    <w:rsid w:val="007977D8"/>
    <w:rsid w:val="007B05FF"/>
    <w:rsid w:val="007B3DED"/>
    <w:rsid w:val="007B6433"/>
    <w:rsid w:val="007B6637"/>
    <w:rsid w:val="007C18E8"/>
    <w:rsid w:val="007E26AE"/>
    <w:rsid w:val="007E70FE"/>
    <w:rsid w:val="007F0D1C"/>
    <w:rsid w:val="007F20AD"/>
    <w:rsid w:val="007F5FED"/>
    <w:rsid w:val="007F73F1"/>
    <w:rsid w:val="00801965"/>
    <w:rsid w:val="00806229"/>
    <w:rsid w:val="00806ABE"/>
    <w:rsid w:val="00812B73"/>
    <w:rsid w:val="00814EE9"/>
    <w:rsid w:val="008162C9"/>
    <w:rsid w:val="00820642"/>
    <w:rsid w:val="0082655C"/>
    <w:rsid w:val="00837200"/>
    <w:rsid w:val="008406C4"/>
    <w:rsid w:val="00840CF8"/>
    <w:rsid w:val="0085051C"/>
    <w:rsid w:val="00861263"/>
    <w:rsid w:val="00862A99"/>
    <w:rsid w:val="0088396B"/>
    <w:rsid w:val="00896EC7"/>
    <w:rsid w:val="008A49B3"/>
    <w:rsid w:val="008B5B2A"/>
    <w:rsid w:val="008B72F1"/>
    <w:rsid w:val="008C3E53"/>
    <w:rsid w:val="008C60F0"/>
    <w:rsid w:val="008D181B"/>
    <w:rsid w:val="008D1FED"/>
    <w:rsid w:val="008D2D64"/>
    <w:rsid w:val="008D4761"/>
    <w:rsid w:val="008D5B58"/>
    <w:rsid w:val="008F49FF"/>
    <w:rsid w:val="0090410E"/>
    <w:rsid w:val="0090464B"/>
    <w:rsid w:val="009067D4"/>
    <w:rsid w:val="00917654"/>
    <w:rsid w:val="00922FC9"/>
    <w:rsid w:val="00932DDD"/>
    <w:rsid w:val="00933FF5"/>
    <w:rsid w:val="00936E11"/>
    <w:rsid w:val="00946328"/>
    <w:rsid w:val="00953584"/>
    <w:rsid w:val="009541A1"/>
    <w:rsid w:val="009553D7"/>
    <w:rsid w:val="00956844"/>
    <w:rsid w:val="009678DB"/>
    <w:rsid w:val="00967E5D"/>
    <w:rsid w:val="00971537"/>
    <w:rsid w:val="0097656C"/>
    <w:rsid w:val="0098736D"/>
    <w:rsid w:val="00987672"/>
    <w:rsid w:val="009929BF"/>
    <w:rsid w:val="00997BCE"/>
    <w:rsid w:val="009A2FC1"/>
    <w:rsid w:val="009B3C68"/>
    <w:rsid w:val="009B45B1"/>
    <w:rsid w:val="009B7988"/>
    <w:rsid w:val="009C0772"/>
    <w:rsid w:val="009C410F"/>
    <w:rsid w:val="009C6F11"/>
    <w:rsid w:val="009E1973"/>
    <w:rsid w:val="009E69B0"/>
    <w:rsid w:val="009E7D4B"/>
    <w:rsid w:val="009F5DD6"/>
    <w:rsid w:val="00A00C29"/>
    <w:rsid w:val="00A02CDA"/>
    <w:rsid w:val="00A044CE"/>
    <w:rsid w:val="00A106CC"/>
    <w:rsid w:val="00A142B2"/>
    <w:rsid w:val="00A231D7"/>
    <w:rsid w:val="00A24644"/>
    <w:rsid w:val="00A247AF"/>
    <w:rsid w:val="00A32890"/>
    <w:rsid w:val="00A3379A"/>
    <w:rsid w:val="00A354AE"/>
    <w:rsid w:val="00A44AD0"/>
    <w:rsid w:val="00A54270"/>
    <w:rsid w:val="00A62D97"/>
    <w:rsid w:val="00A66AF2"/>
    <w:rsid w:val="00A80BD5"/>
    <w:rsid w:val="00A92355"/>
    <w:rsid w:val="00A93CB7"/>
    <w:rsid w:val="00A94CD3"/>
    <w:rsid w:val="00A96E42"/>
    <w:rsid w:val="00AA248D"/>
    <w:rsid w:val="00AA34EE"/>
    <w:rsid w:val="00AA3C8F"/>
    <w:rsid w:val="00AA5620"/>
    <w:rsid w:val="00AA6047"/>
    <w:rsid w:val="00AA753F"/>
    <w:rsid w:val="00AA7FB0"/>
    <w:rsid w:val="00AB1367"/>
    <w:rsid w:val="00AC0DA6"/>
    <w:rsid w:val="00AC42E4"/>
    <w:rsid w:val="00AC6EAC"/>
    <w:rsid w:val="00AD014E"/>
    <w:rsid w:val="00AD1C9B"/>
    <w:rsid w:val="00AD22CF"/>
    <w:rsid w:val="00AD499D"/>
    <w:rsid w:val="00AE13A5"/>
    <w:rsid w:val="00B06DBC"/>
    <w:rsid w:val="00B07C7A"/>
    <w:rsid w:val="00B134A1"/>
    <w:rsid w:val="00B2594E"/>
    <w:rsid w:val="00B26933"/>
    <w:rsid w:val="00B34D4C"/>
    <w:rsid w:val="00B35CA8"/>
    <w:rsid w:val="00B44DAC"/>
    <w:rsid w:val="00B46A43"/>
    <w:rsid w:val="00B47774"/>
    <w:rsid w:val="00B50CB3"/>
    <w:rsid w:val="00B72404"/>
    <w:rsid w:val="00B73287"/>
    <w:rsid w:val="00B77BDC"/>
    <w:rsid w:val="00B8304B"/>
    <w:rsid w:val="00B83E44"/>
    <w:rsid w:val="00B914E2"/>
    <w:rsid w:val="00B91A49"/>
    <w:rsid w:val="00B971AA"/>
    <w:rsid w:val="00BA32F4"/>
    <w:rsid w:val="00BA38F5"/>
    <w:rsid w:val="00BA3A24"/>
    <w:rsid w:val="00BC1966"/>
    <w:rsid w:val="00BC40D9"/>
    <w:rsid w:val="00BC4664"/>
    <w:rsid w:val="00BD1903"/>
    <w:rsid w:val="00BD341E"/>
    <w:rsid w:val="00BE5925"/>
    <w:rsid w:val="00BF7BF6"/>
    <w:rsid w:val="00C03AD9"/>
    <w:rsid w:val="00C07018"/>
    <w:rsid w:val="00C12717"/>
    <w:rsid w:val="00C16641"/>
    <w:rsid w:val="00C1778C"/>
    <w:rsid w:val="00C20348"/>
    <w:rsid w:val="00C2126A"/>
    <w:rsid w:val="00C26F25"/>
    <w:rsid w:val="00C336E5"/>
    <w:rsid w:val="00C350EF"/>
    <w:rsid w:val="00C403D4"/>
    <w:rsid w:val="00C46D39"/>
    <w:rsid w:val="00C522FD"/>
    <w:rsid w:val="00C52391"/>
    <w:rsid w:val="00C66969"/>
    <w:rsid w:val="00C70089"/>
    <w:rsid w:val="00C84376"/>
    <w:rsid w:val="00C87FE7"/>
    <w:rsid w:val="00C90433"/>
    <w:rsid w:val="00C92468"/>
    <w:rsid w:val="00C9649D"/>
    <w:rsid w:val="00C97BD8"/>
    <w:rsid w:val="00CA54AF"/>
    <w:rsid w:val="00CB0889"/>
    <w:rsid w:val="00CB1D10"/>
    <w:rsid w:val="00CB4721"/>
    <w:rsid w:val="00CB5441"/>
    <w:rsid w:val="00CD438A"/>
    <w:rsid w:val="00CD5448"/>
    <w:rsid w:val="00CE0692"/>
    <w:rsid w:val="00CE1292"/>
    <w:rsid w:val="00CF7755"/>
    <w:rsid w:val="00D05760"/>
    <w:rsid w:val="00D07123"/>
    <w:rsid w:val="00D10FB3"/>
    <w:rsid w:val="00D15807"/>
    <w:rsid w:val="00D22364"/>
    <w:rsid w:val="00D229F5"/>
    <w:rsid w:val="00D24EC2"/>
    <w:rsid w:val="00D26D58"/>
    <w:rsid w:val="00D328B5"/>
    <w:rsid w:val="00D33B93"/>
    <w:rsid w:val="00D4277D"/>
    <w:rsid w:val="00D45518"/>
    <w:rsid w:val="00D47756"/>
    <w:rsid w:val="00D5133D"/>
    <w:rsid w:val="00D63991"/>
    <w:rsid w:val="00D83A15"/>
    <w:rsid w:val="00D86ABD"/>
    <w:rsid w:val="00D9552F"/>
    <w:rsid w:val="00DA2F3C"/>
    <w:rsid w:val="00DA3492"/>
    <w:rsid w:val="00DA5329"/>
    <w:rsid w:val="00DA7932"/>
    <w:rsid w:val="00DB637F"/>
    <w:rsid w:val="00DB7C34"/>
    <w:rsid w:val="00DF1710"/>
    <w:rsid w:val="00DF1D14"/>
    <w:rsid w:val="00E04431"/>
    <w:rsid w:val="00E14A2E"/>
    <w:rsid w:val="00E22E0B"/>
    <w:rsid w:val="00E32157"/>
    <w:rsid w:val="00E32B7F"/>
    <w:rsid w:val="00E55766"/>
    <w:rsid w:val="00E5600A"/>
    <w:rsid w:val="00E61B95"/>
    <w:rsid w:val="00E66532"/>
    <w:rsid w:val="00E66D42"/>
    <w:rsid w:val="00E812D0"/>
    <w:rsid w:val="00E82B86"/>
    <w:rsid w:val="00E85A29"/>
    <w:rsid w:val="00E8756F"/>
    <w:rsid w:val="00E875DD"/>
    <w:rsid w:val="00E91DC9"/>
    <w:rsid w:val="00E927C8"/>
    <w:rsid w:val="00E93563"/>
    <w:rsid w:val="00EA03B8"/>
    <w:rsid w:val="00EA1ED1"/>
    <w:rsid w:val="00EA46E4"/>
    <w:rsid w:val="00EA4AF3"/>
    <w:rsid w:val="00EB05A8"/>
    <w:rsid w:val="00EB6B5F"/>
    <w:rsid w:val="00EC679A"/>
    <w:rsid w:val="00ED1E5E"/>
    <w:rsid w:val="00ED25E8"/>
    <w:rsid w:val="00EE38E4"/>
    <w:rsid w:val="00F031A4"/>
    <w:rsid w:val="00F11C76"/>
    <w:rsid w:val="00F12EBB"/>
    <w:rsid w:val="00F20457"/>
    <w:rsid w:val="00F27838"/>
    <w:rsid w:val="00F325BE"/>
    <w:rsid w:val="00F3308E"/>
    <w:rsid w:val="00F426B2"/>
    <w:rsid w:val="00F42E38"/>
    <w:rsid w:val="00F57C7E"/>
    <w:rsid w:val="00F70169"/>
    <w:rsid w:val="00F722DA"/>
    <w:rsid w:val="00F77D62"/>
    <w:rsid w:val="00F916A7"/>
    <w:rsid w:val="00F920A7"/>
    <w:rsid w:val="00F930B6"/>
    <w:rsid w:val="00FA02F3"/>
    <w:rsid w:val="00FB226B"/>
    <w:rsid w:val="00FB664B"/>
    <w:rsid w:val="00FC336D"/>
    <w:rsid w:val="00FE228E"/>
    <w:rsid w:val="00FE47B2"/>
    <w:rsid w:val="00FE48E2"/>
    <w:rsid w:val="00FE4CD9"/>
    <w:rsid w:val="00FE4DCF"/>
    <w:rsid w:val="00FE5E1A"/>
    <w:rsid w:val="00FE73E5"/>
    <w:rsid w:val="00FE7535"/>
    <w:rsid w:val="00FF1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2259"/>
    <w:pPr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F3A76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522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522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F3A7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5225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52259"/>
    <w:rPr>
      <w:b/>
      <w:bCs/>
      <w:sz w:val="28"/>
      <w:szCs w:val="28"/>
    </w:rPr>
  </w:style>
  <w:style w:type="paragraph" w:styleId="Footer">
    <w:name w:val="footer"/>
    <w:basedOn w:val="Normal"/>
    <w:link w:val="FooterChar"/>
    <w:uiPriority w:val="99"/>
    <w:rsid w:val="0055225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5522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52259"/>
    <w:pPr>
      <w:tabs>
        <w:tab w:val="center" w:pos="4153"/>
        <w:tab w:val="right" w:pos="8306"/>
      </w:tabs>
      <w:spacing w:before="0" w:after="0"/>
      <w:jc w:val="center"/>
    </w:pPr>
    <w:rPr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52259"/>
    <w:rPr>
      <w:rFonts w:ascii="Times New Roman" w:hAnsi="Times New Roman" w:cs="Times New Roman"/>
      <w:sz w:val="24"/>
      <w:szCs w:val="24"/>
    </w:rPr>
  </w:style>
  <w:style w:type="paragraph" w:customStyle="1" w:styleId="T-15">
    <w:name w:val="T-1.5"/>
    <w:basedOn w:val="Normal"/>
    <w:uiPriority w:val="99"/>
    <w:rsid w:val="00552259"/>
    <w:pPr>
      <w:spacing w:before="0" w:after="0" w:line="360" w:lineRule="auto"/>
      <w:ind w:firstLine="720"/>
      <w:jc w:val="both"/>
    </w:pPr>
    <w:rPr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552259"/>
    <w:pPr>
      <w:tabs>
        <w:tab w:val="left" w:pos="7830"/>
      </w:tabs>
      <w:spacing w:before="0" w:after="0"/>
      <w:jc w:val="center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52259"/>
    <w:pPr>
      <w:spacing w:before="0" w:after="0"/>
      <w:ind w:firstLine="284"/>
    </w:pPr>
    <w:rPr>
      <w:rFonts w:ascii="Times New Roman CYR" w:hAnsi="Times New Roman CYR" w:cs="Times New Roman CYR"/>
      <w:i/>
      <w:iCs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552259"/>
    <w:pPr>
      <w:spacing w:before="120" w:after="0" w:line="360" w:lineRule="auto"/>
      <w:ind w:firstLine="720"/>
      <w:jc w:val="both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5225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5522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52259"/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55225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552259"/>
    <w:pPr>
      <w:spacing w:before="0" w:after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552259"/>
    <w:rPr>
      <w:rFonts w:ascii="Times New Roman" w:hAnsi="Times New Roman" w:cs="Times New Roman"/>
      <w:sz w:val="16"/>
      <w:szCs w:val="16"/>
    </w:rPr>
  </w:style>
  <w:style w:type="paragraph" w:customStyle="1" w:styleId="a">
    <w:name w:val="Знак"/>
    <w:basedOn w:val="Heading4"/>
    <w:uiPriority w:val="99"/>
    <w:rsid w:val="00552259"/>
    <w:pPr>
      <w:jc w:val="center"/>
    </w:pPr>
  </w:style>
  <w:style w:type="paragraph" w:styleId="BalloonText">
    <w:name w:val="Balloon Text"/>
    <w:basedOn w:val="Normal"/>
    <w:link w:val="BalloonTextChar"/>
    <w:uiPriority w:val="99"/>
    <w:semiHidden/>
    <w:rsid w:val="005522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5225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5A6BC2"/>
    <w:pPr>
      <w:spacing w:before="100" w:after="10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aieiaie1">
    <w:name w:val="caaieiaie 1"/>
    <w:basedOn w:val="Normal"/>
    <w:next w:val="Normal"/>
    <w:uiPriority w:val="99"/>
    <w:rsid w:val="00EB05A8"/>
    <w:pPr>
      <w:keepNext/>
      <w:widowControl w:val="0"/>
      <w:tabs>
        <w:tab w:val="left" w:pos="7830"/>
      </w:tabs>
      <w:spacing w:before="0" w:after="0"/>
      <w:jc w:val="center"/>
    </w:pPr>
    <w:rPr>
      <w:rFonts w:ascii="Arial" w:hAnsi="Arial" w:cs="Arial"/>
      <w:b/>
      <w:bCs/>
    </w:rPr>
  </w:style>
  <w:style w:type="paragraph" w:customStyle="1" w:styleId="BlockQuotation">
    <w:name w:val="Block Quotation"/>
    <w:basedOn w:val="Normal"/>
    <w:uiPriority w:val="99"/>
    <w:rsid w:val="00EB05A8"/>
    <w:pPr>
      <w:widowControl w:val="0"/>
      <w:spacing w:before="0" w:after="0"/>
      <w:ind w:left="-709" w:right="-1560"/>
      <w:jc w:val="both"/>
    </w:pPr>
    <w:rPr>
      <w:rFonts w:ascii="Arial" w:hAnsi="Arial" w:cs="Arial"/>
    </w:rPr>
  </w:style>
  <w:style w:type="paragraph" w:styleId="BodyTextIndent">
    <w:name w:val="Body Text Indent"/>
    <w:basedOn w:val="Normal"/>
    <w:link w:val="BodyTextIndentChar"/>
    <w:uiPriority w:val="99"/>
    <w:semiHidden/>
    <w:rsid w:val="0064216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42168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642168"/>
    <w:pPr>
      <w:widowControl w:val="0"/>
      <w:overflowPunct w:val="0"/>
      <w:autoSpaceDE w:val="0"/>
      <w:autoSpaceDN w:val="0"/>
      <w:adjustRightInd w:val="0"/>
      <w:spacing w:before="0" w:after="0" w:line="360" w:lineRule="auto"/>
      <w:ind w:firstLine="720"/>
      <w:jc w:val="both"/>
      <w:textAlignment w:val="baseline"/>
    </w:pPr>
    <w:rPr>
      <w:sz w:val="28"/>
      <w:szCs w:val="28"/>
    </w:rPr>
  </w:style>
  <w:style w:type="paragraph" w:customStyle="1" w:styleId="Normal1">
    <w:name w:val="Normal1"/>
    <w:uiPriority w:val="99"/>
    <w:rsid w:val="00642168"/>
    <w:rPr>
      <w:rFonts w:ascii="Times New Roman" w:hAnsi="Times New Roman" w:cs="Times New Roman"/>
      <w:sz w:val="20"/>
      <w:szCs w:val="20"/>
    </w:rPr>
  </w:style>
  <w:style w:type="paragraph" w:customStyle="1" w:styleId="14-15">
    <w:name w:val="14-15"/>
    <w:basedOn w:val="Normal"/>
    <w:uiPriority w:val="99"/>
    <w:rsid w:val="004D7913"/>
    <w:pPr>
      <w:spacing w:before="0" w:after="0"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8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654</Words>
  <Characters>3730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формах избирательного бюллетеня и требованиях к изготовлению избирательных бюллетеней для голосования на выборах депутатов Государственной Думы Федерального Собрания Российской Федерации шестого созыва</dc:title>
  <dc:subject/>
  <dc:creator>kopcea</dc:creator>
  <cp:keywords/>
  <dc:description/>
  <cp:lastModifiedBy>user</cp:lastModifiedBy>
  <cp:revision>2</cp:revision>
  <cp:lastPrinted>2018-02-08T12:58:00Z</cp:lastPrinted>
  <dcterms:created xsi:type="dcterms:W3CDTF">2018-02-08T15:27:00Z</dcterms:created>
  <dcterms:modified xsi:type="dcterms:W3CDTF">2018-02-08T15:27:00Z</dcterms:modified>
</cp:coreProperties>
</file>