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5CB" w:rsidRPr="00CE40C9" w:rsidRDefault="001C55CB" w:rsidP="00CE40C9">
      <w:pPr>
        <w:ind w:left="3969"/>
        <w:jc w:val="center"/>
        <w:rPr>
          <w:rFonts w:ascii="Times New Roman CYR" w:hAnsi="Times New Roman CYR" w:cs="Times New Roman CYR"/>
        </w:rPr>
      </w:pPr>
      <w:r w:rsidRPr="00CE40C9">
        <w:rPr>
          <w:rFonts w:ascii="Times New Roman CYR" w:hAnsi="Times New Roman CYR" w:cs="Times New Roman CYR"/>
        </w:rPr>
        <w:t xml:space="preserve">Приложение </w:t>
      </w:r>
    </w:p>
    <w:p w:rsidR="001C55CB" w:rsidRDefault="001C55CB" w:rsidP="00CE40C9">
      <w:pPr>
        <w:ind w:left="3969"/>
        <w:jc w:val="center"/>
        <w:rPr>
          <w:rFonts w:ascii="Times New Roman CYR" w:hAnsi="Times New Roman CYR" w:cs="Times New Roman CYR"/>
        </w:rPr>
      </w:pPr>
      <w:r w:rsidRPr="00CE40C9">
        <w:rPr>
          <w:rFonts w:ascii="Times New Roman CYR" w:hAnsi="Times New Roman CYR" w:cs="Times New Roman CYR"/>
        </w:rPr>
        <w:t>к постановлению Центральной избирательной комиссии Российской Федерации</w:t>
      </w:r>
    </w:p>
    <w:p w:rsidR="001C55CB" w:rsidRPr="00CE40C9" w:rsidRDefault="001C55CB" w:rsidP="00CE40C9">
      <w:pPr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08 февраля 2018 г. № 139/1146-7</w:t>
      </w:r>
      <w:r w:rsidRPr="00CE40C9">
        <w:rPr>
          <w:rFonts w:ascii="Times New Roman CYR" w:hAnsi="Times New Roman CYR" w:cs="Times New Roman CYR"/>
        </w:rPr>
        <w:t xml:space="preserve"> </w:t>
      </w:r>
    </w:p>
    <w:p w:rsidR="001C55CB" w:rsidRDefault="001C55CB" w:rsidP="00CE40C9">
      <w:pPr>
        <w:jc w:val="center"/>
        <w:rPr>
          <w:b/>
          <w:bCs/>
          <w:sz w:val="28"/>
          <w:szCs w:val="28"/>
        </w:rPr>
      </w:pPr>
    </w:p>
    <w:p w:rsidR="001C55CB" w:rsidRPr="00CE40C9" w:rsidRDefault="001C55CB" w:rsidP="00CE40C9">
      <w:pPr>
        <w:jc w:val="center"/>
        <w:rPr>
          <w:b/>
          <w:bCs/>
          <w:sz w:val="28"/>
          <w:szCs w:val="28"/>
        </w:rPr>
      </w:pPr>
    </w:p>
    <w:p w:rsidR="001C55CB" w:rsidRPr="00CE40C9" w:rsidRDefault="001C55CB" w:rsidP="00CE40C9">
      <w:pPr>
        <w:jc w:val="center"/>
        <w:rPr>
          <w:b/>
          <w:bCs/>
          <w:sz w:val="28"/>
          <w:szCs w:val="28"/>
        </w:rPr>
      </w:pPr>
    </w:p>
    <w:p w:rsidR="001C55CB" w:rsidRPr="00CE40C9" w:rsidRDefault="001C55CB" w:rsidP="00CE40C9">
      <w:pPr>
        <w:jc w:val="center"/>
        <w:rPr>
          <w:b/>
          <w:bCs/>
          <w:sz w:val="28"/>
          <w:szCs w:val="28"/>
        </w:rPr>
      </w:pPr>
      <w:r w:rsidRPr="00CE40C9">
        <w:rPr>
          <w:b/>
          <w:bCs/>
          <w:sz w:val="28"/>
          <w:szCs w:val="28"/>
        </w:rPr>
        <w:t>СПИСОК</w:t>
      </w:r>
    </w:p>
    <w:p w:rsidR="001C55CB" w:rsidRPr="00CE40C9" w:rsidRDefault="001C55CB" w:rsidP="00CE40C9">
      <w:pPr>
        <w:jc w:val="center"/>
        <w:rPr>
          <w:b/>
          <w:bCs/>
          <w:sz w:val="28"/>
          <w:szCs w:val="28"/>
        </w:rPr>
      </w:pPr>
      <w:r w:rsidRPr="00CE40C9">
        <w:rPr>
          <w:b/>
          <w:bCs/>
          <w:sz w:val="28"/>
          <w:szCs w:val="28"/>
        </w:rPr>
        <w:t xml:space="preserve">доверенных лиц </w:t>
      </w:r>
    </w:p>
    <w:p w:rsidR="001C55CB" w:rsidRPr="00CE40C9" w:rsidRDefault="001C55CB" w:rsidP="00CE40C9">
      <w:pPr>
        <w:jc w:val="center"/>
        <w:rPr>
          <w:b/>
          <w:bCs/>
          <w:sz w:val="28"/>
          <w:szCs w:val="28"/>
        </w:rPr>
      </w:pPr>
      <w:r w:rsidRPr="00CE40C9">
        <w:rPr>
          <w:b/>
          <w:bCs/>
          <w:sz w:val="28"/>
          <w:szCs w:val="28"/>
        </w:rPr>
        <w:t xml:space="preserve">кандидата на должность Президента Российской Федерации </w:t>
      </w:r>
    </w:p>
    <w:p w:rsidR="001C55CB" w:rsidRPr="00CE40C9" w:rsidRDefault="001C55CB" w:rsidP="00CE40C9">
      <w:pPr>
        <w:jc w:val="center"/>
        <w:rPr>
          <w:b/>
          <w:bCs/>
          <w:sz w:val="28"/>
          <w:szCs w:val="28"/>
        </w:rPr>
      </w:pPr>
      <w:r w:rsidRPr="00CE40C9">
        <w:rPr>
          <w:b/>
          <w:bCs/>
          <w:sz w:val="28"/>
          <w:szCs w:val="28"/>
        </w:rPr>
        <w:t>Бориса Юрьевича Титова</w:t>
      </w:r>
    </w:p>
    <w:p w:rsidR="001C55CB" w:rsidRPr="00CE40C9" w:rsidRDefault="001C55CB" w:rsidP="00CE40C9">
      <w:pPr>
        <w:jc w:val="center"/>
        <w:rPr>
          <w:b/>
          <w:bCs/>
          <w:sz w:val="28"/>
          <w:szCs w:val="28"/>
        </w:rPr>
      </w:pPr>
    </w:p>
    <w:p w:rsidR="001C55CB" w:rsidRPr="00CE40C9" w:rsidRDefault="001C55CB" w:rsidP="00CE40C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E40C9">
        <w:rPr>
          <w:sz w:val="28"/>
          <w:szCs w:val="28"/>
        </w:rPr>
        <w:t>Алябьева Екатерина Владимировна</w:t>
      </w:r>
    </w:p>
    <w:p w:rsidR="001C55CB" w:rsidRPr="00CE40C9" w:rsidRDefault="001C55CB" w:rsidP="00CE40C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E40C9">
        <w:rPr>
          <w:sz w:val="28"/>
          <w:szCs w:val="28"/>
        </w:rPr>
        <w:t>Архангельская Екатерина Леонидовна</w:t>
      </w:r>
    </w:p>
    <w:p w:rsidR="001C55CB" w:rsidRPr="00CE40C9" w:rsidRDefault="001C55CB" w:rsidP="00CE40C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E40C9">
        <w:rPr>
          <w:sz w:val="28"/>
          <w:szCs w:val="28"/>
        </w:rPr>
        <w:t>Васильев Сергей Максимович</w:t>
      </w:r>
    </w:p>
    <w:p w:rsidR="001C55CB" w:rsidRPr="00CE40C9" w:rsidRDefault="001C55CB" w:rsidP="00CE40C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E40C9">
        <w:rPr>
          <w:sz w:val="28"/>
          <w:szCs w:val="28"/>
        </w:rPr>
        <w:t>Емельяненко Галина Владимировна</w:t>
      </w:r>
    </w:p>
    <w:p w:rsidR="001C55CB" w:rsidRPr="00CE40C9" w:rsidRDefault="001C55CB" w:rsidP="00CE40C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E40C9">
        <w:rPr>
          <w:sz w:val="28"/>
          <w:szCs w:val="28"/>
        </w:rPr>
        <w:t>Маргулис Евгений Шулимович</w:t>
      </w:r>
    </w:p>
    <w:p w:rsidR="001C55CB" w:rsidRPr="00CE40C9" w:rsidRDefault="001C55CB" w:rsidP="00CE40C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E40C9">
        <w:rPr>
          <w:sz w:val="28"/>
          <w:szCs w:val="28"/>
        </w:rPr>
        <w:t>Марченко Валентин Петрович.</w:t>
      </w:r>
    </w:p>
    <w:p w:rsidR="001C55CB" w:rsidRPr="00CE40C9" w:rsidRDefault="001C55CB" w:rsidP="00CE40C9">
      <w:pPr>
        <w:jc w:val="center"/>
        <w:rPr>
          <w:b/>
          <w:bCs/>
          <w:sz w:val="28"/>
          <w:szCs w:val="28"/>
        </w:rPr>
      </w:pPr>
    </w:p>
    <w:p w:rsidR="001C55CB" w:rsidRPr="003E6710" w:rsidRDefault="001C55CB">
      <w:pPr>
        <w:rPr>
          <w:sz w:val="28"/>
          <w:szCs w:val="28"/>
        </w:rPr>
      </w:pPr>
    </w:p>
    <w:sectPr w:rsidR="001C55CB" w:rsidRPr="003E6710" w:rsidSect="009C6F69">
      <w:headerReference w:type="default" r:id="rId7"/>
      <w:footerReference w:type="default" r:id="rId8"/>
      <w:footerReference w:type="firs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5CB" w:rsidRDefault="001C55CB" w:rsidP="00CE40C9">
      <w:r>
        <w:separator/>
      </w:r>
    </w:p>
  </w:endnote>
  <w:endnote w:type="continuationSeparator" w:id="0">
    <w:p w:rsidR="001C55CB" w:rsidRDefault="001C55CB" w:rsidP="00CE4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5CB" w:rsidRDefault="001C55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5CB" w:rsidRDefault="001C55CB">
    <w:pPr>
      <w:pStyle w:val="Footer"/>
    </w:pPr>
    <w:fldSimple w:instr=" FILENAME   \* MERGEFORMAT ">
      <w:r w:rsidRPr="0016136F">
        <w:rPr>
          <w:noProof/>
          <w:sz w:val="16"/>
          <w:szCs w:val="16"/>
        </w:rPr>
        <w:t>m0302015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5CB" w:rsidRDefault="001C55CB" w:rsidP="00CE40C9">
      <w:r>
        <w:separator/>
      </w:r>
    </w:p>
  </w:footnote>
  <w:footnote w:type="continuationSeparator" w:id="0">
    <w:p w:rsidR="001C55CB" w:rsidRDefault="001C55CB" w:rsidP="00CE4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5CB" w:rsidRDefault="001C55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44054"/>
    <w:multiLevelType w:val="hybridMultilevel"/>
    <w:tmpl w:val="C8BA3BA2"/>
    <w:lvl w:ilvl="0" w:tplc="E9C6F19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40C9"/>
    <w:rsid w:val="0000145E"/>
    <w:rsid w:val="000015AA"/>
    <w:rsid w:val="00001C76"/>
    <w:rsid w:val="00001D75"/>
    <w:rsid w:val="00001E01"/>
    <w:rsid w:val="00003066"/>
    <w:rsid w:val="00003268"/>
    <w:rsid w:val="0000391F"/>
    <w:rsid w:val="00003A82"/>
    <w:rsid w:val="00003C8D"/>
    <w:rsid w:val="00003E75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3014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DA5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5B5"/>
    <w:rsid w:val="000257FA"/>
    <w:rsid w:val="00025933"/>
    <w:rsid w:val="00025D79"/>
    <w:rsid w:val="000263CE"/>
    <w:rsid w:val="00026C4E"/>
    <w:rsid w:val="000270D8"/>
    <w:rsid w:val="000277C1"/>
    <w:rsid w:val="00027BE9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5DA9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06A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9D0"/>
    <w:rsid w:val="000A3BA2"/>
    <w:rsid w:val="000A3C66"/>
    <w:rsid w:val="000A431A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7E1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C7EBF"/>
    <w:rsid w:val="000D035E"/>
    <w:rsid w:val="000D0714"/>
    <w:rsid w:val="000D0E11"/>
    <w:rsid w:val="000D0F2E"/>
    <w:rsid w:val="000D1DDB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0DCF"/>
    <w:rsid w:val="000F1078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125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5E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7BE"/>
    <w:rsid w:val="00113DA0"/>
    <w:rsid w:val="00114121"/>
    <w:rsid w:val="0011430A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17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86D"/>
    <w:rsid w:val="00152B9A"/>
    <w:rsid w:val="00152CA9"/>
    <w:rsid w:val="00152F42"/>
    <w:rsid w:val="001532B0"/>
    <w:rsid w:val="001534F8"/>
    <w:rsid w:val="0015363E"/>
    <w:rsid w:val="00153F96"/>
    <w:rsid w:val="00154383"/>
    <w:rsid w:val="0015448A"/>
    <w:rsid w:val="00154E8F"/>
    <w:rsid w:val="0015500D"/>
    <w:rsid w:val="001552B4"/>
    <w:rsid w:val="001553C6"/>
    <w:rsid w:val="0015577B"/>
    <w:rsid w:val="00157259"/>
    <w:rsid w:val="00157333"/>
    <w:rsid w:val="00157FF9"/>
    <w:rsid w:val="0016022E"/>
    <w:rsid w:val="00160B31"/>
    <w:rsid w:val="0016136F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0F49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BE9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1CA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DE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3E4B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5CB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16D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DF9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DDD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A10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1C8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4C7"/>
    <w:rsid w:val="00296AFA"/>
    <w:rsid w:val="002977C0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61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0F8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3447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23B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8FC"/>
    <w:rsid w:val="00312C1E"/>
    <w:rsid w:val="00312C73"/>
    <w:rsid w:val="00312E82"/>
    <w:rsid w:val="00313E04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ED7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9D7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37D59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1E3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67A51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DD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545"/>
    <w:rsid w:val="00381671"/>
    <w:rsid w:val="003818BD"/>
    <w:rsid w:val="00381AF6"/>
    <w:rsid w:val="00381BE9"/>
    <w:rsid w:val="00382782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27B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015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5CED"/>
    <w:rsid w:val="003B624D"/>
    <w:rsid w:val="003B66E6"/>
    <w:rsid w:val="003B68FD"/>
    <w:rsid w:val="003B71AB"/>
    <w:rsid w:val="003B731E"/>
    <w:rsid w:val="003B75AC"/>
    <w:rsid w:val="003B75CC"/>
    <w:rsid w:val="003C13FA"/>
    <w:rsid w:val="003C1725"/>
    <w:rsid w:val="003C1847"/>
    <w:rsid w:val="003C18CA"/>
    <w:rsid w:val="003C1A69"/>
    <w:rsid w:val="003C1CF3"/>
    <w:rsid w:val="003C2765"/>
    <w:rsid w:val="003C29C5"/>
    <w:rsid w:val="003C3104"/>
    <w:rsid w:val="003C38E2"/>
    <w:rsid w:val="003C3BCA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5E7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25E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4A28"/>
    <w:rsid w:val="00404D6B"/>
    <w:rsid w:val="004059A8"/>
    <w:rsid w:val="00405C69"/>
    <w:rsid w:val="00405EAE"/>
    <w:rsid w:val="00405F4D"/>
    <w:rsid w:val="004061FF"/>
    <w:rsid w:val="00406573"/>
    <w:rsid w:val="00406678"/>
    <w:rsid w:val="0040677D"/>
    <w:rsid w:val="0040686F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1E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2B3"/>
    <w:rsid w:val="0042434D"/>
    <w:rsid w:val="004244EE"/>
    <w:rsid w:val="00425B1C"/>
    <w:rsid w:val="00425C84"/>
    <w:rsid w:val="00425E10"/>
    <w:rsid w:val="00425F7F"/>
    <w:rsid w:val="00426041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4F8F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776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ED7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788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19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5CD5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1BD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1E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07538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93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1D3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4AD"/>
    <w:rsid w:val="00562538"/>
    <w:rsid w:val="00562BC3"/>
    <w:rsid w:val="00562EA9"/>
    <w:rsid w:val="00563699"/>
    <w:rsid w:val="005637F1"/>
    <w:rsid w:val="00563ABB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0DD4"/>
    <w:rsid w:val="00571141"/>
    <w:rsid w:val="00571E41"/>
    <w:rsid w:val="00571F26"/>
    <w:rsid w:val="00572675"/>
    <w:rsid w:val="00572721"/>
    <w:rsid w:val="00572D75"/>
    <w:rsid w:val="00572F2A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35"/>
    <w:rsid w:val="00583681"/>
    <w:rsid w:val="005836C8"/>
    <w:rsid w:val="0058370A"/>
    <w:rsid w:val="00583A4A"/>
    <w:rsid w:val="00583CE5"/>
    <w:rsid w:val="005841A7"/>
    <w:rsid w:val="0058446F"/>
    <w:rsid w:val="00584541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0D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319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7F1"/>
    <w:rsid w:val="005A7A0C"/>
    <w:rsid w:val="005A7EED"/>
    <w:rsid w:val="005A7FAF"/>
    <w:rsid w:val="005B04B0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23A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7DD"/>
    <w:rsid w:val="005D5EAF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241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9CA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611"/>
    <w:rsid w:val="00602A40"/>
    <w:rsid w:val="00602C86"/>
    <w:rsid w:val="00602FDA"/>
    <w:rsid w:val="006038A4"/>
    <w:rsid w:val="006039A1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830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143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4CF"/>
    <w:rsid w:val="00640765"/>
    <w:rsid w:val="006408C1"/>
    <w:rsid w:val="00640944"/>
    <w:rsid w:val="00640B5D"/>
    <w:rsid w:val="0064150B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AFA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AC3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18B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1FC5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4A31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BA5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3A7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619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E7FAF"/>
    <w:rsid w:val="006F0139"/>
    <w:rsid w:val="006F01C8"/>
    <w:rsid w:val="006F01EF"/>
    <w:rsid w:val="006F0373"/>
    <w:rsid w:val="006F0506"/>
    <w:rsid w:val="006F082F"/>
    <w:rsid w:val="006F10E1"/>
    <w:rsid w:val="006F122A"/>
    <w:rsid w:val="006F1358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8D6"/>
    <w:rsid w:val="00702D7A"/>
    <w:rsid w:val="007030BC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2D60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96E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3CD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5F5A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4EEF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0D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0C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7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ACD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672"/>
    <w:rsid w:val="007C5BC8"/>
    <w:rsid w:val="007C5C28"/>
    <w:rsid w:val="007C5D59"/>
    <w:rsid w:val="007C6196"/>
    <w:rsid w:val="007C6634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180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161"/>
    <w:rsid w:val="007F32FA"/>
    <w:rsid w:val="007F3336"/>
    <w:rsid w:val="007F387D"/>
    <w:rsid w:val="007F38FB"/>
    <w:rsid w:val="007F3CD2"/>
    <w:rsid w:val="007F3FC9"/>
    <w:rsid w:val="007F449D"/>
    <w:rsid w:val="007F47F4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1669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82A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B45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551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C57"/>
    <w:rsid w:val="008D7E91"/>
    <w:rsid w:val="008D7F16"/>
    <w:rsid w:val="008E0275"/>
    <w:rsid w:val="008E05A4"/>
    <w:rsid w:val="008E07CF"/>
    <w:rsid w:val="008E0E31"/>
    <w:rsid w:val="008E16B9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4F43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04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1F9D"/>
    <w:rsid w:val="009224E2"/>
    <w:rsid w:val="00922E87"/>
    <w:rsid w:val="00922FAC"/>
    <w:rsid w:val="00922FD5"/>
    <w:rsid w:val="00923013"/>
    <w:rsid w:val="00923207"/>
    <w:rsid w:val="009232E4"/>
    <w:rsid w:val="009234D6"/>
    <w:rsid w:val="00923AC3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C68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7AF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34D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6F69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8AA"/>
    <w:rsid w:val="009F0AD7"/>
    <w:rsid w:val="009F1211"/>
    <w:rsid w:val="009F1E02"/>
    <w:rsid w:val="009F255D"/>
    <w:rsid w:val="009F2913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0A3"/>
    <w:rsid w:val="00A0315E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C9F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3218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0289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A2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4A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97EC4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B2"/>
    <w:rsid w:val="00AB5AEF"/>
    <w:rsid w:val="00AB69F0"/>
    <w:rsid w:val="00AB69F9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D1B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9E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51B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483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52B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1F5"/>
    <w:rsid w:val="00B634C9"/>
    <w:rsid w:val="00B636BA"/>
    <w:rsid w:val="00B63B3A"/>
    <w:rsid w:val="00B63B8B"/>
    <w:rsid w:val="00B6401C"/>
    <w:rsid w:val="00B644A6"/>
    <w:rsid w:val="00B64900"/>
    <w:rsid w:val="00B64C0C"/>
    <w:rsid w:val="00B64EE9"/>
    <w:rsid w:val="00B651F2"/>
    <w:rsid w:val="00B65682"/>
    <w:rsid w:val="00B65F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1F3A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5EF3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39C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BED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115F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6F25"/>
    <w:rsid w:val="00C270F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749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BEB"/>
    <w:rsid w:val="00C42E5E"/>
    <w:rsid w:val="00C42F91"/>
    <w:rsid w:val="00C4328B"/>
    <w:rsid w:val="00C43675"/>
    <w:rsid w:val="00C43FDD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951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4C9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77F68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48D"/>
    <w:rsid w:val="00C9598C"/>
    <w:rsid w:val="00C9645D"/>
    <w:rsid w:val="00C9666B"/>
    <w:rsid w:val="00C96A8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00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19D8"/>
    <w:rsid w:val="00CD1E47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270F"/>
    <w:rsid w:val="00CE3173"/>
    <w:rsid w:val="00CE3587"/>
    <w:rsid w:val="00CE3797"/>
    <w:rsid w:val="00CE3A26"/>
    <w:rsid w:val="00CE3FE5"/>
    <w:rsid w:val="00CE40C9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B4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4C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3C23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5DD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23B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1DD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26F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7C4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3944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23D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440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120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5B2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0E8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7AB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5A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AD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C37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3FF7"/>
    <w:rsid w:val="00E74A8F"/>
    <w:rsid w:val="00E74AE0"/>
    <w:rsid w:val="00E74F61"/>
    <w:rsid w:val="00E754D1"/>
    <w:rsid w:val="00E759E6"/>
    <w:rsid w:val="00E75BE9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67D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3F6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EF7EED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667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03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56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9AB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6F0E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1F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CD0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88"/>
    <w:rsid w:val="00FD1AF3"/>
    <w:rsid w:val="00FD26CD"/>
    <w:rsid w:val="00FD2C4A"/>
    <w:rsid w:val="00FD3767"/>
    <w:rsid w:val="00FD42C5"/>
    <w:rsid w:val="00FD49FB"/>
    <w:rsid w:val="00FD4D0E"/>
    <w:rsid w:val="00FD5646"/>
    <w:rsid w:val="00FD5FEE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CE40C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40C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E40C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E40C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613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13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61</Words>
  <Characters>348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Пузырева Надежда Николаевна</dc:creator>
  <cp:keywords/>
  <dc:description/>
  <cp:lastModifiedBy>user</cp:lastModifiedBy>
  <cp:revision>2</cp:revision>
  <cp:lastPrinted>2018-02-08T07:28:00Z</cp:lastPrinted>
  <dcterms:created xsi:type="dcterms:W3CDTF">2018-02-08T13:19:00Z</dcterms:created>
  <dcterms:modified xsi:type="dcterms:W3CDTF">2018-02-08T13:19:00Z</dcterms:modified>
</cp:coreProperties>
</file>