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F1" w:rsidRPr="000120C5" w:rsidRDefault="001652F1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1652F1" w:rsidRPr="000120C5" w:rsidRDefault="001652F1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1652F1" w:rsidRPr="000120C5" w:rsidRDefault="001652F1" w:rsidP="00D43357">
      <w:pPr>
        <w:spacing w:after="120"/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08 февраля 2018 г. № 139/1145-7</w:t>
      </w:r>
    </w:p>
    <w:p w:rsidR="001652F1" w:rsidRDefault="001652F1" w:rsidP="00DE44EB">
      <w:pPr>
        <w:jc w:val="center"/>
        <w:rPr>
          <w:b/>
          <w:bCs/>
        </w:rPr>
      </w:pPr>
    </w:p>
    <w:p w:rsidR="001652F1" w:rsidRDefault="001652F1" w:rsidP="00DE44EB">
      <w:pPr>
        <w:jc w:val="center"/>
        <w:rPr>
          <w:b/>
          <w:bCs/>
        </w:rPr>
      </w:pPr>
    </w:p>
    <w:p w:rsidR="001652F1" w:rsidRDefault="001652F1" w:rsidP="00DE44E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1652F1" w:rsidRDefault="001652F1" w:rsidP="00DE44EB">
      <w:pPr>
        <w:jc w:val="center"/>
        <w:rPr>
          <w:b/>
          <w:bCs/>
        </w:rPr>
      </w:pPr>
      <w:r>
        <w:rPr>
          <w:b/>
          <w:bCs/>
        </w:rPr>
        <w:t>доверенных лиц кандидата</w:t>
      </w:r>
    </w:p>
    <w:p w:rsidR="001652F1" w:rsidRDefault="001652F1" w:rsidP="00DE44EB">
      <w:pPr>
        <w:jc w:val="center"/>
        <w:rPr>
          <w:b/>
          <w:bCs/>
        </w:rPr>
      </w:pPr>
      <w:r>
        <w:rPr>
          <w:b/>
          <w:bCs/>
        </w:rPr>
        <w:t>на должность Президента Российской Федерации</w:t>
      </w:r>
    </w:p>
    <w:p w:rsidR="001652F1" w:rsidRDefault="001652F1" w:rsidP="00332818">
      <w:pPr>
        <w:pStyle w:val="BodyText"/>
      </w:pPr>
      <w:r>
        <w:t>Сергея Николаевича Бабурина</w:t>
      </w:r>
    </w:p>
    <w:p w:rsidR="001652F1" w:rsidRDefault="001652F1" w:rsidP="00CD3D11"/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Андреева Татьяна Милентьевна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Аничкин Иван Степанович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Астафьев Михаил Георгиевич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Бабурин Владимир Сергеевич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Бабурин Ярослав Сергеевич</w:t>
      </w:r>
    </w:p>
    <w:p w:rsidR="001652F1" w:rsidRPr="0063246A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 w:rsidRPr="0063246A">
        <w:t>Байрамов Фарман Джангир оглы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Балала Виктор Алексеевич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Бахтиярова Людмила Хамитовна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</w:tabs>
        <w:spacing w:line="360" w:lineRule="auto"/>
        <w:ind w:hanging="160"/>
        <w:jc w:val="both"/>
      </w:pPr>
      <w:r>
        <w:t>Беккер Андрей Викторович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Белов Кирилл Геннадьевич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Бичев Геннадий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Боговид Александр Степанович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Боровой Андрей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Ванин Алексей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Волошин Анатолий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Вышегородских Егор Викторович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Газимагомедов Тимур Магомедович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Галактионов Павел Петрович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Гара Андрей Анатольевич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Гофман Александр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Гречишников Игорь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Григорович Алексей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Григорьев Михаил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Гудков Владимир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Дементьев Евгений Геннадьевич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Десятников Владимир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Джатиев Владимир Солтанович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Добриев Накир Увейсович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Догузов Тенгиз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Дорошенко Николай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Дувалов Анатолий Григорьевич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Дук Юрий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Дунаев Сергей Валентинович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Евланова Марина Васильевна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Ермолаев Вячеслав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Ерохин Виктор Сергеевич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Заровный Дмитрий Алексеевич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Захаров Александр Игоревич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Зинченко Виталий Жаннович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Иванов Александр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Иванова Наталия Эдуардовна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Канинберг Владимир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Каприльянц Александр Георгиевич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Керимов Александр Джангирович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Килин Александр Сергеевич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Ключников Илья Евгеньевич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Колов Евгений Дмитриевич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Копанев Михаил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Костромин Сергей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Коткова Елена Ивановна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Кривошеев Юрий Вячеславович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Кротов Александр Викторович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Кузин Сергей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Кузьмицкий Александр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Куликов Валерий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Лашевич Андрей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Леонов Владимир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Липунов Валерий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Липунова Надежда Викторовна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Лисовенко Людмила Николаевна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Листратов Александр Сергеевич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Макин Олег Петрович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Мартынов Анатолий Игнатьевич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Медведев Сергей Васильевич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Мельников Валерий Анатольевич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Муханова Ирина Григорьевна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Наумов Алексей Дмитриевич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Никитин Сергей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Николаев Владимир Борисович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Осипов Владимир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Павлов Николай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Перминов Василий Васильевич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Петрищев Вячеслав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Полуханов Андрей Анатольевич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Польский Владимир Васильевич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Рамазанов Анар Тельманович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Реалов Вадим Итальевич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Редькина Татьяна Михайловна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Ремизевич Татьяна Николаевна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Рыжик Сергей Вячеславович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Рябов Виктор Андреевич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Савёлова Софья Андреевна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Савельев Сергей Николаевич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Савченко Сергей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Саенко Геннадий Васильевич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Сейдалиев Геннадий Суфьянович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Серажетдинов Дамир Османович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Слюсаренко Олег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Смирнов Илья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Смирнов Юрий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Смитюшенко Сергей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Соин Валентин Дмитриевич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Соин Дмитрий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Соловьёв Алексей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Стебанов Сергей Семенович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Суслов Алексей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Тарасевич Иван Анатольевич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Тарзиманова Лия Муратовна</w:t>
      </w:r>
    </w:p>
    <w:p w:rsidR="001652F1" w:rsidRDefault="001652F1" w:rsidP="00A0123A">
      <w:pPr>
        <w:numPr>
          <w:ilvl w:val="0"/>
          <w:numId w:val="7"/>
        </w:numPr>
        <w:tabs>
          <w:tab w:val="left" w:pos="1120"/>
        </w:tabs>
        <w:spacing w:line="360" w:lineRule="auto"/>
        <w:ind w:hanging="160"/>
        <w:jc w:val="both"/>
      </w:pPr>
      <w:r>
        <w:t>Тимошенко Анатолий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Тихонов Тимур Георгиевич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Тупикин Юрий Егорович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Туренко Николай Павлович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Халтурин Сергей Юрьевич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Ханиев Хамиша Тонович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Цимбалист Александр Владимирович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Чадаев Ахмед Имиранович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Часовских Николай Александрович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Черемухин Виктор Иванович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Шабаев Евгений Олегович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Шаганов Александр Алексеевич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Шишкин Игорь Сергеевич</w:t>
      </w:r>
    </w:p>
    <w:p w:rsidR="001652F1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Эбзеев Аслан Баухадинович</w:t>
      </w:r>
    </w:p>
    <w:p w:rsidR="001652F1" w:rsidRPr="00B97985" w:rsidRDefault="001652F1" w:rsidP="00A0123A">
      <w:pPr>
        <w:numPr>
          <w:ilvl w:val="0"/>
          <w:numId w:val="7"/>
        </w:numPr>
        <w:tabs>
          <w:tab w:val="left" w:pos="993"/>
          <w:tab w:val="left" w:pos="1120"/>
        </w:tabs>
        <w:spacing w:line="360" w:lineRule="auto"/>
        <w:ind w:hanging="160"/>
        <w:jc w:val="both"/>
      </w:pPr>
      <w:r>
        <w:t>Эренин Вадим Анатольевич.</w:t>
      </w:r>
    </w:p>
    <w:sectPr w:rsidR="001652F1" w:rsidRPr="00B97985" w:rsidSect="006C7F17">
      <w:headerReference w:type="default" r:id="rId7"/>
      <w:footerReference w:type="default" r:id="rId8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2F1" w:rsidRDefault="001652F1">
      <w:r>
        <w:separator/>
      </w:r>
    </w:p>
  </w:endnote>
  <w:endnote w:type="continuationSeparator" w:id="0">
    <w:p w:rsidR="001652F1" w:rsidRDefault="00165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F1" w:rsidRPr="002A3B9E" w:rsidRDefault="001652F1" w:rsidP="00A0123A">
    <w:pPr>
      <w:pStyle w:val="Footer"/>
    </w:pPr>
    <w:fldSimple w:instr=" FILENAME   \* MERGEFORMAT ">
      <w:r>
        <w:rPr>
          <w:noProof/>
        </w:rPr>
        <w:t>е0302010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2F1" w:rsidRDefault="001652F1">
      <w:r>
        <w:separator/>
      </w:r>
    </w:p>
  </w:footnote>
  <w:footnote w:type="continuationSeparator" w:id="0">
    <w:p w:rsidR="001652F1" w:rsidRDefault="00165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F1" w:rsidRPr="00B3159B" w:rsidRDefault="001652F1">
    <w:pPr>
      <w:pStyle w:val="Header"/>
      <w:jc w:val="center"/>
      <w:rPr>
        <w:sz w:val="24"/>
        <w:szCs w:val="24"/>
      </w:rPr>
    </w:pPr>
    <w:r w:rsidRPr="00B3159B">
      <w:rPr>
        <w:sz w:val="24"/>
        <w:szCs w:val="24"/>
      </w:rPr>
      <w:fldChar w:fldCharType="begin"/>
    </w:r>
    <w:r w:rsidRPr="00B3159B">
      <w:rPr>
        <w:sz w:val="24"/>
        <w:szCs w:val="24"/>
      </w:rPr>
      <w:instrText xml:space="preserve"> PAGE   \* MERGEFORMAT </w:instrText>
    </w:r>
    <w:r w:rsidRPr="00B3159B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B3159B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315A"/>
    <w:multiLevelType w:val="hybridMultilevel"/>
    <w:tmpl w:val="E7F44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B4F4961"/>
    <w:multiLevelType w:val="hybridMultilevel"/>
    <w:tmpl w:val="70503C0C"/>
    <w:lvl w:ilvl="0" w:tplc="9B02110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71B72F5"/>
    <w:multiLevelType w:val="hybridMultilevel"/>
    <w:tmpl w:val="DFFC5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D1FD3"/>
    <w:multiLevelType w:val="hybridMultilevel"/>
    <w:tmpl w:val="C65EAC28"/>
    <w:lvl w:ilvl="0" w:tplc="2A6E2A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D1B3B52"/>
    <w:multiLevelType w:val="hybridMultilevel"/>
    <w:tmpl w:val="5DC0EF3E"/>
    <w:lvl w:ilvl="0" w:tplc="C6A083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120C5"/>
    <w:rsid w:val="000330AA"/>
    <w:rsid w:val="000354D0"/>
    <w:rsid w:val="00065ABE"/>
    <w:rsid w:val="00072759"/>
    <w:rsid w:val="000D3F94"/>
    <w:rsid w:val="000F064C"/>
    <w:rsid w:val="00116E0E"/>
    <w:rsid w:val="001209D3"/>
    <w:rsid w:val="00145D74"/>
    <w:rsid w:val="00145FBE"/>
    <w:rsid w:val="0016350B"/>
    <w:rsid w:val="001652F1"/>
    <w:rsid w:val="00166008"/>
    <w:rsid w:val="0017015B"/>
    <w:rsid w:val="001916FC"/>
    <w:rsid w:val="00194E81"/>
    <w:rsid w:val="001A45DB"/>
    <w:rsid w:val="001B3E16"/>
    <w:rsid w:val="001B79E7"/>
    <w:rsid w:val="001C253D"/>
    <w:rsid w:val="001D335B"/>
    <w:rsid w:val="001D41A7"/>
    <w:rsid w:val="001D671F"/>
    <w:rsid w:val="001E5E22"/>
    <w:rsid w:val="001F0503"/>
    <w:rsid w:val="00205EAE"/>
    <w:rsid w:val="002132D4"/>
    <w:rsid w:val="00232546"/>
    <w:rsid w:val="0025456F"/>
    <w:rsid w:val="00264180"/>
    <w:rsid w:val="002741EE"/>
    <w:rsid w:val="002940AD"/>
    <w:rsid w:val="002A3B9E"/>
    <w:rsid w:val="00324906"/>
    <w:rsid w:val="0032594C"/>
    <w:rsid w:val="00326211"/>
    <w:rsid w:val="00332818"/>
    <w:rsid w:val="00346E90"/>
    <w:rsid w:val="003521E8"/>
    <w:rsid w:val="003543AB"/>
    <w:rsid w:val="00370CFF"/>
    <w:rsid w:val="003C74E3"/>
    <w:rsid w:val="003D6082"/>
    <w:rsid w:val="00417BC4"/>
    <w:rsid w:val="0045162A"/>
    <w:rsid w:val="004578AE"/>
    <w:rsid w:val="00462EA9"/>
    <w:rsid w:val="00463547"/>
    <w:rsid w:val="004C7BDE"/>
    <w:rsid w:val="004D6174"/>
    <w:rsid w:val="004D664C"/>
    <w:rsid w:val="00505230"/>
    <w:rsid w:val="00511D14"/>
    <w:rsid w:val="00524218"/>
    <w:rsid w:val="005378C5"/>
    <w:rsid w:val="00576DC8"/>
    <w:rsid w:val="0057746B"/>
    <w:rsid w:val="00594BF3"/>
    <w:rsid w:val="005B04B0"/>
    <w:rsid w:val="005C032A"/>
    <w:rsid w:val="005C52FD"/>
    <w:rsid w:val="00612D95"/>
    <w:rsid w:val="006148C5"/>
    <w:rsid w:val="0063246A"/>
    <w:rsid w:val="00632E93"/>
    <w:rsid w:val="00655571"/>
    <w:rsid w:val="006760D4"/>
    <w:rsid w:val="006923AF"/>
    <w:rsid w:val="006A0446"/>
    <w:rsid w:val="006C7F17"/>
    <w:rsid w:val="006D1ABB"/>
    <w:rsid w:val="006D1E59"/>
    <w:rsid w:val="006E397A"/>
    <w:rsid w:val="00700830"/>
    <w:rsid w:val="007237C3"/>
    <w:rsid w:val="00726859"/>
    <w:rsid w:val="00730695"/>
    <w:rsid w:val="00755428"/>
    <w:rsid w:val="00786222"/>
    <w:rsid w:val="007B347D"/>
    <w:rsid w:val="007F37FB"/>
    <w:rsid w:val="00807BAC"/>
    <w:rsid w:val="00811895"/>
    <w:rsid w:val="0082382A"/>
    <w:rsid w:val="00842246"/>
    <w:rsid w:val="00866E1D"/>
    <w:rsid w:val="008C7488"/>
    <w:rsid w:val="00900DFF"/>
    <w:rsid w:val="00920879"/>
    <w:rsid w:val="00971A78"/>
    <w:rsid w:val="009865E7"/>
    <w:rsid w:val="009976D3"/>
    <w:rsid w:val="009A127C"/>
    <w:rsid w:val="009C6F69"/>
    <w:rsid w:val="00A0123A"/>
    <w:rsid w:val="00A073AD"/>
    <w:rsid w:val="00A231C9"/>
    <w:rsid w:val="00A539E0"/>
    <w:rsid w:val="00A54562"/>
    <w:rsid w:val="00A8496C"/>
    <w:rsid w:val="00AC20D8"/>
    <w:rsid w:val="00AE3E8E"/>
    <w:rsid w:val="00B06226"/>
    <w:rsid w:val="00B176E5"/>
    <w:rsid w:val="00B3159B"/>
    <w:rsid w:val="00B83E44"/>
    <w:rsid w:val="00B84003"/>
    <w:rsid w:val="00B97985"/>
    <w:rsid w:val="00BC080E"/>
    <w:rsid w:val="00BC1E61"/>
    <w:rsid w:val="00BC5936"/>
    <w:rsid w:val="00BF0040"/>
    <w:rsid w:val="00BF1D85"/>
    <w:rsid w:val="00C01C7D"/>
    <w:rsid w:val="00C01E2A"/>
    <w:rsid w:val="00C26F25"/>
    <w:rsid w:val="00C34609"/>
    <w:rsid w:val="00C4496A"/>
    <w:rsid w:val="00C515EC"/>
    <w:rsid w:val="00C90433"/>
    <w:rsid w:val="00CD3D11"/>
    <w:rsid w:val="00CD6D9F"/>
    <w:rsid w:val="00D05D87"/>
    <w:rsid w:val="00D34C6C"/>
    <w:rsid w:val="00D43357"/>
    <w:rsid w:val="00D5795C"/>
    <w:rsid w:val="00D67F40"/>
    <w:rsid w:val="00D763A8"/>
    <w:rsid w:val="00DB718E"/>
    <w:rsid w:val="00DC2E03"/>
    <w:rsid w:val="00DC6DC5"/>
    <w:rsid w:val="00DE44EB"/>
    <w:rsid w:val="00DE575E"/>
    <w:rsid w:val="00DE76C5"/>
    <w:rsid w:val="00DE77F4"/>
    <w:rsid w:val="00E2182F"/>
    <w:rsid w:val="00E40F9F"/>
    <w:rsid w:val="00E87577"/>
    <w:rsid w:val="00E964BE"/>
    <w:rsid w:val="00EE61AB"/>
    <w:rsid w:val="00F02BCC"/>
    <w:rsid w:val="00F12BF7"/>
    <w:rsid w:val="00F61854"/>
    <w:rsid w:val="00F61960"/>
    <w:rsid w:val="00F723E3"/>
    <w:rsid w:val="00F802AE"/>
    <w:rsid w:val="00F87175"/>
    <w:rsid w:val="00F941A4"/>
    <w:rsid w:val="00FC04AE"/>
    <w:rsid w:val="00FC78FD"/>
    <w:rsid w:val="00FD4726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491</Words>
  <Characters>2804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2018-02-08T07:40:00Z</cp:lastPrinted>
  <dcterms:created xsi:type="dcterms:W3CDTF">2018-02-08T13:17:00Z</dcterms:created>
  <dcterms:modified xsi:type="dcterms:W3CDTF">2018-02-08T13:17:00Z</dcterms:modified>
</cp:coreProperties>
</file>