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787" w:rsidRPr="003A0009" w:rsidRDefault="00BB4787" w:rsidP="003A0009">
      <w:pPr>
        <w:ind w:left="3969"/>
        <w:jc w:val="center"/>
        <w:rPr>
          <w:rFonts w:ascii="Times New Roman CYR" w:hAnsi="Times New Roman CYR" w:cs="Times New Roman CYR"/>
        </w:rPr>
      </w:pPr>
      <w:r w:rsidRPr="003A0009">
        <w:rPr>
          <w:rFonts w:ascii="Times New Roman CYR" w:hAnsi="Times New Roman CYR" w:cs="Times New Roman CYR"/>
        </w:rPr>
        <w:t xml:space="preserve">Приложение </w:t>
      </w:r>
    </w:p>
    <w:p w:rsidR="00BB4787" w:rsidRPr="003A0009" w:rsidRDefault="00BB4787" w:rsidP="003A0009">
      <w:pPr>
        <w:ind w:left="3969"/>
        <w:jc w:val="center"/>
        <w:rPr>
          <w:rFonts w:ascii="Times New Roman CYR" w:hAnsi="Times New Roman CYR" w:cs="Times New Roman CYR"/>
        </w:rPr>
      </w:pPr>
      <w:r w:rsidRPr="003A0009">
        <w:rPr>
          <w:rFonts w:ascii="Times New Roman CYR" w:hAnsi="Times New Roman CYR" w:cs="Times New Roman CYR"/>
        </w:rPr>
        <w:t xml:space="preserve">к постановлению Центральной избирательной комиссии Российской Федерации </w:t>
      </w:r>
    </w:p>
    <w:p w:rsidR="00BB4787" w:rsidRPr="003A0009" w:rsidRDefault="00BB4787" w:rsidP="003A0009">
      <w:pPr>
        <w:spacing w:after="120"/>
        <w:ind w:left="3969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от 07 февраля 2018 г. № 138/1133-7</w:t>
      </w:r>
    </w:p>
    <w:p w:rsidR="00BB4787" w:rsidRPr="003A0009" w:rsidRDefault="00BB4787" w:rsidP="003A0009">
      <w:pPr>
        <w:jc w:val="center"/>
        <w:rPr>
          <w:b/>
          <w:bCs/>
          <w:sz w:val="28"/>
          <w:szCs w:val="28"/>
        </w:rPr>
      </w:pPr>
    </w:p>
    <w:p w:rsidR="00BB4787" w:rsidRPr="003A0009" w:rsidRDefault="00BB4787" w:rsidP="003A0009">
      <w:pPr>
        <w:jc w:val="center"/>
        <w:rPr>
          <w:b/>
          <w:bCs/>
          <w:sz w:val="28"/>
          <w:szCs w:val="28"/>
        </w:rPr>
      </w:pPr>
    </w:p>
    <w:p w:rsidR="00BB4787" w:rsidRPr="003A0009" w:rsidRDefault="00BB4787" w:rsidP="003A0009">
      <w:pPr>
        <w:jc w:val="center"/>
        <w:rPr>
          <w:b/>
          <w:bCs/>
          <w:sz w:val="28"/>
          <w:szCs w:val="28"/>
        </w:rPr>
      </w:pPr>
      <w:r w:rsidRPr="003A0009">
        <w:rPr>
          <w:b/>
          <w:bCs/>
          <w:sz w:val="28"/>
          <w:szCs w:val="28"/>
        </w:rPr>
        <w:t>СПИСОК</w:t>
      </w:r>
    </w:p>
    <w:p w:rsidR="00BB4787" w:rsidRPr="003A0009" w:rsidRDefault="00BB4787" w:rsidP="003A0009">
      <w:pPr>
        <w:jc w:val="center"/>
        <w:rPr>
          <w:b/>
          <w:bCs/>
          <w:sz w:val="28"/>
          <w:szCs w:val="28"/>
        </w:rPr>
      </w:pPr>
      <w:r w:rsidRPr="003A0009">
        <w:rPr>
          <w:b/>
          <w:bCs/>
          <w:sz w:val="28"/>
          <w:szCs w:val="28"/>
        </w:rPr>
        <w:t>доверенных лиц политической партии «Политическая партия ЛДПР – Либерально-демократическая партия России»</w:t>
      </w:r>
    </w:p>
    <w:p w:rsidR="00BB4787" w:rsidRDefault="00BB4787" w:rsidP="003A0009">
      <w:pPr>
        <w:jc w:val="center"/>
        <w:rPr>
          <w:b/>
          <w:bCs/>
          <w:sz w:val="28"/>
          <w:szCs w:val="28"/>
        </w:rPr>
      </w:pPr>
    </w:p>
    <w:p w:rsidR="00BB4787" w:rsidRPr="003A0009" w:rsidRDefault="00BB4787" w:rsidP="003A0009">
      <w:pPr>
        <w:jc w:val="center"/>
        <w:rPr>
          <w:b/>
          <w:bCs/>
          <w:sz w:val="28"/>
          <w:szCs w:val="28"/>
        </w:rPr>
      </w:pP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Аджигитов Кирилл Халильевич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Амелин Вячеслав Романович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Арчаков Амир Ханбердович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Балясов Андрей Александрович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Бачков Сергей Анатольевич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Богус Анзор Алиевич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Большаков Алексей Юрьевич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Боронтов Дмитрий Евгеньевич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Введенский Юрий Андреевич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Векшин Дмитрий Александрович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Воронович Владимир Павлович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Гадиев Гелани Якубович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Гасанов Магомед Муртазалиевич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Глазунова Татьяна Ивановна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Гулоев Зелимхан Ахметович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Давыдов Юрий Яковлевич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Демидов Матвей Олегович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Денисенков Дмитрий Сергеевич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Деордиева Ирина Анатольевна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Джунусов Аслан Нариманович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Дзейтов Магомед Ахмедович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Домнина Анастасия Леонидовна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Дрига Владимир Павлович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Дрозд Олеся Анатольевна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Ермолинский Сергей Владимирович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Жинь Андрей Павлович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Зурабов Ибрагим Ахметович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Иващенкова Валентина Ефимовна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Исанова Юлия Сергеевна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Календарова Елена Николаевна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Каляева Саглара Ирвсовна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Капинус Галина Григорьевна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Кизильченко Василий Васильевич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Ковальчук Алексей Николаевич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Кондратов Сергей Валерьевич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Корниенко Елена Александровна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Костиков Николай Николаевич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Кулешов Владимир Наумович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Кулова Мадина Муаедовна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Курбатов Дмитрий Сергеевич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Лапшин Руслан Юрьевич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Лебедев Анатолий Илларионович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Левин Станислав Леонидович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Леднев Александр Иванович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Локшина Виктория Игоревна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Магомадов Салман Вахаевич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Магомедов Шамиль Алиевич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Максимова Ольга Викторовна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Матвиенко Сергей Викторович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Махмудов Владислав Леонидович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Мефед Владимир Михайлович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Митрофанов Виктор Викторович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Михеев Павел Игоревич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Монахов Михаил Игоревич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Москалев Максим Сергеевич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Мулмэн Алёна Геннадьевна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Мясин Евгений Владимирович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Нараб Роман Игоревич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Наумов Николай Викторович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Ниминущая Нина Васильевна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Новиков Виталий Викторович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Окишева Мария Викторовна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Омаров Омар Магомедрасулович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Орчиковская Юлия Вадимовна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Остапенко Сергей Игорьевич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Остапец Алла Викторовна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Палашовская Виктория Любомировна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Панасюк Ирина Владимировна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Поляков Евгений Константинович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Поркшеян Игорь Сергеевич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Привалихин Александр Александрович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Прилука Денис Алексеевич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Пронюшкин Александр Юрьевич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Пулле Татьяна Николаевна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Пчельников Александр Васильевич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Резниченко Алексей Владимирович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Романова Оксана Геннадьевна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Сеитмеметов Муса Сеитвелиевич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Селин Петр Иванович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Сергеева Анастасия Валерьевна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Синеглазов Константин Павлович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Сухов Валерий Владимирович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Сушков Станислав Сергеевич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Сцепинский Сергей Олегович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Тарасенков Павел Викторович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Терешкова Ирина Викторовна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Тимченко Андрей Георгиевич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Умников Антон Геннадьевич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Хасиев Сулумбек Султанович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Хижняк Евгений Анатольевич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Хрущев Юрий Михайлович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Цветков Алексей Алексеевич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Цуканова Валентина Сергеевна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Цховребов Михаил Аланович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Чецкий Иван Владимирович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Чирва Мария Сергеевна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Шаготский Андрей Николаевич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Шевченко Владимир Владимирович</w:t>
      </w:r>
    </w:p>
    <w:p w:rsidR="00BB4787" w:rsidRPr="003A0009" w:rsidRDefault="00BB4787" w:rsidP="003A0009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Шкуратов Дмитрий Сергеевич</w:t>
      </w:r>
    </w:p>
    <w:p w:rsidR="00BB4787" w:rsidRPr="003A0009" w:rsidRDefault="00BB4787" w:rsidP="003A0009">
      <w:pPr>
        <w:numPr>
          <w:ilvl w:val="0"/>
          <w:numId w:val="1"/>
        </w:numPr>
        <w:spacing w:line="360" w:lineRule="auto"/>
        <w:ind w:left="0" w:firstLine="710"/>
        <w:jc w:val="both"/>
        <w:rPr>
          <w:sz w:val="28"/>
          <w:szCs w:val="28"/>
        </w:rPr>
      </w:pPr>
      <w:r w:rsidRPr="003A0009">
        <w:rPr>
          <w:sz w:val="28"/>
          <w:szCs w:val="28"/>
        </w:rPr>
        <w:t>Шредер Григорий Дмитриевич.</w:t>
      </w:r>
    </w:p>
    <w:p w:rsidR="00BB4787" w:rsidRPr="003A0009" w:rsidRDefault="00BB4787" w:rsidP="003A0009">
      <w:pPr>
        <w:jc w:val="center"/>
        <w:rPr>
          <w:b/>
          <w:bCs/>
          <w:sz w:val="28"/>
          <w:szCs w:val="28"/>
        </w:rPr>
      </w:pPr>
    </w:p>
    <w:sectPr w:rsidR="00BB4787" w:rsidRPr="003A0009" w:rsidSect="00C060DA">
      <w:headerReference w:type="default" r:id="rId7"/>
      <w:footerReference w:type="default" r:id="rId8"/>
      <w:footerReference w:type="first" r:id="rId9"/>
      <w:pgSz w:w="11906" w:h="16838" w:code="9"/>
      <w:pgMar w:top="1134" w:right="851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787" w:rsidRDefault="00BB4787" w:rsidP="0098575C">
      <w:r>
        <w:separator/>
      </w:r>
    </w:p>
  </w:endnote>
  <w:endnote w:type="continuationSeparator" w:id="0">
    <w:p w:rsidR="00BB4787" w:rsidRDefault="00BB4787" w:rsidP="009857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787" w:rsidRDefault="00BB4787">
    <w:pPr>
      <w:pStyle w:val="Footer"/>
    </w:pPr>
    <w:fldSimple w:instr=" FILENAME   \* MERGEFORMAT ">
      <w:r w:rsidRPr="00C060DA">
        <w:rPr>
          <w:noProof/>
          <w:sz w:val="16"/>
          <w:szCs w:val="16"/>
        </w:rPr>
        <w:t>k0302010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787" w:rsidRDefault="00BB4787">
    <w:pPr>
      <w:pStyle w:val="Footer"/>
    </w:pPr>
    <w:fldSimple w:instr=" FILENAME   \* MERGEFORMAT ">
      <w:r w:rsidRPr="00C060DA">
        <w:rPr>
          <w:noProof/>
          <w:sz w:val="16"/>
          <w:szCs w:val="16"/>
        </w:rPr>
        <w:t>k0302010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787" w:rsidRDefault="00BB4787" w:rsidP="0098575C">
      <w:r>
        <w:separator/>
      </w:r>
    </w:p>
  </w:footnote>
  <w:footnote w:type="continuationSeparator" w:id="0">
    <w:p w:rsidR="00BB4787" w:rsidRDefault="00BB4787" w:rsidP="009857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787" w:rsidRDefault="00BB4787" w:rsidP="0098575C">
    <w:pPr>
      <w:pStyle w:val="Header"/>
      <w:jc w:val="center"/>
    </w:pPr>
    <w:fldSimple w:instr=" PAGE   \* MERGEFORMAT ">
      <w:r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32F8B"/>
    <w:multiLevelType w:val="hybridMultilevel"/>
    <w:tmpl w:val="01BAA7F4"/>
    <w:lvl w:ilvl="0" w:tplc="062ABD84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0009"/>
    <w:rsid w:val="00221920"/>
    <w:rsid w:val="0028085B"/>
    <w:rsid w:val="002B5C55"/>
    <w:rsid w:val="00301B25"/>
    <w:rsid w:val="003A0009"/>
    <w:rsid w:val="003A2CC5"/>
    <w:rsid w:val="003E6710"/>
    <w:rsid w:val="004B44EE"/>
    <w:rsid w:val="0082382A"/>
    <w:rsid w:val="00904B7F"/>
    <w:rsid w:val="0098575C"/>
    <w:rsid w:val="00986F47"/>
    <w:rsid w:val="00B8261D"/>
    <w:rsid w:val="00BB4787"/>
    <w:rsid w:val="00C060DA"/>
    <w:rsid w:val="00C26F25"/>
    <w:rsid w:val="00CD0613"/>
    <w:rsid w:val="00DA332B"/>
    <w:rsid w:val="00DC3A26"/>
    <w:rsid w:val="00F648EA"/>
    <w:rsid w:val="00FE5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8085B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8085B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8085B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8085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8085B"/>
    <w:rPr>
      <w:rFonts w:ascii="Calibri" w:hAnsi="Calibri" w:cs="Calibri"/>
      <w:b/>
      <w:bCs/>
      <w:sz w:val="28"/>
      <w:szCs w:val="28"/>
    </w:rPr>
  </w:style>
  <w:style w:type="paragraph" w:styleId="ListParagraph">
    <w:name w:val="List Paragraph"/>
    <w:basedOn w:val="Normal"/>
    <w:uiPriority w:val="99"/>
    <w:qFormat/>
    <w:rsid w:val="0028085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3A000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A0009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3A000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A0009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9857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857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436</Words>
  <Characters>2487</Characters>
  <Application>Microsoft Office Outlook</Application>
  <DocSecurity>0</DocSecurity>
  <Lines>0</Lines>
  <Paragraphs>0</Paragraphs>
  <ScaleCrop>false</ScaleCrop>
  <Company>Systematic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kopcea</dc:creator>
  <cp:keywords/>
  <dc:description/>
  <cp:lastModifiedBy>user</cp:lastModifiedBy>
  <cp:revision>2</cp:revision>
  <cp:lastPrinted>2018-02-09T09:38:00Z</cp:lastPrinted>
  <dcterms:created xsi:type="dcterms:W3CDTF">2018-02-09T12:38:00Z</dcterms:created>
  <dcterms:modified xsi:type="dcterms:W3CDTF">2018-02-09T12:38:00Z</dcterms:modified>
</cp:coreProperties>
</file>