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07B" w:rsidRDefault="005B607B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5B607B" w:rsidRDefault="005B607B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5B607B" w:rsidRDefault="005B607B">
      <w:pPr>
        <w:pStyle w:val="a1"/>
        <w:rPr>
          <w:sz w:val="24"/>
          <w:szCs w:val="24"/>
        </w:rPr>
      </w:pPr>
      <w:r>
        <w:rPr>
          <w:sz w:val="24"/>
          <w:szCs w:val="24"/>
        </w:rPr>
        <w:t>от 07 февраля 2018 г. № 138/1132-7</w:t>
      </w:r>
    </w:p>
    <w:p w:rsidR="005B607B" w:rsidRPr="00DA7EF5" w:rsidRDefault="005B607B">
      <w:pPr>
        <w:jc w:val="center"/>
        <w:rPr>
          <w:b/>
          <w:bCs/>
          <w:sz w:val="16"/>
          <w:szCs w:val="16"/>
        </w:rPr>
      </w:pPr>
    </w:p>
    <w:p w:rsidR="005B607B" w:rsidRDefault="005B607B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5B607B" w:rsidRDefault="005B607B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5B607B" w:rsidRDefault="005B607B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5B607B" w:rsidRDefault="005B607B" w:rsidP="002132D4">
      <w:pPr>
        <w:jc w:val="center"/>
        <w:rPr>
          <w:b/>
          <w:bCs/>
        </w:rPr>
      </w:pPr>
      <w:r>
        <w:rPr>
          <w:b/>
          <w:bCs/>
        </w:rPr>
        <w:t>Бориса Юрьевича Титова</w:t>
      </w:r>
    </w:p>
    <w:p w:rsidR="005B607B" w:rsidRDefault="005B607B" w:rsidP="002132D4">
      <w:pPr>
        <w:jc w:val="center"/>
        <w:rPr>
          <w:b/>
          <w:bCs/>
        </w:rPr>
      </w:pP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Аверкина Ольга Анатольевна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Аверьянова Елена Викторовна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Аксенов Павел Алексеевич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Андреев Мерген Нимгирович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Ануфриев Александр Григорьевич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Аслониди Андрей Григорьевич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Ахмадуллина Елена Асфировна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Балин Николай Алексеевич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Бараев Али Фаттахович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Бацев Сергей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Бегунова Елена Николаевна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Белоус Анатолий Николаевич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Берденкиев Вячеслав Эрдни-Араевич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Бирулин Антон Александрович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Борисенко Александр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Борисов Игорь Олегович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Валиев Раджив Абдуллаевич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Васюхин Владимир Анатольевич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Гакшта Андрей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Горелов Сергей Иванович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Грачев Михаил Васильевич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Громовенко Алексей Николаевич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Гятов Арсен Хачимович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Демин Сергей Аркадьевич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Денисов Дмитрий Константинович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Дорджиева Наталья Вячеславовна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Ен Виктория Владимировна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bookmarkStart w:id="0" w:name="_GoBack"/>
      <w:bookmarkEnd w:id="0"/>
      <w:r>
        <w:t>Жданова Марина Викторовна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Закопаев Андрей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Зубков Максим Эдуардович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Иванов Александр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Игитян Мецо Юрьевич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Инджиев Виталий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Ионкин Сергей Алексеевич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Калачёв Андрей Иринеевич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Калинина Галина Игоревна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Карлов Сергей Сергеевич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Каширина Ольга Александровна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Киселев Владислав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Клевцов Денис Анатольевич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Козлов Кирилл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Козлов Николай Александрович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Колзунов Владимир Николаевич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Коляда Андрей Александрович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Кондрашина Оксана Петровна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Конышева Татьяна Валерьевна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Корнев Константин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Коровин Роман Сергеевич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Круговой Владимир Андреевич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Кузнецов Александр Юрьевич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Кузнецов Валерий Григорьевич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Кукушкин Денис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Кусьминов Арслан Борисович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Кучугуров Олег Геннадьевич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Лейрих Анатолий Андреевич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Лифшиц Евгений Александрович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Лупашко Анна Ивановна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Лыкин Дмитрий Евгеньевич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Лютикова Марина Владимировна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Мазов Андрей Сергеевич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Макеева Юлия Ивановна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Мамыкин Алексей Николаевич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Махнев Вадим Сергеевич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Меладзе Валериан Шотаевич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Мельников Иван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Меркулов Сергей Александрович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Миркин Яков Моисеевич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Морозов Анатолий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Музалевский Дмитрий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Муллаянова Ольга Валентиновна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Мухин Сергей Аркадьевич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Мхитарян Тарон Атомович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Назаров Алексей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Назаров Иван Николаевич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Нефедов Сергей Дмитриевич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Никитин Владимир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Паршиков Сергей Геннадьевич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Пивульский Вячеслав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Пикулин Алексей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Повзнер Вадим Маркович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Потапенко Дмитрий Валерьевич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Похиль Татьяна Владимировна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Похиль Юрий Борисович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Прищепов Алексей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Родькин Алексей Сергеевич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Сангаджиева Саглара Геннадьевна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Свиридов Андрей Анатольевич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Середой Андрей Михайлович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Сиднев Виктор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Синяков Валерий Вячеславович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Соловей Валерий Дмитриевич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Сотников Дмитрий Максимович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Старикова Елена Ивановна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Сычёв Павел Вячеславович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Тарабарин Лев Иванович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Тарасов Дмитрий Вячеславович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Тарло Евгений Георгиевич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Тезяева Светлана Сергеевна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Тепкеева Ольга Владимировна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Торгашов Сергей Николаевич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Уланова Тамара Александровна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Фоменко Николай Владимирович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Хвищук Игорь Иванович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Хечиев Евгений Викторович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Ходус Сергей Николаевич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Цветков Владислав Анатольевич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Четоркин Андрей Аркадьевич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Чупров Валерий Юрьевич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Чурюмов Андрей Александрович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Шахлович Игорь Николаевич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Юманова Александра Сергеевна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Юргенс Игорь Юрьевич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Якушев Иван Петрович</w:t>
      </w:r>
    </w:p>
    <w:p w:rsidR="005B607B" w:rsidRDefault="005B607B" w:rsidP="00504D55">
      <w:pPr>
        <w:numPr>
          <w:ilvl w:val="0"/>
          <w:numId w:val="6"/>
        </w:numPr>
        <w:spacing w:line="360" w:lineRule="auto"/>
        <w:jc w:val="both"/>
      </w:pPr>
      <w:r>
        <w:t>Янгулбаев Магомед Бисултанович.</w:t>
      </w:r>
    </w:p>
    <w:sectPr w:rsidR="005B607B" w:rsidSect="00DA7EF5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07B" w:rsidRDefault="005B607B">
      <w:r>
        <w:separator/>
      </w:r>
    </w:p>
  </w:endnote>
  <w:endnote w:type="continuationSeparator" w:id="0">
    <w:p w:rsidR="005B607B" w:rsidRDefault="005B6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7B" w:rsidRDefault="005B607B">
    <w:pPr>
      <w:pStyle w:val="Footer"/>
    </w:pPr>
    <w:fldSimple w:instr=" FILENAME   \* MERGEFORMAT ">
      <w:r>
        <w:rPr>
          <w:noProof/>
        </w:rPr>
        <w:t>е0302006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7B" w:rsidRDefault="005B607B">
    <w:pPr>
      <w:pStyle w:val="Footer"/>
    </w:pPr>
    <w:fldSimple w:instr=" FILENAME   \* MERGEFORMAT ">
      <w:r>
        <w:rPr>
          <w:noProof/>
        </w:rPr>
        <w:t>е0302006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07B" w:rsidRDefault="005B607B">
      <w:r>
        <w:separator/>
      </w:r>
    </w:p>
  </w:footnote>
  <w:footnote w:type="continuationSeparator" w:id="0">
    <w:p w:rsidR="005B607B" w:rsidRDefault="005B60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7B" w:rsidRPr="00DA7EF5" w:rsidRDefault="005B607B">
    <w:pPr>
      <w:pStyle w:val="Header"/>
      <w:jc w:val="center"/>
      <w:rPr>
        <w:sz w:val="24"/>
        <w:szCs w:val="24"/>
      </w:rPr>
    </w:pPr>
    <w:r w:rsidRPr="00DA7EF5">
      <w:rPr>
        <w:sz w:val="24"/>
        <w:szCs w:val="24"/>
      </w:rPr>
      <w:fldChar w:fldCharType="begin"/>
    </w:r>
    <w:r w:rsidRPr="00DA7EF5">
      <w:rPr>
        <w:sz w:val="24"/>
        <w:szCs w:val="24"/>
      </w:rPr>
      <w:instrText>PAGE   \* MERGEFORMAT</w:instrText>
    </w:r>
    <w:r w:rsidRPr="00DA7EF5">
      <w:rPr>
        <w:sz w:val="24"/>
        <w:szCs w:val="24"/>
      </w:rPr>
      <w:fldChar w:fldCharType="separate"/>
    </w:r>
    <w:r>
      <w:rPr>
        <w:noProof/>
        <w:sz w:val="24"/>
        <w:szCs w:val="24"/>
      </w:rPr>
      <w:t>4</w:t>
    </w:r>
    <w:r w:rsidRPr="00DA7EF5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223F"/>
    <w:multiLevelType w:val="hybridMultilevel"/>
    <w:tmpl w:val="01205FFA"/>
    <w:lvl w:ilvl="0" w:tplc="234A33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D967D12"/>
    <w:multiLevelType w:val="hybridMultilevel"/>
    <w:tmpl w:val="B86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D72D3F"/>
    <w:multiLevelType w:val="hybridMultilevel"/>
    <w:tmpl w:val="2AAED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56B88"/>
    <w:multiLevelType w:val="hybridMultilevel"/>
    <w:tmpl w:val="17A4304C"/>
    <w:lvl w:ilvl="0" w:tplc="A83EFD9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9CA3E3A"/>
    <w:multiLevelType w:val="hybridMultilevel"/>
    <w:tmpl w:val="8D70AA14"/>
    <w:lvl w:ilvl="0" w:tplc="FE14E36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E960FA1"/>
    <w:multiLevelType w:val="hybridMultilevel"/>
    <w:tmpl w:val="8520A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330AA"/>
    <w:rsid w:val="00033777"/>
    <w:rsid w:val="000354D0"/>
    <w:rsid w:val="00072759"/>
    <w:rsid w:val="00075844"/>
    <w:rsid w:val="000D3F94"/>
    <w:rsid w:val="00116E0E"/>
    <w:rsid w:val="0017015B"/>
    <w:rsid w:val="00172BFF"/>
    <w:rsid w:val="001916FC"/>
    <w:rsid w:val="00194E81"/>
    <w:rsid w:val="001A45DB"/>
    <w:rsid w:val="001B3E16"/>
    <w:rsid w:val="001C253D"/>
    <w:rsid w:val="001D335B"/>
    <w:rsid w:val="001D671F"/>
    <w:rsid w:val="002132D4"/>
    <w:rsid w:val="00232546"/>
    <w:rsid w:val="002741EE"/>
    <w:rsid w:val="00282DFE"/>
    <w:rsid w:val="00324906"/>
    <w:rsid w:val="0032594C"/>
    <w:rsid w:val="003543AB"/>
    <w:rsid w:val="00370CFF"/>
    <w:rsid w:val="003D6082"/>
    <w:rsid w:val="00403134"/>
    <w:rsid w:val="00417BC4"/>
    <w:rsid w:val="0045162A"/>
    <w:rsid w:val="004578AE"/>
    <w:rsid w:val="00492AD3"/>
    <w:rsid w:val="004C7BDE"/>
    <w:rsid w:val="004D6174"/>
    <w:rsid w:val="00504D55"/>
    <w:rsid w:val="00524218"/>
    <w:rsid w:val="00576DC8"/>
    <w:rsid w:val="00584EDB"/>
    <w:rsid w:val="00594BF3"/>
    <w:rsid w:val="005B04B0"/>
    <w:rsid w:val="005B607B"/>
    <w:rsid w:val="005C032A"/>
    <w:rsid w:val="005C52FD"/>
    <w:rsid w:val="006148C5"/>
    <w:rsid w:val="00655571"/>
    <w:rsid w:val="006A0446"/>
    <w:rsid w:val="006B05DC"/>
    <w:rsid w:val="006C3495"/>
    <w:rsid w:val="006D1E59"/>
    <w:rsid w:val="006E397A"/>
    <w:rsid w:val="007237C3"/>
    <w:rsid w:val="00726859"/>
    <w:rsid w:val="00730695"/>
    <w:rsid w:val="00755428"/>
    <w:rsid w:val="00786222"/>
    <w:rsid w:val="00807BAC"/>
    <w:rsid w:val="0082382A"/>
    <w:rsid w:val="00842246"/>
    <w:rsid w:val="00900DFF"/>
    <w:rsid w:val="0093128F"/>
    <w:rsid w:val="009865E7"/>
    <w:rsid w:val="009976D3"/>
    <w:rsid w:val="009A127C"/>
    <w:rsid w:val="009C6F69"/>
    <w:rsid w:val="00A231C9"/>
    <w:rsid w:val="00A539E0"/>
    <w:rsid w:val="00A85DE8"/>
    <w:rsid w:val="00A96B46"/>
    <w:rsid w:val="00AC1CA1"/>
    <w:rsid w:val="00AE3E8E"/>
    <w:rsid w:val="00B27FD9"/>
    <w:rsid w:val="00B83E44"/>
    <w:rsid w:val="00BC5936"/>
    <w:rsid w:val="00C01C7D"/>
    <w:rsid w:val="00C26F25"/>
    <w:rsid w:val="00C34609"/>
    <w:rsid w:val="00C4496A"/>
    <w:rsid w:val="00C90433"/>
    <w:rsid w:val="00CF2A4D"/>
    <w:rsid w:val="00CF7060"/>
    <w:rsid w:val="00D01B99"/>
    <w:rsid w:val="00D05D87"/>
    <w:rsid w:val="00D5795C"/>
    <w:rsid w:val="00D67F40"/>
    <w:rsid w:val="00DA7EF5"/>
    <w:rsid w:val="00DB718E"/>
    <w:rsid w:val="00DC6DC5"/>
    <w:rsid w:val="00DE575E"/>
    <w:rsid w:val="00DE77F4"/>
    <w:rsid w:val="00E2182F"/>
    <w:rsid w:val="00E32C38"/>
    <w:rsid w:val="00E709DF"/>
    <w:rsid w:val="00E964BE"/>
    <w:rsid w:val="00EE61AB"/>
    <w:rsid w:val="00F12BF7"/>
    <w:rsid w:val="00F723E3"/>
    <w:rsid w:val="00F802AE"/>
    <w:rsid w:val="00F87175"/>
    <w:rsid w:val="00FC78FD"/>
    <w:rsid w:val="00FE74E2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488</Words>
  <Characters>2782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2018-02-07T08:52:00Z</cp:lastPrinted>
  <dcterms:created xsi:type="dcterms:W3CDTF">2018-02-07T12:36:00Z</dcterms:created>
  <dcterms:modified xsi:type="dcterms:W3CDTF">2018-02-07T12:36:00Z</dcterms:modified>
</cp:coreProperties>
</file>