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DF" w:rsidRPr="000120C5" w:rsidRDefault="004705DF" w:rsidP="00D4335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4705DF" w:rsidRPr="000120C5" w:rsidRDefault="004705DF" w:rsidP="00D43357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4705DF" w:rsidRPr="000120C5" w:rsidRDefault="004705DF" w:rsidP="00D43357">
      <w:pPr>
        <w:spacing w:after="120"/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07 февраля 2018 г. № 138/1131-7</w:t>
      </w:r>
    </w:p>
    <w:p w:rsidR="004705DF" w:rsidRDefault="004705DF" w:rsidP="00DE44EB">
      <w:pPr>
        <w:jc w:val="center"/>
        <w:rPr>
          <w:b/>
          <w:bCs/>
        </w:rPr>
      </w:pPr>
    </w:p>
    <w:p w:rsidR="004705DF" w:rsidRDefault="004705DF" w:rsidP="00DE44E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4705DF" w:rsidRDefault="004705DF" w:rsidP="00DE44EB">
      <w:pPr>
        <w:jc w:val="center"/>
        <w:rPr>
          <w:b/>
          <w:bCs/>
        </w:rPr>
      </w:pPr>
      <w:r>
        <w:rPr>
          <w:b/>
          <w:bCs/>
        </w:rPr>
        <w:t>доверенных лиц кандидата</w:t>
      </w:r>
    </w:p>
    <w:p w:rsidR="004705DF" w:rsidRDefault="004705DF" w:rsidP="00DE44EB">
      <w:pPr>
        <w:jc w:val="center"/>
        <w:rPr>
          <w:b/>
          <w:bCs/>
        </w:rPr>
      </w:pPr>
      <w:r>
        <w:rPr>
          <w:b/>
          <w:bCs/>
        </w:rPr>
        <w:t>на должность Президента Российской Федерации</w:t>
      </w:r>
    </w:p>
    <w:p w:rsidR="004705DF" w:rsidRDefault="004705DF" w:rsidP="00DE44EB">
      <w:pPr>
        <w:jc w:val="center"/>
        <w:rPr>
          <w:b/>
          <w:bCs/>
        </w:rPr>
      </w:pPr>
      <w:r>
        <w:rPr>
          <w:b/>
          <w:bCs/>
        </w:rPr>
        <w:t>Павла Николаевича</w:t>
      </w:r>
      <w:r w:rsidRPr="002A3B9E">
        <w:rPr>
          <w:b/>
          <w:bCs/>
        </w:rPr>
        <w:t xml:space="preserve"> </w:t>
      </w:r>
      <w:r>
        <w:rPr>
          <w:b/>
          <w:bCs/>
        </w:rPr>
        <w:t>Грудинина</w:t>
      </w:r>
    </w:p>
    <w:p w:rsidR="004705DF" w:rsidRDefault="004705DF" w:rsidP="00DE44EB">
      <w:pPr>
        <w:jc w:val="center"/>
      </w:pP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Абдулманапов Салихбек Габибулаевич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Акишин Валерий Алексеевич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Алексейчик Вячеслав Валентинович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Алиев Сулейман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Анисимов Владимир Ильич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Анисимов Михаил Венедиктович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Аппоев Казим Адыханович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Арцибашев Антон Игоревич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Асланова Зарина Аслановна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Бабонина Нина Борисовна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Банько Сергей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Беков Гелани Абукарович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Беляков Виктор Валентинович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Березина Людмила Викторовна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Болдышев Егор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Борисов Николай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Бородина Ольга Ивановна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Ботнарь Леонид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Бояринцев Александр Анатольевич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Браковенко Владимир Алексеевич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Бубнов Геннадий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Буланов Максим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Бурдинский Ян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Бутвило Андрей Изыдорович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Бытдаев Кемал Курманович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Валеев Виктор Семёнович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Верещагин Владимир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Верещагин Олег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Волков Виктор Петрович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Волков Михаил Борисович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Волконитин Юрий Степанович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Гайсин Фарит Хайдарович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Галиев Рафаэль Габдрафикович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Гальченко Олег Анатольевич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Глотов Владимир Евгеньевич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Головин Антон Яковлевич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Голубев Михаил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Горбачев Николай Антонович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Гребенюк Владимир Алексеевич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Губайдулин Мансур Зарифович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Гузев Михаил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Гусев Юрий Петрович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Дареев Галсан Евгеньевич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Дегтярев Николай Трифонович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Дзагания Юрий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Добровольский Евгений Андреевич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Долженко Федор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Дорохова Светлана Юрьевна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Евдокимов Юрий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Емельянов Олег Владиславович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Еремин Святослав Игоревич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Ерина Марина Анатольевна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Ермаков Денис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Ешметов Валерий Степанович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Желдак Юрий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Жуков Николай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Журавлёв Максим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Закорецкий Роман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Захарчук Наталья Александровна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Золотовский Александр Григорьевич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Зубарев Виктор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Иванов Евгений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Игнатьев Андрей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Исаев Джамбулат Ахмедович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Ковынев Никита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Козлов Михаил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Конобеев Леонид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Коренков Игорь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Королев Михаил Кириллович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Кощеев Алексей Валерьевич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Красовский Леонтий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Кремлёв Михаил Вячеславович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Криворотов Александр Самуилович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Крикунов Александр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Крутова Валентина Васильевна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Кузовков Николай Дмитриевич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Кушнир Виталий Кириллович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Лавров Валерий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Ларионов Валерий Георгиевич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Лебедев Алексей Борисович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Ложкин Владимир Алексеевич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Ломаев Степан Леонидович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Лукашевич Алексей Эдуардович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Магомедов Амрулах Надирович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Макаров Виктор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Махаражов Висади Шиисович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Махачов Магомед Омаргаджиевич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Медведев Иван Фёдорович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Мельников Валентин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Мержоев Юсуп Абдулхамитович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Митрошкин Юрий Константинович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Михайлов Егор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Моренко Виталий Анатольевич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Мороз Егор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Морозов Евгений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Мягков Сергей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Нагнибеда Александр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Немкин Вячеслав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Новосельцева Нинель Александровна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Ордынская Татьяна Адимирикановна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Паутов Виктор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Перов Александр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Пифторак Вера Христофоровна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Пшеничный Вячеслав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Пыхалов Сергей Анатольевич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Распопов Алексей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Репневский Андрей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Ример Владимир Карлович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Романов Александр Валентинович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Романцов Анатолий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Рукосуев Олег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Рулев Иван Андреевич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Румянцев Николай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Садовников Евгений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Сажин Павел Вячеславович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Самарханов Нурболат Джолдыбаевич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Сафронов Александр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Селиванов Николай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Семененко Андрей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Сергеева Валентина Николаевна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Симаков Павел Алексеевич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Синягин Александр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Слонов Алексей Павлович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Слуцкий Сергей Владимирович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Смуров Александр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Созонтова Марина Сергеевна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Солдатов Александр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Соловьева Надежда Викторовна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Сомов Геннадий Михайлович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Сорокин Владимир Лукьянович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Сорокин Дмитрий Валерьевич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Сотникова Ольга Владимировна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Стародубовский Валерий Андреевич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Ступин Сергей Афанасьевич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Сушинцева Елена Николаевна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Талалай Александр Борисович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Тамоев Роман Телманович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Таранец Андрей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Таскаев Леонид Львович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Тимофеева Юлия Петровна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Топчий Анатолий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Тохчуков Борис Хусейнович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Трефилов Александр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Тупицын Михаил Иванович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Федоров Михаил Сергеевич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Федоткин Владимир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Фоменко Григорий Петрович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Фроянов Игорь Яковлевич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Харченко Валерий Дмитриевич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Ходырев Андрей Геннадьевич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Черкашин Геннадий Николаевич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Чикин Валентин Васильевич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Чириков Михаил Андреевич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Шаоева Мида Лостанашевна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Шиховцов Василий Викторович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Щеглов Андрей Алексеевич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Щербин Александр Александрович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Эсклянова Данара Босхомджиевна</w:t>
      </w:r>
    </w:p>
    <w:p w:rsidR="004705DF" w:rsidRDefault="004705DF" w:rsidP="00DE44EB">
      <w:pPr>
        <w:numPr>
          <w:ilvl w:val="0"/>
          <w:numId w:val="4"/>
        </w:numPr>
        <w:spacing w:line="360" w:lineRule="auto"/>
        <w:jc w:val="both"/>
      </w:pPr>
      <w:r>
        <w:t>Ярыгина Елена Олеговна.</w:t>
      </w:r>
    </w:p>
    <w:p w:rsidR="004705DF" w:rsidRPr="00B97985" w:rsidRDefault="004705DF" w:rsidP="00DE44EB">
      <w:pPr>
        <w:pStyle w:val="a1"/>
        <w:spacing w:after="0"/>
      </w:pPr>
    </w:p>
    <w:sectPr w:rsidR="004705DF" w:rsidRPr="00B97985" w:rsidSect="006C7F17">
      <w:headerReference w:type="default" r:id="rId7"/>
      <w:footerReference w:type="default" r:id="rId8"/>
      <w:pgSz w:w="11907" w:h="16839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5DF" w:rsidRDefault="004705DF">
      <w:r>
        <w:separator/>
      </w:r>
    </w:p>
  </w:endnote>
  <w:endnote w:type="continuationSeparator" w:id="0">
    <w:p w:rsidR="004705DF" w:rsidRDefault="0047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DF" w:rsidRPr="002A3B9E" w:rsidRDefault="004705DF" w:rsidP="00D631FE">
    <w:pPr>
      <w:pStyle w:val="Footer"/>
    </w:pPr>
    <w:fldSimple w:instr=" FILENAME   \* MERGEFORMAT ">
      <w:r>
        <w:rPr>
          <w:noProof/>
        </w:rPr>
        <w:t>k0302008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5DF" w:rsidRDefault="004705DF">
      <w:r>
        <w:separator/>
      </w:r>
    </w:p>
  </w:footnote>
  <w:footnote w:type="continuationSeparator" w:id="0">
    <w:p w:rsidR="004705DF" w:rsidRDefault="00470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DF" w:rsidRPr="00D631FE" w:rsidRDefault="004705DF" w:rsidP="00D631FE">
    <w:pPr>
      <w:pStyle w:val="Header"/>
      <w:jc w:val="center"/>
      <w:rPr>
        <w:sz w:val="24"/>
        <w:szCs w:val="24"/>
      </w:rPr>
    </w:pPr>
    <w:r w:rsidRPr="00D631FE">
      <w:rPr>
        <w:sz w:val="24"/>
        <w:szCs w:val="24"/>
      </w:rPr>
      <w:fldChar w:fldCharType="begin"/>
    </w:r>
    <w:r w:rsidRPr="00D631FE">
      <w:rPr>
        <w:sz w:val="24"/>
        <w:szCs w:val="24"/>
      </w:rPr>
      <w:instrText xml:space="preserve"> PAGE   \* MERGEFORMAT </w:instrText>
    </w:r>
    <w:r w:rsidRPr="00D631FE">
      <w:rPr>
        <w:sz w:val="24"/>
        <w:szCs w:val="24"/>
      </w:rPr>
      <w:fldChar w:fldCharType="separate"/>
    </w:r>
    <w:r>
      <w:rPr>
        <w:noProof/>
        <w:sz w:val="24"/>
        <w:szCs w:val="24"/>
      </w:rPr>
      <w:t>6</w:t>
    </w:r>
    <w:r w:rsidRPr="00D631FE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B4F4961"/>
    <w:multiLevelType w:val="hybridMultilevel"/>
    <w:tmpl w:val="70503C0C"/>
    <w:lvl w:ilvl="0" w:tplc="9B02110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2D1FD3"/>
    <w:multiLevelType w:val="hybridMultilevel"/>
    <w:tmpl w:val="C65EAC28"/>
    <w:lvl w:ilvl="0" w:tplc="2A6E2A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D1B3B52"/>
    <w:multiLevelType w:val="hybridMultilevel"/>
    <w:tmpl w:val="5DC0EF3E"/>
    <w:lvl w:ilvl="0" w:tplc="C6A083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120C5"/>
    <w:rsid w:val="000330AA"/>
    <w:rsid w:val="000354D0"/>
    <w:rsid w:val="00065ABE"/>
    <w:rsid w:val="00072759"/>
    <w:rsid w:val="000D3F94"/>
    <w:rsid w:val="000F064C"/>
    <w:rsid w:val="0010773B"/>
    <w:rsid w:val="00116E0E"/>
    <w:rsid w:val="00145D74"/>
    <w:rsid w:val="00145FBE"/>
    <w:rsid w:val="00154EA7"/>
    <w:rsid w:val="0016350B"/>
    <w:rsid w:val="0017015B"/>
    <w:rsid w:val="001916FC"/>
    <w:rsid w:val="00194E81"/>
    <w:rsid w:val="001A45DB"/>
    <w:rsid w:val="001B3E16"/>
    <w:rsid w:val="001C253D"/>
    <w:rsid w:val="001D335B"/>
    <w:rsid w:val="001D671F"/>
    <w:rsid w:val="002132D4"/>
    <w:rsid w:val="00232546"/>
    <w:rsid w:val="0025456F"/>
    <w:rsid w:val="00264180"/>
    <w:rsid w:val="002741EE"/>
    <w:rsid w:val="002A3B9E"/>
    <w:rsid w:val="00324906"/>
    <w:rsid w:val="0032594C"/>
    <w:rsid w:val="00326211"/>
    <w:rsid w:val="00346E90"/>
    <w:rsid w:val="003521E8"/>
    <w:rsid w:val="003543AB"/>
    <w:rsid w:val="00370CFF"/>
    <w:rsid w:val="003B2530"/>
    <w:rsid w:val="003C74E3"/>
    <w:rsid w:val="003D6082"/>
    <w:rsid w:val="0041676A"/>
    <w:rsid w:val="00417BC4"/>
    <w:rsid w:val="00433CD5"/>
    <w:rsid w:val="0045162A"/>
    <w:rsid w:val="004578AE"/>
    <w:rsid w:val="00463547"/>
    <w:rsid w:val="004705DF"/>
    <w:rsid w:val="004C7BDE"/>
    <w:rsid w:val="004D6174"/>
    <w:rsid w:val="004D664C"/>
    <w:rsid w:val="00505230"/>
    <w:rsid w:val="00524218"/>
    <w:rsid w:val="00576DC8"/>
    <w:rsid w:val="00590795"/>
    <w:rsid w:val="00594BF3"/>
    <w:rsid w:val="005A605B"/>
    <w:rsid w:val="005B04B0"/>
    <w:rsid w:val="005C032A"/>
    <w:rsid w:val="005C52FD"/>
    <w:rsid w:val="006148C5"/>
    <w:rsid w:val="00655571"/>
    <w:rsid w:val="006760D4"/>
    <w:rsid w:val="006923AF"/>
    <w:rsid w:val="006A0446"/>
    <w:rsid w:val="006C7F17"/>
    <w:rsid w:val="006D1ABB"/>
    <w:rsid w:val="006D1E59"/>
    <w:rsid w:val="006E397A"/>
    <w:rsid w:val="00700830"/>
    <w:rsid w:val="007237C3"/>
    <w:rsid w:val="00726859"/>
    <w:rsid w:val="00730695"/>
    <w:rsid w:val="00755428"/>
    <w:rsid w:val="00786222"/>
    <w:rsid w:val="007B347D"/>
    <w:rsid w:val="007F37FB"/>
    <w:rsid w:val="00807BAC"/>
    <w:rsid w:val="0082382A"/>
    <w:rsid w:val="00842246"/>
    <w:rsid w:val="008C7488"/>
    <w:rsid w:val="00900DFF"/>
    <w:rsid w:val="00920879"/>
    <w:rsid w:val="00971A78"/>
    <w:rsid w:val="009865E7"/>
    <w:rsid w:val="009976D3"/>
    <w:rsid w:val="009A127C"/>
    <w:rsid w:val="009C6F69"/>
    <w:rsid w:val="00A073AD"/>
    <w:rsid w:val="00A231C9"/>
    <w:rsid w:val="00A539E0"/>
    <w:rsid w:val="00A54562"/>
    <w:rsid w:val="00A8496C"/>
    <w:rsid w:val="00A960DB"/>
    <w:rsid w:val="00AC20D8"/>
    <w:rsid w:val="00AE3E8E"/>
    <w:rsid w:val="00B06226"/>
    <w:rsid w:val="00B176E5"/>
    <w:rsid w:val="00B32827"/>
    <w:rsid w:val="00B366BA"/>
    <w:rsid w:val="00B83E44"/>
    <w:rsid w:val="00B84003"/>
    <w:rsid w:val="00B97985"/>
    <w:rsid w:val="00BC1E61"/>
    <w:rsid w:val="00BC5936"/>
    <w:rsid w:val="00C01AA7"/>
    <w:rsid w:val="00C01C7D"/>
    <w:rsid w:val="00C01E2A"/>
    <w:rsid w:val="00C26F25"/>
    <w:rsid w:val="00C34609"/>
    <w:rsid w:val="00C4496A"/>
    <w:rsid w:val="00C90433"/>
    <w:rsid w:val="00CA06BB"/>
    <w:rsid w:val="00CD6D9F"/>
    <w:rsid w:val="00D05D87"/>
    <w:rsid w:val="00D43357"/>
    <w:rsid w:val="00D5795C"/>
    <w:rsid w:val="00D631FE"/>
    <w:rsid w:val="00D67F40"/>
    <w:rsid w:val="00DB718E"/>
    <w:rsid w:val="00DC2E03"/>
    <w:rsid w:val="00DC6DC5"/>
    <w:rsid w:val="00DE44EB"/>
    <w:rsid w:val="00DE575E"/>
    <w:rsid w:val="00DE76C5"/>
    <w:rsid w:val="00DE77F4"/>
    <w:rsid w:val="00E2182F"/>
    <w:rsid w:val="00E7202A"/>
    <w:rsid w:val="00E87577"/>
    <w:rsid w:val="00E964BE"/>
    <w:rsid w:val="00EA735A"/>
    <w:rsid w:val="00EE61AB"/>
    <w:rsid w:val="00F02BCC"/>
    <w:rsid w:val="00F12BF7"/>
    <w:rsid w:val="00F61854"/>
    <w:rsid w:val="00F61960"/>
    <w:rsid w:val="00F723E3"/>
    <w:rsid w:val="00F802AE"/>
    <w:rsid w:val="00F87175"/>
    <w:rsid w:val="00FC78FD"/>
    <w:rsid w:val="00FD4726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680</Words>
  <Characters>3878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2018-02-07T08:46:00Z</cp:lastPrinted>
  <dcterms:created xsi:type="dcterms:W3CDTF">2018-02-07T12:35:00Z</dcterms:created>
  <dcterms:modified xsi:type="dcterms:W3CDTF">2018-02-07T12:35:00Z</dcterms:modified>
</cp:coreProperties>
</file>