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527" w:rsidRPr="000707C2" w:rsidRDefault="001D4527" w:rsidP="000707C2">
      <w:pPr>
        <w:ind w:left="3969"/>
        <w:jc w:val="center"/>
        <w:rPr>
          <w:rFonts w:ascii="Times New Roman CYR" w:hAnsi="Times New Roman CYR" w:cs="Times New Roman CYR"/>
        </w:rPr>
      </w:pPr>
      <w:r w:rsidRPr="000707C2">
        <w:rPr>
          <w:rFonts w:ascii="Times New Roman CYR" w:hAnsi="Times New Roman CYR" w:cs="Times New Roman CYR"/>
        </w:rPr>
        <w:t xml:space="preserve">Приложение </w:t>
      </w:r>
    </w:p>
    <w:p w:rsidR="001D4527" w:rsidRDefault="001D4527" w:rsidP="000707C2">
      <w:pPr>
        <w:ind w:left="3969"/>
        <w:jc w:val="center"/>
        <w:rPr>
          <w:rFonts w:ascii="Times New Roman CYR" w:hAnsi="Times New Roman CYR" w:cs="Times New Roman CYR"/>
        </w:rPr>
      </w:pPr>
      <w:r w:rsidRPr="000707C2">
        <w:rPr>
          <w:rFonts w:ascii="Times New Roman CYR" w:hAnsi="Times New Roman CYR" w:cs="Times New Roman CYR"/>
        </w:rPr>
        <w:t>к постановлению Центральной избирательной комиссии Российской Федерации</w:t>
      </w:r>
    </w:p>
    <w:p w:rsidR="001D4527" w:rsidRPr="000707C2" w:rsidRDefault="001D4527" w:rsidP="000707C2">
      <w:pPr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02 февраля 2018 г. № 136/1122-7</w:t>
      </w:r>
      <w:r w:rsidRPr="000707C2">
        <w:rPr>
          <w:rFonts w:ascii="Times New Roman CYR" w:hAnsi="Times New Roman CYR" w:cs="Times New Roman CYR"/>
        </w:rPr>
        <w:t xml:space="preserve"> </w:t>
      </w:r>
    </w:p>
    <w:p w:rsidR="001D4527" w:rsidRDefault="001D4527" w:rsidP="000707C2">
      <w:pPr>
        <w:jc w:val="center"/>
        <w:rPr>
          <w:b/>
          <w:bCs/>
          <w:sz w:val="28"/>
          <w:szCs w:val="28"/>
        </w:rPr>
      </w:pPr>
    </w:p>
    <w:p w:rsidR="001D4527" w:rsidRPr="000707C2" w:rsidRDefault="001D4527" w:rsidP="000707C2">
      <w:pPr>
        <w:jc w:val="center"/>
        <w:rPr>
          <w:b/>
          <w:bCs/>
          <w:sz w:val="28"/>
          <w:szCs w:val="28"/>
        </w:rPr>
      </w:pPr>
    </w:p>
    <w:p w:rsidR="001D4527" w:rsidRPr="000707C2" w:rsidRDefault="001D4527" w:rsidP="000707C2">
      <w:pPr>
        <w:jc w:val="center"/>
        <w:rPr>
          <w:b/>
          <w:bCs/>
          <w:sz w:val="28"/>
          <w:szCs w:val="28"/>
        </w:rPr>
      </w:pPr>
    </w:p>
    <w:p w:rsidR="001D4527" w:rsidRPr="000707C2" w:rsidRDefault="001D4527" w:rsidP="000707C2">
      <w:pPr>
        <w:jc w:val="center"/>
        <w:rPr>
          <w:b/>
          <w:bCs/>
          <w:sz w:val="28"/>
          <w:szCs w:val="28"/>
        </w:rPr>
      </w:pPr>
      <w:r w:rsidRPr="000707C2">
        <w:rPr>
          <w:b/>
          <w:bCs/>
          <w:sz w:val="28"/>
          <w:szCs w:val="28"/>
        </w:rPr>
        <w:t>СПИСОК</w:t>
      </w:r>
    </w:p>
    <w:p w:rsidR="001D4527" w:rsidRPr="000707C2" w:rsidRDefault="001D4527" w:rsidP="000707C2">
      <w:pPr>
        <w:jc w:val="center"/>
        <w:rPr>
          <w:b/>
          <w:bCs/>
          <w:sz w:val="28"/>
          <w:szCs w:val="28"/>
        </w:rPr>
      </w:pPr>
      <w:r w:rsidRPr="000707C2">
        <w:rPr>
          <w:b/>
          <w:bCs/>
          <w:sz w:val="28"/>
          <w:szCs w:val="28"/>
        </w:rPr>
        <w:t xml:space="preserve">доверенных лиц </w:t>
      </w:r>
    </w:p>
    <w:p w:rsidR="001D4527" w:rsidRPr="000707C2" w:rsidRDefault="001D4527" w:rsidP="000707C2">
      <w:pPr>
        <w:jc w:val="center"/>
        <w:rPr>
          <w:b/>
          <w:bCs/>
          <w:sz w:val="28"/>
          <w:szCs w:val="28"/>
        </w:rPr>
      </w:pPr>
      <w:r w:rsidRPr="000707C2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</w:p>
    <w:p w:rsidR="001D4527" w:rsidRPr="000707C2" w:rsidRDefault="001D4527" w:rsidP="000707C2">
      <w:pPr>
        <w:jc w:val="center"/>
        <w:rPr>
          <w:b/>
          <w:bCs/>
          <w:sz w:val="28"/>
          <w:szCs w:val="28"/>
        </w:rPr>
      </w:pPr>
      <w:r w:rsidRPr="000707C2">
        <w:rPr>
          <w:b/>
          <w:bCs/>
          <w:sz w:val="28"/>
          <w:szCs w:val="28"/>
        </w:rPr>
        <w:t>Григория Алексеевича Явлинского</w:t>
      </w:r>
    </w:p>
    <w:p w:rsidR="001D4527" w:rsidRPr="000707C2" w:rsidRDefault="001D4527" w:rsidP="000707C2">
      <w:pPr>
        <w:spacing w:line="360" w:lineRule="auto"/>
        <w:ind w:firstLine="710"/>
        <w:jc w:val="both"/>
        <w:rPr>
          <w:sz w:val="28"/>
          <w:szCs w:val="28"/>
        </w:rPr>
      </w:pPr>
    </w:p>
    <w:p w:rsidR="001D4527" w:rsidRPr="000707C2" w:rsidRDefault="001D4527" w:rsidP="000707C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707C2">
        <w:rPr>
          <w:sz w:val="28"/>
          <w:szCs w:val="28"/>
        </w:rPr>
        <w:t>Антонец Анастасия Сергеевна</w:t>
      </w:r>
    </w:p>
    <w:p w:rsidR="001D4527" w:rsidRPr="000707C2" w:rsidRDefault="001D4527" w:rsidP="000707C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707C2">
        <w:rPr>
          <w:sz w:val="28"/>
          <w:szCs w:val="28"/>
        </w:rPr>
        <w:t>Богачева Елена Юрьевна</w:t>
      </w:r>
    </w:p>
    <w:p w:rsidR="001D4527" w:rsidRPr="000707C2" w:rsidRDefault="001D4527" w:rsidP="000707C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707C2">
        <w:rPr>
          <w:sz w:val="28"/>
          <w:szCs w:val="28"/>
        </w:rPr>
        <w:t>Булаев Владимир Михайлович</w:t>
      </w:r>
    </w:p>
    <w:p w:rsidR="001D4527" w:rsidRPr="000707C2" w:rsidRDefault="001D4527" w:rsidP="000707C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707C2">
        <w:rPr>
          <w:sz w:val="28"/>
          <w:szCs w:val="28"/>
        </w:rPr>
        <w:t>Котенов Иван Михайлович</w:t>
      </w:r>
    </w:p>
    <w:p w:rsidR="001D4527" w:rsidRPr="000707C2" w:rsidRDefault="001D4527" w:rsidP="000707C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707C2">
        <w:rPr>
          <w:sz w:val="28"/>
          <w:szCs w:val="28"/>
        </w:rPr>
        <w:t>Котенова Елена Горяевна</w:t>
      </w:r>
    </w:p>
    <w:p w:rsidR="001D4527" w:rsidRPr="000707C2" w:rsidRDefault="001D4527" w:rsidP="000707C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707C2">
        <w:rPr>
          <w:sz w:val="28"/>
          <w:szCs w:val="28"/>
        </w:rPr>
        <w:t>Михалева Галина Михайловна</w:t>
      </w:r>
    </w:p>
    <w:p w:rsidR="001D4527" w:rsidRPr="000707C2" w:rsidRDefault="001D4527" w:rsidP="000707C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707C2">
        <w:rPr>
          <w:sz w:val="28"/>
          <w:szCs w:val="28"/>
        </w:rPr>
        <w:t>Муратов Дмитрий Андреевич.</w:t>
      </w:r>
    </w:p>
    <w:p w:rsidR="001D4527" w:rsidRPr="000707C2" w:rsidRDefault="001D4527" w:rsidP="000707C2">
      <w:pPr>
        <w:jc w:val="center"/>
        <w:rPr>
          <w:b/>
          <w:bCs/>
          <w:sz w:val="28"/>
          <w:szCs w:val="28"/>
        </w:rPr>
      </w:pPr>
    </w:p>
    <w:p w:rsidR="001D4527" w:rsidRPr="003E6710" w:rsidRDefault="001D4527">
      <w:pPr>
        <w:rPr>
          <w:sz w:val="28"/>
          <w:szCs w:val="28"/>
        </w:rPr>
      </w:pPr>
    </w:p>
    <w:sectPr w:rsidR="001D4527" w:rsidRPr="003E6710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527" w:rsidRDefault="001D4527" w:rsidP="000707C2">
      <w:r>
        <w:separator/>
      </w:r>
    </w:p>
  </w:endnote>
  <w:endnote w:type="continuationSeparator" w:id="0">
    <w:p w:rsidR="001D4527" w:rsidRDefault="001D4527" w:rsidP="00070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527" w:rsidRDefault="001D452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527" w:rsidRDefault="001D4527">
    <w:pPr>
      <w:pStyle w:val="Footer"/>
    </w:pPr>
    <w:fldSimple w:instr=" FILENAME   \* MERGEFORMAT ">
      <w:r w:rsidRPr="00A57075">
        <w:rPr>
          <w:noProof/>
          <w:sz w:val="16"/>
          <w:szCs w:val="16"/>
        </w:rPr>
        <w:t>m0302007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527" w:rsidRDefault="001D4527" w:rsidP="000707C2">
      <w:r>
        <w:separator/>
      </w:r>
    </w:p>
  </w:footnote>
  <w:footnote w:type="continuationSeparator" w:id="0">
    <w:p w:rsidR="001D4527" w:rsidRDefault="001D4527" w:rsidP="000707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527" w:rsidRDefault="001D45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F6DA8"/>
    <w:multiLevelType w:val="hybridMultilevel"/>
    <w:tmpl w:val="39001AE0"/>
    <w:lvl w:ilvl="0" w:tplc="0270F5F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07C2"/>
    <w:rsid w:val="0000145E"/>
    <w:rsid w:val="000015AA"/>
    <w:rsid w:val="00001C76"/>
    <w:rsid w:val="00001D75"/>
    <w:rsid w:val="00001E01"/>
    <w:rsid w:val="00003066"/>
    <w:rsid w:val="00003268"/>
    <w:rsid w:val="0000391F"/>
    <w:rsid w:val="00003A82"/>
    <w:rsid w:val="00003C8D"/>
    <w:rsid w:val="00003E75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3014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DA5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5B5"/>
    <w:rsid w:val="000257FA"/>
    <w:rsid w:val="00025933"/>
    <w:rsid w:val="00025D79"/>
    <w:rsid w:val="000263CE"/>
    <w:rsid w:val="00026C4E"/>
    <w:rsid w:val="000270D8"/>
    <w:rsid w:val="000277C1"/>
    <w:rsid w:val="00027BE9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5DA9"/>
    <w:rsid w:val="00066178"/>
    <w:rsid w:val="00066262"/>
    <w:rsid w:val="00066C14"/>
    <w:rsid w:val="00066DB2"/>
    <w:rsid w:val="0006792A"/>
    <w:rsid w:val="000701B0"/>
    <w:rsid w:val="000703E6"/>
    <w:rsid w:val="00070528"/>
    <w:rsid w:val="000707C2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06A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9D0"/>
    <w:rsid w:val="000A3BA2"/>
    <w:rsid w:val="000A3C66"/>
    <w:rsid w:val="000A431A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7E1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C7EBF"/>
    <w:rsid w:val="000D035E"/>
    <w:rsid w:val="000D0714"/>
    <w:rsid w:val="000D0E11"/>
    <w:rsid w:val="000D0F2E"/>
    <w:rsid w:val="000D1DDB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0DCF"/>
    <w:rsid w:val="000F1078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125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5E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7BE"/>
    <w:rsid w:val="00113DA0"/>
    <w:rsid w:val="00114121"/>
    <w:rsid w:val="0011430A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17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86D"/>
    <w:rsid w:val="00152B9A"/>
    <w:rsid w:val="00152CA9"/>
    <w:rsid w:val="00152F42"/>
    <w:rsid w:val="001532B0"/>
    <w:rsid w:val="001534F8"/>
    <w:rsid w:val="0015363E"/>
    <w:rsid w:val="00153F96"/>
    <w:rsid w:val="00154383"/>
    <w:rsid w:val="0015448A"/>
    <w:rsid w:val="00154E8F"/>
    <w:rsid w:val="0015500D"/>
    <w:rsid w:val="001552B4"/>
    <w:rsid w:val="001553C6"/>
    <w:rsid w:val="0015577B"/>
    <w:rsid w:val="00157259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0F49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BE9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1CA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DE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3E4B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527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16D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DF9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DDD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A10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1C8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4C7"/>
    <w:rsid w:val="00296AFA"/>
    <w:rsid w:val="002977C0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61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0F8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3447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23B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E04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ED7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37D59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1E3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67A51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DD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545"/>
    <w:rsid w:val="00381671"/>
    <w:rsid w:val="003818BD"/>
    <w:rsid w:val="00381AF6"/>
    <w:rsid w:val="00381BE9"/>
    <w:rsid w:val="00382782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27B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015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5CED"/>
    <w:rsid w:val="003B624D"/>
    <w:rsid w:val="003B66E6"/>
    <w:rsid w:val="003B68FD"/>
    <w:rsid w:val="003B71AB"/>
    <w:rsid w:val="003B731E"/>
    <w:rsid w:val="003B75AC"/>
    <w:rsid w:val="003B75CC"/>
    <w:rsid w:val="003C13FA"/>
    <w:rsid w:val="003C1725"/>
    <w:rsid w:val="003C1847"/>
    <w:rsid w:val="003C18CA"/>
    <w:rsid w:val="003C1A69"/>
    <w:rsid w:val="003C1CF3"/>
    <w:rsid w:val="003C2765"/>
    <w:rsid w:val="003C29C5"/>
    <w:rsid w:val="003C3104"/>
    <w:rsid w:val="003C38E2"/>
    <w:rsid w:val="003C3BCA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5E7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25E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4D6B"/>
    <w:rsid w:val="004059A8"/>
    <w:rsid w:val="00405C69"/>
    <w:rsid w:val="00405EAE"/>
    <w:rsid w:val="00405F4D"/>
    <w:rsid w:val="004061FF"/>
    <w:rsid w:val="00406573"/>
    <w:rsid w:val="00406678"/>
    <w:rsid w:val="0040677D"/>
    <w:rsid w:val="0040686F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1E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2B3"/>
    <w:rsid w:val="0042434D"/>
    <w:rsid w:val="004244EE"/>
    <w:rsid w:val="00425B1C"/>
    <w:rsid w:val="00425C84"/>
    <w:rsid w:val="00425E10"/>
    <w:rsid w:val="00425F7F"/>
    <w:rsid w:val="00426041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132"/>
    <w:rsid w:val="00430434"/>
    <w:rsid w:val="004311CC"/>
    <w:rsid w:val="00431D5A"/>
    <w:rsid w:val="00431DCD"/>
    <w:rsid w:val="00431EDB"/>
    <w:rsid w:val="00433F62"/>
    <w:rsid w:val="00433FBC"/>
    <w:rsid w:val="00434C7D"/>
    <w:rsid w:val="00434F8F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776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ED7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88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19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CD5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1BD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07538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93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1D3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4AD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0DD4"/>
    <w:rsid w:val="00571141"/>
    <w:rsid w:val="00571E41"/>
    <w:rsid w:val="00571F26"/>
    <w:rsid w:val="00572675"/>
    <w:rsid w:val="00572721"/>
    <w:rsid w:val="00572D75"/>
    <w:rsid w:val="00572F2A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35"/>
    <w:rsid w:val="00583681"/>
    <w:rsid w:val="005836C8"/>
    <w:rsid w:val="0058370A"/>
    <w:rsid w:val="00583A4A"/>
    <w:rsid w:val="00583CE5"/>
    <w:rsid w:val="005841A7"/>
    <w:rsid w:val="0058446F"/>
    <w:rsid w:val="00584541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0D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319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7F1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23A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7DD"/>
    <w:rsid w:val="005D5EAF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241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9CA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611"/>
    <w:rsid w:val="00602A40"/>
    <w:rsid w:val="00602C86"/>
    <w:rsid w:val="00602FDA"/>
    <w:rsid w:val="006038A4"/>
    <w:rsid w:val="006039A1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830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143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4CF"/>
    <w:rsid w:val="00640765"/>
    <w:rsid w:val="006408C1"/>
    <w:rsid w:val="00640944"/>
    <w:rsid w:val="00640B5D"/>
    <w:rsid w:val="0064150B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AFA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AC3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18B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1FC5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4A31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BA5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3A7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619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E7FAF"/>
    <w:rsid w:val="006F0139"/>
    <w:rsid w:val="006F01C8"/>
    <w:rsid w:val="006F01EF"/>
    <w:rsid w:val="006F0373"/>
    <w:rsid w:val="006F0506"/>
    <w:rsid w:val="006F082F"/>
    <w:rsid w:val="006F10E1"/>
    <w:rsid w:val="006F122A"/>
    <w:rsid w:val="006F1358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8D6"/>
    <w:rsid w:val="00702D7A"/>
    <w:rsid w:val="007030BC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2D60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96E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3CD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5F5A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4EEF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0D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0C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7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ACD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672"/>
    <w:rsid w:val="007C5BC8"/>
    <w:rsid w:val="007C5C28"/>
    <w:rsid w:val="007C5D59"/>
    <w:rsid w:val="007C6196"/>
    <w:rsid w:val="007C6634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180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161"/>
    <w:rsid w:val="007F32FA"/>
    <w:rsid w:val="007F3336"/>
    <w:rsid w:val="007F387D"/>
    <w:rsid w:val="007F38FB"/>
    <w:rsid w:val="007F3CD2"/>
    <w:rsid w:val="007F3FC9"/>
    <w:rsid w:val="007F449D"/>
    <w:rsid w:val="007F47F4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1669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82A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B45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551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C57"/>
    <w:rsid w:val="008D7E91"/>
    <w:rsid w:val="008D7F16"/>
    <w:rsid w:val="008E0275"/>
    <w:rsid w:val="008E05A4"/>
    <w:rsid w:val="008E07CF"/>
    <w:rsid w:val="008E0E31"/>
    <w:rsid w:val="008E16B9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4F43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28D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04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1F9D"/>
    <w:rsid w:val="009224E2"/>
    <w:rsid w:val="00922E87"/>
    <w:rsid w:val="00922FAC"/>
    <w:rsid w:val="00922FD5"/>
    <w:rsid w:val="00923013"/>
    <w:rsid w:val="00923207"/>
    <w:rsid w:val="009232E4"/>
    <w:rsid w:val="009234D6"/>
    <w:rsid w:val="00923AC3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C68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7AF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34D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6F69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02D7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8AA"/>
    <w:rsid w:val="009F0AD7"/>
    <w:rsid w:val="009F1211"/>
    <w:rsid w:val="009F1E02"/>
    <w:rsid w:val="009F255D"/>
    <w:rsid w:val="009F2913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0A3"/>
    <w:rsid w:val="00A0315E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C9F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3218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0289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A2"/>
    <w:rsid w:val="00A558BF"/>
    <w:rsid w:val="00A55CD5"/>
    <w:rsid w:val="00A55F85"/>
    <w:rsid w:val="00A565CA"/>
    <w:rsid w:val="00A5672E"/>
    <w:rsid w:val="00A56D6B"/>
    <w:rsid w:val="00A57075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4A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97EC4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AF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B2"/>
    <w:rsid w:val="00AB5AEF"/>
    <w:rsid w:val="00AB69F0"/>
    <w:rsid w:val="00AB69F9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D1B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9E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51B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483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52B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1F5"/>
    <w:rsid w:val="00B634C9"/>
    <w:rsid w:val="00B636BA"/>
    <w:rsid w:val="00B63B3A"/>
    <w:rsid w:val="00B63B8B"/>
    <w:rsid w:val="00B6401C"/>
    <w:rsid w:val="00B644A6"/>
    <w:rsid w:val="00B64900"/>
    <w:rsid w:val="00B64C0C"/>
    <w:rsid w:val="00B64EE9"/>
    <w:rsid w:val="00B651F2"/>
    <w:rsid w:val="00B65682"/>
    <w:rsid w:val="00B65F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1F3A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5EF3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39C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BED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15F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6F25"/>
    <w:rsid w:val="00C270F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749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BEB"/>
    <w:rsid w:val="00C42E5E"/>
    <w:rsid w:val="00C42F91"/>
    <w:rsid w:val="00C4328B"/>
    <w:rsid w:val="00C43675"/>
    <w:rsid w:val="00C43FDD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951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4C9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77F68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48D"/>
    <w:rsid w:val="00C9598C"/>
    <w:rsid w:val="00C9645D"/>
    <w:rsid w:val="00C9666B"/>
    <w:rsid w:val="00C96A8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390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00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19D8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B4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4C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3C23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5DD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23B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1DD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26F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7C4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3944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23D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5E80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440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120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5B2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0E8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7AB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5A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AD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C37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3FF7"/>
    <w:rsid w:val="00E74A8F"/>
    <w:rsid w:val="00E74AE0"/>
    <w:rsid w:val="00E74F61"/>
    <w:rsid w:val="00E754D1"/>
    <w:rsid w:val="00E759E6"/>
    <w:rsid w:val="00E75BE9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6A2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67D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3F6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EF7EED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667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03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56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9AB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6F0E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1F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CD0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88"/>
    <w:rsid w:val="00FD1AF3"/>
    <w:rsid w:val="00FD26CD"/>
    <w:rsid w:val="00FD2C4A"/>
    <w:rsid w:val="00FD3767"/>
    <w:rsid w:val="00FD42C5"/>
    <w:rsid w:val="00FD49FB"/>
    <w:rsid w:val="00FD4D0E"/>
    <w:rsid w:val="00FD5646"/>
    <w:rsid w:val="00FD5FEE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0707C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707C2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707C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707C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570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0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62</Words>
  <Characters>355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Пузырева Надежда Николаевна</dc:creator>
  <cp:keywords/>
  <dc:description/>
  <cp:lastModifiedBy>user</cp:lastModifiedBy>
  <cp:revision>2</cp:revision>
  <cp:lastPrinted>2018-02-02T08:05:00Z</cp:lastPrinted>
  <dcterms:created xsi:type="dcterms:W3CDTF">2018-02-02T12:37:00Z</dcterms:created>
  <dcterms:modified xsi:type="dcterms:W3CDTF">2018-02-02T12:37:00Z</dcterms:modified>
</cp:coreProperties>
</file>