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E0" w:rsidRPr="002657AF" w:rsidRDefault="001059E0" w:rsidP="002657AF">
      <w:pPr>
        <w:spacing w:after="120"/>
        <w:ind w:left="3969"/>
        <w:jc w:val="center"/>
      </w:pPr>
      <w:r w:rsidRPr="002657AF">
        <w:t>Приложение</w:t>
      </w:r>
    </w:p>
    <w:p w:rsidR="001059E0" w:rsidRDefault="001059E0" w:rsidP="00643022">
      <w:pPr>
        <w:spacing w:after="120"/>
        <w:ind w:left="3969"/>
        <w:jc w:val="center"/>
      </w:pPr>
      <w:r w:rsidRPr="002657AF">
        <w:t>к постановлению Центральной избирательной комиссии Российской Федерации</w:t>
      </w:r>
      <w:r w:rsidRPr="002657AF">
        <w:br/>
      </w:r>
      <w:r>
        <w:t>от 02 февраля 2018 г. № 136/1121-7</w:t>
      </w:r>
    </w:p>
    <w:p w:rsidR="001059E0" w:rsidRPr="002657AF" w:rsidRDefault="001059E0" w:rsidP="00643022">
      <w:pPr>
        <w:spacing w:after="120"/>
        <w:ind w:left="3969"/>
        <w:jc w:val="center"/>
      </w:pPr>
    </w:p>
    <w:p w:rsidR="001059E0" w:rsidRPr="00853D16" w:rsidRDefault="001059E0" w:rsidP="00853D16">
      <w:pPr>
        <w:jc w:val="center"/>
        <w:rPr>
          <w:b/>
          <w:bCs/>
          <w:sz w:val="28"/>
          <w:szCs w:val="28"/>
        </w:rPr>
      </w:pPr>
      <w:r w:rsidRPr="00853D16">
        <w:rPr>
          <w:b/>
          <w:bCs/>
          <w:sz w:val="28"/>
          <w:szCs w:val="28"/>
        </w:rPr>
        <w:t>СПИСОК</w:t>
      </w:r>
    </w:p>
    <w:p w:rsidR="001059E0" w:rsidRPr="00853D16" w:rsidRDefault="001059E0" w:rsidP="00853D16">
      <w:pPr>
        <w:jc w:val="center"/>
        <w:rPr>
          <w:b/>
          <w:bCs/>
          <w:sz w:val="28"/>
          <w:szCs w:val="28"/>
        </w:rPr>
      </w:pPr>
      <w:r w:rsidRPr="00853D16">
        <w:rPr>
          <w:b/>
          <w:bCs/>
          <w:sz w:val="28"/>
          <w:szCs w:val="28"/>
        </w:rPr>
        <w:t>уполномоченных представителей политической партии</w:t>
      </w:r>
      <w:r w:rsidRPr="00853D16">
        <w:rPr>
          <w:b/>
          <w:bCs/>
          <w:sz w:val="28"/>
          <w:szCs w:val="28"/>
        </w:rPr>
        <w:br/>
        <w:t>«Политическая партия «Российская объединенная</w:t>
      </w:r>
      <w:r w:rsidRPr="00853D16">
        <w:rPr>
          <w:b/>
          <w:bCs/>
          <w:sz w:val="28"/>
          <w:szCs w:val="28"/>
        </w:rPr>
        <w:br/>
        <w:t>демократическая партия «ЯБЛОКО»</w:t>
      </w:r>
    </w:p>
    <w:p w:rsidR="001059E0" w:rsidRPr="00853D16" w:rsidRDefault="001059E0" w:rsidP="00853D16">
      <w:pPr>
        <w:jc w:val="center"/>
        <w:rPr>
          <w:b/>
          <w:bCs/>
          <w:sz w:val="28"/>
          <w:szCs w:val="28"/>
        </w:rPr>
      </w:pPr>
    </w:p>
    <w:p w:rsidR="001059E0" w:rsidRPr="00853D16" w:rsidRDefault="001059E0" w:rsidP="00853D16">
      <w:pPr>
        <w:jc w:val="center"/>
        <w:rPr>
          <w:b/>
          <w:bCs/>
          <w:sz w:val="28"/>
          <w:szCs w:val="28"/>
        </w:rPr>
      </w:pP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Кондров Александр Юрьевич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Мамаев Сергей Валентинович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Калекин Владимир Вячеславович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Фомин Эдуард Владимирович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Мельников Борис Викторович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Мовшович Вадим Юрьевич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Козицына Татьяна Федоровна</w:t>
      </w:r>
    </w:p>
    <w:p w:rsidR="001059E0" w:rsidRPr="00853D16" w:rsidRDefault="001059E0" w:rsidP="00853D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3D16">
        <w:rPr>
          <w:sz w:val="28"/>
          <w:szCs w:val="28"/>
        </w:rPr>
        <w:t>Гончаренко Александр Ильич.</w:t>
      </w:r>
    </w:p>
    <w:p w:rsidR="001059E0" w:rsidRPr="00643022" w:rsidRDefault="001059E0" w:rsidP="00853D16">
      <w:pPr>
        <w:pStyle w:val="BodyTextIndent2"/>
        <w:spacing w:after="0" w:line="240" w:lineRule="auto"/>
        <w:ind w:left="0"/>
      </w:pPr>
    </w:p>
    <w:sectPr w:rsidR="001059E0" w:rsidRPr="00643022" w:rsidSect="002657AF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E0" w:rsidRDefault="001059E0" w:rsidP="00F95F25">
      <w:r>
        <w:separator/>
      </w:r>
    </w:p>
  </w:endnote>
  <w:endnote w:type="continuationSeparator" w:id="0">
    <w:p w:rsidR="001059E0" w:rsidRDefault="001059E0" w:rsidP="00F95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9E0" w:rsidRDefault="001059E0">
    <w:pPr>
      <w:pStyle w:val="Footer"/>
    </w:pPr>
    <w:fldSimple w:instr=" FILENAME   \* MERGEFORMAT ">
      <w:r w:rsidRPr="00F94741">
        <w:rPr>
          <w:noProof/>
          <w:sz w:val="16"/>
          <w:szCs w:val="16"/>
        </w:rPr>
        <w:t>k0302004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9E0" w:rsidRDefault="001059E0">
    <w:pPr>
      <w:pStyle w:val="Footer"/>
    </w:pPr>
    <w:fldSimple w:instr=" FILENAME   \* MERGEFORMAT ">
      <w:r w:rsidRPr="00F94741">
        <w:rPr>
          <w:noProof/>
          <w:sz w:val="16"/>
          <w:szCs w:val="16"/>
        </w:rPr>
        <w:t>k0302004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E0" w:rsidRDefault="001059E0" w:rsidP="00F95F25">
      <w:r>
        <w:separator/>
      </w:r>
    </w:p>
  </w:footnote>
  <w:footnote w:type="continuationSeparator" w:id="0">
    <w:p w:rsidR="001059E0" w:rsidRDefault="001059E0" w:rsidP="00F95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9E0" w:rsidRDefault="001059E0" w:rsidP="00F95F25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7AF"/>
    <w:rsid w:val="001059E0"/>
    <w:rsid w:val="00221920"/>
    <w:rsid w:val="002657AF"/>
    <w:rsid w:val="0028085B"/>
    <w:rsid w:val="002B5C55"/>
    <w:rsid w:val="00317CC3"/>
    <w:rsid w:val="003B2EB9"/>
    <w:rsid w:val="003E6710"/>
    <w:rsid w:val="00594862"/>
    <w:rsid w:val="005A6EEC"/>
    <w:rsid w:val="00643022"/>
    <w:rsid w:val="00853D16"/>
    <w:rsid w:val="00B7345E"/>
    <w:rsid w:val="00B83E44"/>
    <w:rsid w:val="00C26F25"/>
    <w:rsid w:val="00C90433"/>
    <w:rsid w:val="00DA332B"/>
    <w:rsid w:val="00DB2B94"/>
    <w:rsid w:val="00EC06A0"/>
    <w:rsid w:val="00F1128E"/>
    <w:rsid w:val="00F94741"/>
    <w:rsid w:val="00F95F25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2657A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57AF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2657AF"/>
    <w:pPr>
      <w:spacing w:line="360" w:lineRule="auto"/>
      <w:ind w:firstLine="720"/>
      <w:jc w:val="both"/>
    </w:pPr>
    <w:rPr>
      <w:rFonts w:ascii="Times New Roman CYR" w:eastAsia="Times New Roman" w:hAnsi="Times New Roman CYR" w:cs="Times New Roman CYR"/>
      <w:spacing w:val="4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F95F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F2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9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5F25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43022"/>
    <w:pPr>
      <w:spacing w:after="120" w:line="480" w:lineRule="auto"/>
      <w:ind w:left="283"/>
      <w:jc w:val="center"/>
    </w:pPr>
    <w:rPr>
      <w:rFonts w:eastAsia="Times New Roma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4302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0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70</Words>
  <Characters>401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kopcea</dc:creator>
  <cp:keywords/>
  <dc:description/>
  <cp:lastModifiedBy>user</cp:lastModifiedBy>
  <cp:revision>2</cp:revision>
  <cp:lastPrinted>2018-02-02T07:10:00Z</cp:lastPrinted>
  <dcterms:created xsi:type="dcterms:W3CDTF">2018-02-02T12:37:00Z</dcterms:created>
  <dcterms:modified xsi:type="dcterms:W3CDTF">2018-02-02T12:37:00Z</dcterms:modified>
</cp:coreProperties>
</file>