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232" w:rsidRPr="00E9042E" w:rsidRDefault="00B43232" w:rsidP="00E9042E">
      <w:pPr>
        <w:ind w:left="3969"/>
        <w:jc w:val="center"/>
        <w:rPr>
          <w:rFonts w:ascii="Times New Roman CYR" w:hAnsi="Times New Roman CYR" w:cs="Times New Roman CYR"/>
        </w:rPr>
      </w:pPr>
      <w:r w:rsidRPr="00E9042E">
        <w:rPr>
          <w:rFonts w:ascii="Times New Roman CYR" w:hAnsi="Times New Roman CYR" w:cs="Times New Roman CYR"/>
        </w:rPr>
        <w:t xml:space="preserve">Приложение </w:t>
      </w:r>
    </w:p>
    <w:p w:rsidR="00B43232" w:rsidRDefault="00B43232" w:rsidP="00E9042E">
      <w:pPr>
        <w:ind w:left="3969"/>
        <w:jc w:val="center"/>
        <w:rPr>
          <w:rFonts w:ascii="Times New Roman CYR" w:hAnsi="Times New Roman CYR" w:cs="Times New Roman CYR"/>
        </w:rPr>
      </w:pPr>
      <w:r w:rsidRPr="00E9042E">
        <w:rPr>
          <w:rFonts w:ascii="Times New Roman CYR" w:hAnsi="Times New Roman CYR" w:cs="Times New Roman CYR"/>
        </w:rPr>
        <w:t xml:space="preserve">к постановлению Центральной избирательной комиссии Российской Федерации </w:t>
      </w:r>
    </w:p>
    <w:p w:rsidR="00B43232" w:rsidRPr="00E9042E" w:rsidRDefault="00B43232" w:rsidP="00E9042E">
      <w:pPr>
        <w:ind w:left="3969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 02 февраля 2018 г. № 136/1115-7</w:t>
      </w:r>
    </w:p>
    <w:p w:rsidR="00B43232" w:rsidRDefault="00B43232" w:rsidP="00E9042E">
      <w:pPr>
        <w:jc w:val="center"/>
        <w:rPr>
          <w:b/>
          <w:bCs/>
          <w:sz w:val="28"/>
          <w:szCs w:val="28"/>
        </w:rPr>
      </w:pPr>
    </w:p>
    <w:p w:rsidR="00B43232" w:rsidRDefault="00B43232" w:rsidP="00E9042E">
      <w:pPr>
        <w:jc w:val="center"/>
        <w:rPr>
          <w:b/>
          <w:bCs/>
          <w:sz w:val="28"/>
          <w:szCs w:val="28"/>
        </w:rPr>
      </w:pPr>
    </w:p>
    <w:p w:rsidR="00B43232" w:rsidRDefault="00B43232" w:rsidP="00E9042E">
      <w:pPr>
        <w:jc w:val="center"/>
        <w:rPr>
          <w:b/>
          <w:bCs/>
          <w:sz w:val="28"/>
          <w:szCs w:val="28"/>
        </w:rPr>
      </w:pPr>
    </w:p>
    <w:p w:rsidR="00B43232" w:rsidRPr="00E9042E" w:rsidRDefault="00B43232" w:rsidP="00E9042E">
      <w:pPr>
        <w:jc w:val="center"/>
        <w:rPr>
          <w:b/>
          <w:bCs/>
          <w:sz w:val="28"/>
          <w:szCs w:val="28"/>
        </w:rPr>
      </w:pPr>
    </w:p>
    <w:p w:rsidR="00B43232" w:rsidRPr="00E9042E" w:rsidRDefault="00B43232" w:rsidP="00E9042E">
      <w:pPr>
        <w:jc w:val="center"/>
        <w:rPr>
          <w:b/>
          <w:bCs/>
          <w:sz w:val="28"/>
          <w:szCs w:val="28"/>
        </w:rPr>
      </w:pPr>
      <w:r w:rsidRPr="00E9042E">
        <w:rPr>
          <w:b/>
          <w:bCs/>
          <w:sz w:val="28"/>
          <w:szCs w:val="28"/>
        </w:rPr>
        <w:t>СПИСОК</w:t>
      </w:r>
    </w:p>
    <w:p w:rsidR="00B43232" w:rsidRPr="00E9042E" w:rsidRDefault="00B43232" w:rsidP="00E9042E">
      <w:pPr>
        <w:jc w:val="center"/>
        <w:rPr>
          <w:b/>
          <w:bCs/>
          <w:sz w:val="28"/>
          <w:szCs w:val="28"/>
        </w:rPr>
      </w:pPr>
      <w:r w:rsidRPr="00E9042E">
        <w:rPr>
          <w:b/>
          <w:bCs/>
          <w:sz w:val="28"/>
          <w:szCs w:val="28"/>
        </w:rPr>
        <w:t>доверенных лиц политической партии</w:t>
      </w:r>
    </w:p>
    <w:p w:rsidR="00B43232" w:rsidRPr="00E9042E" w:rsidRDefault="00B43232" w:rsidP="00E9042E">
      <w:pPr>
        <w:jc w:val="center"/>
        <w:rPr>
          <w:b/>
          <w:bCs/>
          <w:sz w:val="28"/>
          <w:szCs w:val="28"/>
        </w:rPr>
      </w:pPr>
      <w:r w:rsidRPr="00E9042E">
        <w:rPr>
          <w:b/>
          <w:bCs/>
          <w:sz w:val="28"/>
          <w:szCs w:val="28"/>
        </w:rPr>
        <w:t>«Политическая партия «КОММУНИСТИЧЕСКАЯ ПАРТИЯ РОССИЙСКОЙ ФЕДЕРАЦИИ»</w:t>
      </w:r>
    </w:p>
    <w:p w:rsidR="00B43232" w:rsidRPr="00E9042E" w:rsidRDefault="00B43232" w:rsidP="00E9042E">
      <w:pPr>
        <w:jc w:val="center"/>
        <w:rPr>
          <w:sz w:val="28"/>
          <w:szCs w:val="28"/>
        </w:rPr>
      </w:pPr>
    </w:p>
    <w:p w:rsidR="00B43232" w:rsidRPr="00E9042E" w:rsidRDefault="00B43232" w:rsidP="00E9042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9042E">
        <w:rPr>
          <w:sz w:val="28"/>
          <w:szCs w:val="28"/>
        </w:rPr>
        <w:t>Агванян Артур Мартунович</w:t>
      </w:r>
    </w:p>
    <w:p w:rsidR="00B43232" w:rsidRPr="00E9042E" w:rsidRDefault="00B43232" w:rsidP="00E9042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9042E">
        <w:rPr>
          <w:sz w:val="28"/>
          <w:szCs w:val="28"/>
        </w:rPr>
        <w:t>Барский Вадим Николаевич</w:t>
      </w:r>
    </w:p>
    <w:p w:rsidR="00B43232" w:rsidRPr="00E9042E" w:rsidRDefault="00B43232" w:rsidP="00E9042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9042E">
        <w:rPr>
          <w:sz w:val="28"/>
          <w:szCs w:val="28"/>
        </w:rPr>
        <w:t>Бечелов Махти Ануарович</w:t>
      </w:r>
    </w:p>
    <w:p w:rsidR="00B43232" w:rsidRPr="00E9042E" w:rsidRDefault="00B43232" w:rsidP="00E9042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9042E">
        <w:rPr>
          <w:sz w:val="28"/>
          <w:szCs w:val="28"/>
        </w:rPr>
        <w:t>Веселовский Антон Павлович</w:t>
      </w:r>
    </w:p>
    <w:p w:rsidR="00B43232" w:rsidRPr="00E9042E" w:rsidRDefault="00B43232" w:rsidP="00E9042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9042E">
        <w:rPr>
          <w:sz w:val="28"/>
          <w:szCs w:val="28"/>
        </w:rPr>
        <w:t>Гладких Александра Михайловна</w:t>
      </w:r>
    </w:p>
    <w:p w:rsidR="00B43232" w:rsidRPr="00E9042E" w:rsidRDefault="00B43232" w:rsidP="00E9042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9042E">
        <w:rPr>
          <w:sz w:val="28"/>
          <w:szCs w:val="28"/>
        </w:rPr>
        <w:t>Жаравин Николай Алексеевич</w:t>
      </w:r>
    </w:p>
    <w:p w:rsidR="00B43232" w:rsidRPr="00E9042E" w:rsidRDefault="00B43232" w:rsidP="00E9042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9042E">
        <w:rPr>
          <w:sz w:val="28"/>
          <w:szCs w:val="28"/>
        </w:rPr>
        <w:t>Зырянов Виктор Леонидович</w:t>
      </w:r>
    </w:p>
    <w:p w:rsidR="00B43232" w:rsidRPr="00E9042E" w:rsidRDefault="00B43232" w:rsidP="00E9042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9042E">
        <w:rPr>
          <w:sz w:val="28"/>
          <w:szCs w:val="28"/>
        </w:rPr>
        <w:t>Ковалева Ирина Александровна</w:t>
      </w:r>
    </w:p>
    <w:p w:rsidR="00B43232" w:rsidRPr="00E9042E" w:rsidRDefault="00B43232" w:rsidP="00E9042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9042E">
        <w:rPr>
          <w:sz w:val="28"/>
          <w:szCs w:val="28"/>
        </w:rPr>
        <w:t>Мицкевич Николай Андреевич</w:t>
      </w:r>
    </w:p>
    <w:p w:rsidR="00B43232" w:rsidRPr="00E9042E" w:rsidRDefault="00B43232" w:rsidP="00E9042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9042E">
        <w:rPr>
          <w:sz w:val="28"/>
          <w:szCs w:val="28"/>
        </w:rPr>
        <w:t>Мишина Валентина Олеговна</w:t>
      </w:r>
    </w:p>
    <w:p w:rsidR="00B43232" w:rsidRPr="00E9042E" w:rsidRDefault="00B43232" w:rsidP="00E9042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9042E">
        <w:rPr>
          <w:sz w:val="28"/>
          <w:szCs w:val="28"/>
        </w:rPr>
        <w:t>Петкевич Инесса Евгеньевна</w:t>
      </w:r>
    </w:p>
    <w:p w:rsidR="00B43232" w:rsidRPr="00E9042E" w:rsidRDefault="00B43232" w:rsidP="00E9042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9042E">
        <w:rPr>
          <w:sz w:val="28"/>
          <w:szCs w:val="28"/>
        </w:rPr>
        <w:t>Плиев Алисхан Алиханович</w:t>
      </w:r>
    </w:p>
    <w:p w:rsidR="00B43232" w:rsidRPr="00E9042E" w:rsidRDefault="00B43232" w:rsidP="00E9042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9042E">
        <w:rPr>
          <w:sz w:val="28"/>
          <w:szCs w:val="28"/>
        </w:rPr>
        <w:t>Ракутин Максим Вячеславович</w:t>
      </w:r>
    </w:p>
    <w:p w:rsidR="00B43232" w:rsidRPr="00E9042E" w:rsidRDefault="00B43232" w:rsidP="00E9042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9042E">
        <w:rPr>
          <w:sz w:val="28"/>
          <w:szCs w:val="28"/>
        </w:rPr>
        <w:t>Расстегаев Владимир Ильич</w:t>
      </w:r>
    </w:p>
    <w:p w:rsidR="00B43232" w:rsidRPr="00E9042E" w:rsidRDefault="00B43232" w:rsidP="00E9042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9042E">
        <w:rPr>
          <w:sz w:val="28"/>
          <w:szCs w:val="28"/>
        </w:rPr>
        <w:t>Репин Илья Николаевич</w:t>
      </w:r>
    </w:p>
    <w:p w:rsidR="00B43232" w:rsidRPr="00E9042E" w:rsidRDefault="00B43232" w:rsidP="00E9042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9042E">
        <w:rPr>
          <w:sz w:val="28"/>
          <w:szCs w:val="28"/>
        </w:rPr>
        <w:t>Розанов Павел Александрович</w:t>
      </w:r>
    </w:p>
    <w:p w:rsidR="00B43232" w:rsidRPr="00E9042E" w:rsidRDefault="00B43232" w:rsidP="00E9042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9042E">
        <w:rPr>
          <w:sz w:val="28"/>
          <w:szCs w:val="28"/>
        </w:rPr>
        <w:t>Ряписов Виталий Владимирович</w:t>
      </w:r>
    </w:p>
    <w:p w:rsidR="00B43232" w:rsidRPr="00E9042E" w:rsidRDefault="00B43232" w:rsidP="00E9042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9042E">
        <w:rPr>
          <w:sz w:val="28"/>
          <w:szCs w:val="28"/>
        </w:rPr>
        <w:t>Сидорко Антон Сергеевич</w:t>
      </w:r>
    </w:p>
    <w:p w:rsidR="00B43232" w:rsidRPr="00E9042E" w:rsidRDefault="00B43232" w:rsidP="00E9042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9042E">
        <w:rPr>
          <w:sz w:val="28"/>
          <w:szCs w:val="28"/>
        </w:rPr>
        <w:t>Сливко Станислав Вадимович</w:t>
      </w:r>
    </w:p>
    <w:p w:rsidR="00B43232" w:rsidRPr="00E9042E" w:rsidRDefault="00B43232" w:rsidP="00E9042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9042E">
        <w:rPr>
          <w:sz w:val="28"/>
          <w:szCs w:val="28"/>
        </w:rPr>
        <w:t>Стасюк Василий Николаевич</w:t>
      </w:r>
    </w:p>
    <w:p w:rsidR="00B43232" w:rsidRPr="00E9042E" w:rsidRDefault="00B43232" w:rsidP="00E9042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9042E">
        <w:rPr>
          <w:sz w:val="28"/>
          <w:szCs w:val="28"/>
        </w:rPr>
        <w:t>Степанов Денис Витальевич</w:t>
      </w:r>
    </w:p>
    <w:p w:rsidR="00B43232" w:rsidRPr="00E9042E" w:rsidRDefault="00B43232" w:rsidP="00E9042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9042E">
        <w:rPr>
          <w:sz w:val="28"/>
          <w:szCs w:val="28"/>
        </w:rPr>
        <w:t>Сусликов Аркадий Степанович</w:t>
      </w:r>
    </w:p>
    <w:p w:rsidR="00B43232" w:rsidRPr="00E9042E" w:rsidRDefault="00B43232" w:rsidP="00E9042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9042E">
        <w:rPr>
          <w:sz w:val="28"/>
          <w:szCs w:val="28"/>
        </w:rPr>
        <w:t>Хандарова Нина Леонидовна</w:t>
      </w:r>
    </w:p>
    <w:p w:rsidR="00B43232" w:rsidRPr="00E9042E" w:rsidRDefault="00B43232" w:rsidP="00E9042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9042E">
        <w:rPr>
          <w:sz w:val="28"/>
          <w:szCs w:val="28"/>
        </w:rPr>
        <w:t>Чупров Сергей Витальевич</w:t>
      </w:r>
    </w:p>
    <w:p w:rsidR="00B43232" w:rsidRPr="00E9042E" w:rsidRDefault="00B43232" w:rsidP="00E9042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9042E">
        <w:rPr>
          <w:sz w:val="28"/>
          <w:szCs w:val="28"/>
        </w:rPr>
        <w:t>Щербина Андрей Георгиевич.</w:t>
      </w:r>
    </w:p>
    <w:p w:rsidR="00B43232" w:rsidRPr="00E9042E" w:rsidRDefault="00B43232" w:rsidP="00E9042E">
      <w:pPr>
        <w:spacing w:line="360" w:lineRule="auto"/>
        <w:ind w:left="1070"/>
        <w:jc w:val="both"/>
        <w:rPr>
          <w:sz w:val="28"/>
          <w:szCs w:val="28"/>
        </w:rPr>
      </w:pPr>
    </w:p>
    <w:p w:rsidR="00B43232" w:rsidRPr="003E6710" w:rsidRDefault="00B43232">
      <w:pPr>
        <w:rPr>
          <w:sz w:val="28"/>
          <w:szCs w:val="28"/>
        </w:rPr>
      </w:pPr>
    </w:p>
    <w:sectPr w:rsidR="00B43232" w:rsidRPr="003E6710" w:rsidSect="009C6F69">
      <w:headerReference w:type="default" r:id="rId7"/>
      <w:footerReference w:type="default" r:id="rId8"/>
      <w:footerReference w:type="first" r:id="rId9"/>
      <w:pgSz w:w="11906" w:h="16838" w:code="9"/>
      <w:pgMar w:top="1134" w:right="851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232" w:rsidRDefault="00B43232" w:rsidP="00E9042E">
      <w:r>
        <w:separator/>
      </w:r>
    </w:p>
  </w:endnote>
  <w:endnote w:type="continuationSeparator" w:id="0">
    <w:p w:rsidR="00B43232" w:rsidRDefault="00B43232" w:rsidP="00E904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232" w:rsidRDefault="00B43232">
    <w:pPr>
      <w:pStyle w:val="Footer"/>
    </w:pPr>
    <w:fldSimple w:instr=" FILENAME   \* MERGEFORMAT ">
      <w:r w:rsidRPr="006C3345">
        <w:rPr>
          <w:noProof/>
          <w:sz w:val="16"/>
          <w:szCs w:val="16"/>
        </w:rPr>
        <w:t>m0302002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232" w:rsidRDefault="00B43232">
    <w:pPr>
      <w:pStyle w:val="Footer"/>
    </w:pPr>
    <w:fldSimple w:instr=" FILENAME   \* MERGEFORMAT ">
      <w:r w:rsidRPr="006C3345">
        <w:rPr>
          <w:noProof/>
          <w:sz w:val="16"/>
          <w:szCs w:val="16"/>
        </w:rPr>
        <w:t>m0302002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232" w:rsidRDefault="00B43232" w:rsidP="00E9042E">
      <w:r>
        <w:separator/>
      </w:r>
    </w:p>
  </w:footnote>
  <w:footnote w:type="continuationSeparator" w:id="0">
    <w:p w:rsidR="00B43232" w:rsidRDefault="00B43232" w:rsidP="00E904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232" w:rsidRDefault="00B43232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B43232" w:rsidRDefault="00B4323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197452"/>
    <w:multiLevelType w:val="hybridMultilevel"/>
    <w:tmpl w:val="A394160C"/>
    <w:lvl w:ilvl="0" w:tplc="41E8C5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042E"/>
    <w:rsid w:val="0000145E"/>
    <w:rsid w:val="000015AA"/>
    <w:rsid w:val="00001C76"/>
    <w:rsid w:val="00001D75"/>
    <w:rsid w:val="00001E01"/>
    <w:rsid w:val="00003066"/>
    <w:rsid w:val="00003268"/>
    <w:rsid w:val="0000391F"/>
    <w:rsid w:val="00003A82"/>
    <w:rsid w:val="00003C8D"/>
    <w:rsid w:val="00003E75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3014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DA5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5B5"/>
    <w:rsid w:val="000257FA"/>
    <w:rsid w:val="00025933"/>
    <w:rsid w:val="00025D79"/>
    <w:rsid w:val="000263CE"/>
    <w:rsid w:val="00026C4E"/>
    <w:rsid w:val="000270D8"/>
    <w:rsid w:val="000277C1"/>
    <w:rsid w:val="00027BE9"/>
    <w:rsid w:val="00027DE1"/>
    <w:rsid w:val="00027F0E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5DA9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06A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9D0"/>
    <w:rsid w:val="000A3BA2"/>
    <w:rsid w:val="000A3C66"/>
    <w:rsid w:val="000A431A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7E1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C7EBF"/>
    <w:rsid w:val="000D035E"/>
    <w:rsid w:val="000D0714"/>
    <w:rsid w:val="000D0E11"/>
    <w:rsid w:val="000D0F2E"/>
    <w:rsid w:val="000D1DDB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0DCF"/>
    <w:rsid w:val="000F1078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125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5E3"/>
    <w:rsid w:val="001107AF"/>
    <w:rsid w:val="0011092B"/>
    <w:rsid w:val="001109A3"/>
    <w:rsid w:val="00110F21"/>
    <w:rsid w:val="00112068"/>
    <w:rsid w:val="00112710"/>
    <w:rsid w:val="00112D00"/>
    <w:rsid w:val="00112DA6"/>
    <w:rsid w:val="0011325A"/>
    <w:rsid w:val="00113601"/>
    <w:rsid w:val="0011375F"/>
    <w:rsid w:val="00113766"/>
    <w:rsid w:val="001137A7"/>
    <w:rsid w:val="001137BE"/>
    <w:rsid w:val="00113DA0"/>
    <w:rsid w:val="00114121"/>
    <w:rsid w:val="0011430A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A26"/>
    <w:rsid w:val="00122FF4"/>
    <w:rsid w:val="0012301F"/>
    <w:rsid w:val="0012317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86D"/>
    <w:rsid w:val="00152B9A"/>
    <w:rsid w:val="00152CA9"/>
    <w:rsid w:val="00152F42"/>
    <w:rsid w:val="001532B0"/>
    <w:rsid w:val="001534F8"/>
    <w:rsid w:val="0015363E"/>
    <w:rsid w:val="00153F96"/>
    <w:rsid w:val="00154383"/>
    <w:rsid w:val="0015448A"/>
    <w:rsid w:val="00154E8F"/>
    <w:rsid w:val="0015500D"/>
    <w:rsid w:val="001552B4"/>
    <w:rsid w:val="001553C6"/>
    <w:rsid w:val="0015577B"/>
    <w:rsid w:val="00157259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0F49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BE9"/>
    <w:rsid w:val="001A0D07"/>
    <w:rsid w:val="001A1236"/>
    <w:rsid w:val="001A1623"/>
    <w:rsid w:val="001A1837"/>
    <w:rsid w:val="001A1A10"/>
    <w:rsid w:val="001A1C5F"/>
    <w:rsid w:val="001A227B"/>
    <w:rsid w:val="001A2A61"/>
    <w:rsid w:val="001A2DBD"/>
    <w:rsid w:val="001A3277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1CA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DE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3E4B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16D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DF9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94D"/>
    <w:rsid w:val="001F5A85"/>
    <w:rsid w:val="001F5DDD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A10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1C8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4C7"/>
    <w:rsid w:val="00296AFA"/>
    <w:rsid w:val="002977C0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61"/>
    <w:rsid w:val="002A4171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0F8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6CE"/>
    <w:rsid w:val="002C1560"/>
    <w:rsid w:val="002C15CF"/>
    <w:rsid w:val="002C1D2F"/>
    <w:rsid w:val="002C2843"/>
    <w:rsid w:val="002C2A1E"/>
    <w:rsid w:val="002C2CB6"/>
    <w:rsid w:val="002C32EA"/>
    <w:rsid w:val="002C3447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23B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E04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ED7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37D59"/>
    <w:rsid w:val="0034014F"/>
    <w:rsid w:val="00340158"/>
    <w:rsid w:val="003403F0"/>
    <w:rsid w:val="003419A9"/>
    <w:rsid w:val="00341E73"/>
    <w:rsid w:val="00341F34"/>
    <w:rsid w:val="00341FAB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1E3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67A51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DD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545"/>
    <w:rsid w:val="00381671"/>
    <w:rsid w:val="003818BD"/>
    <w:rsid w:val="00381AF6"/>
    <w:rsid w:val="00381BE9"/>
    <w:rsid w:val="00382782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27B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015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5CED"/>
    <w:rsid w:val="003B624D"/>
    <w:rsid w:val="003B66E6"/>
    <w:rsid w:val="003B68FD"/>
    <w:rsid w:val="003B71AB"/>
    <w:rsid w:val="003B731E"/>
    <w:rsid w:val="003B75AC"/>
    <w:rsid w:val="003B75CC"/>
    <w:rsid w:val="003C13FA"/>
    <w:rsid w:val="003C1725"/>
    <w:rsid w:val="003C1847"/>
    <w:rsid w:val="003C18CA"/>
    <w:rsid w:val="003C1A69"/>
    <w:rsid w:val="003C1CF3"/>
    <w:rsid w:val="003C2765"/>
    <w:rsid w:val="003C29C5"/>
    <w:rsid w:val="003C3104"/>
    <w:rsid w:val="003C38E2"/>
    <w:rsid w:val="003C3BCA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5E7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AA3"/>
    <w:rsid w:val="003E4C87"/>
    <w:rsid w:val="003E57CE"/>
    <w:rsid w:val="003E58E8"/>
    <w:rsid w:val="003E625E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4D6B"/>
    <w:rsid w:val="004059A8"/>
    <w:rsid w:val="00405C69"/>
    <w:rsid w:val="00405EAE"/>
    <w:rsid w:val="00405F4D"/>
    <w:rsid w:val="004061FF"/>
    <w:rsid w:val="00406573"/>
    <w:rsid w:val="00406678"/>
    <w:rsid w:val="0040677D"/>
    <w:rsid w:val="0040686F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1E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2B3"/>
    <w:rsid w:val="0042434D"/>
    <w:rsid w:val="004244EE"/>
    <w:rsid w:val="00425B1C"/>
    <w:rsid w:val="00425C84"/>
    <w:rsid w:val="00425E10"/>
    <w:rsid w:val="00425F7F"/>
    <w:rsid w:val="00426041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4F8F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776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ED7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788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19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5CD5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1BD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07538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93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402B1"/>
    <w:rsid w:val="005402EC"/>
    <w:rsid w:val="00540615"/>
    <w:rsid w:val="00540898"/>
    <w:rsid w:val="00540C91"/>
    <w:rsid w:val="00540D0D"/>
    <w:rsid w:val="005411D3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4AD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0DD4"/>
    <w:rsid w:val="00571141"/>
    <w:rsid w:val="00571E41"/>
    <w:rsid w:val="00571F26"/>
    <w:rsid w:val="00572675"/>
    <w:rsid w:val="00572721"/>
    <w:rsid w:val="00572D75"/>
    <w:rsid w:val="00572F2A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35"/>
    <w:rsid w:val="00583681"/>
    <w:rsid w:val="005836C8"/>
    <w:rsid w:val="0058370A"/>
    <w:rsid w:val="00583A4A"/>
    <w:rsid w:val="00583CE5"/>
    <w:rsid w:val="005841A7"/>
    <w:rsid w:val="0058446F"/>
    <w:rsid w:val="00584541"/>
    <w:rsid w:val="0058464D"/>
    <w:rsid w:val="005848B9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0D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319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7F1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23A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7DD"/>
    <w:rsid w:val="005D5EAF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241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9CA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611"/>
    <w:rsid w:val="00602A40"/>
    <w:rsid w:val="00602C86"/>
    <w:rsid w:val="00602FDA"/>
    <w:rsid w:val="006038A4"/>
    <w:rsid w:val="006039A1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830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143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4CF"/>
    <w:rsid w:val="00640765"/>
    <w:rsid w:val="006408C1"/>
    <w:rsid w:val="00640944"/>
    <w:rsid w:val="00640B5D"/>
    <w:rsid w:val="0064150B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AFA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AC3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18B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1FC5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4A31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BA5"/>
    <w:rsid w:val="006C2D07"/>
    <w:rsid w:val="006C328C"/>
    <w:rsid w:val="006C3345"/>
    <w:rsid w:val="006C43C8"/>
    <w:rsid w:val="006C458B"/>
    <w:rsid w:val="006C518A"/>
    <w:rsid w:val="006C61FA"/>
    <w:rsid w:val="006C6681"/>
    <w:rsid w:val="006C714D"/>
    <w:rsid w:val="006C7A1E"/>
    <w:rsid w:val="006C7A83"/>
    <w:rsid w:val="006D03A7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619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CB3"/>
    <w:rsid w:val="006E734B"/>
    <w:rsid w:val="006E764F"/>
    <w:rsid w:val="006E7829"/>
    <w:rsid w:val="006E7D6C"/>
    <w:rsid w:val="006E7FAF"/>
    <w:rsid w:val="006F0139"/>
    <w:rsid w:val="006F01C8"/>
    <w:rsid w:val="006F01EF"/>
    <w:rsid w:val="006F0373"/>
    <w:rsid w:val="006F0506"/>
    <w:rsid w:val="006F082F"/>
    <w:rsid w:val="006F10E1"/>
    <w:rsid w:val="006F122A"/>
    <w:rsid w:val="006F1358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8D6"/>
    <w:rsid w:val="00702D7A"/>
    <w:rsid w:val="007030BC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2D60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96E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3CD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5F5A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4EEF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50D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0C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7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ACD"/>
    <w:rsid w:val="007C1CE7"/>
    <w:rsid w:val="007C20E7"/>
    <w:rsid w:val="007C2536"/>
    <w:rsid w:val="007C29C8"/>
    <w:rsid w:val="007C2D19"/>
    <w:rsid w:val="007C2E68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672"/>
    <w:rsid w:val="007C5BC8"/>
    <w:rsid w:val="007C5C28"/>
    <w:rsid w:val="007C5D59"/>
    <w:rsid w:val="007C6196"/>
    <w:rsid w:val="007C6634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180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161"/>
    <w:rsid w:val="007F32FA"/>
    <w:rsid w:val="007F3336"/>
    <w:rsid w:val="007F387D"/>
    <w:rsid w:val="007F38FB"/>
    <w:rsid w:val="007F3CD2"/>
    <w:rsid w:val="007F3FC9"/>
    <w:rsid w:val="007F449D"/>
    <w:rsid w:val="007F47F4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1669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82A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B45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551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C57"/>
    <w:rsid w:val="008D7E91"/>
    <w:rsid w:val="008D7F16"/>
    <w:rsid w:val="008E0275"/>
    <w:rsid w:val="008E05A4"/>
    <w:rsid w:val="008E07CF"/>
    <w:rsid w:val="008E0E31"/>
    <w:rsid w:val="008E16B9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4F43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04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1F9D"/>
    <w:rsid w:val="009224E2"/>
    <w:rsid w:val="00922E87"/>
    <w:rsid w:val="00922FAC"/>
    <w:rsid w:val="00922FD5"/>
    <w:rsid w:val="00923013"/>
    <w:rsid w:val="00923207"/>
    <w:rsid w:val="009232E4"/>
    <w:rsid w:val="009234D6"/>
    <w:rsid w:val="00923AC3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C68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7AF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34D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6F69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6CD"/>
    <w:rsid w:val="009F08AA"/>
    <w:rsid w:val="009F0AD7"/>
    <w:rsid w:val="009F1211"/>
    <w:rsid w:val="009F1E02"/>
    <w:rsid w:val="009F255D"/>
    <w:rsid w:val="009F2913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0A3"/>
    <w:rsid w:val="00A0315E"/>
    <w:rsid w:val="00A034D5"/>
    <w:rsid w:val="00A03614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C1"/>
    <w:rsid w:val="00A40243"/>
    <w:rsid w:val="00A4031E"/>
    <w:rsid w:val="00A40798"/>
    <w:rsid w:val="00A408C6"/>
    <w:rsid w:val="00A408CC"/>
    <w:rsid w:val="00A40C9F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3218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0289"/>
    <w:rsid w:val="00A5141E"/>
    <w:rsid w:val="00A516CF"/>
    <w:rsid w:val="00A519C3"/>
    <w:rsid w:val="00A51D45"/>
    <w:rsid w:val="00A52278"/>
    <w:rsid w:val="00A523EB"/>
    <w:rsid w:val="00A523EC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A2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0E82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14A5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68BA"/>
    <w:rsid w:val="00A96B48"/>
    <w:rsid w:val="00A96C0F"/>
    <w:rsid w:val="00A97609"/>
    <w:rsid w:val="00A979E8"/>
    <w:rsid w:val="00A97B8E"/>
    <w:rsid w:val="00A97EC4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AF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B2"/>
    <w:rsid w:val="00AB5AEF"/>
    <w:rsid w:val="00AB69F0"/>
    <w:rsid w:val="00AB69F9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D1B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9E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51B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483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CCA"/>
    <w:rsid w:val="00B16E56"/>
    <w:rsid w:val="00B17221"/>
    <w:rsid w:val="00B1770A"/>
    <w:rsid w:val="00B17B97"/>
    <w:rsid w:val="00B2052B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232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1F5"/>
    <w:rsid w:val="00B634C9"/>
    <w:rsid w:val="00B636BA"/>
    <w:rsid w:val="00B63B3A"/>
    <w:rsid w:val="00B63B8B"/>
    <w:rsid w:val="00B6401C"/>
    <w:rsid w:val="00B644A6"/>
    <w:rsid w:val="00B64900"/>
    <w:rsid w:val="00B64C0C"/>
    <w:rsid w:val="00B64EE9"/>
    <w:rsid w:val="00B651F2"/>
    <w:rsid w:val="00B65682"/>
    <w:rsid w:val="00B65F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1F3A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5EF3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39C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BED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312"/>
    <w:rsid w:val="00BE0582"/>
    <w:rsid w:val="00BE0842"/>
    <w:rsid w:val="00BE098E"/>
    <w:rsid w:val="00BE115F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6F25"/>
    <w:rsid w:val="00C270F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749"/>
    <w:rsid w:val="00C409C9"/>
    <w:rsid w:val="00C40A62"/>
    <w:rsid w:val="00C41227"/>
    <w:rsid w:val="00C4135C"/>
    <w:rsid w:val="00C41523"/>
    <w:rsid w:val="00C416A8"/>
    <w:rsid w:val="00C41BC3"/>
    <w:rsid w:val="00C42079"/>
    <w:rsid w:val="00C42705"/>
    <w:rsid w:val="00C42995"/>
    <w:rsid w:val="00C42BEB"/>
    <w:rsid w:val="00C42E5E"/>
    <w:rsid w:val="00C42F91"/>
    <w:rsid w:val="00C4328B"/>
    <w:rsid w:val="00C43675"/>
    <w:rsid w:val="00C43FDD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951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4C9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77F68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48D"/>
    <w:rsid w:val="00C9598C"/>
    <w:rsid w:val="00C9645D"/>
    <w:rsid w:val="00C9666B"/>
    <w:rsid w:val="00C96A8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00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19D8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B4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4C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3C23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5DD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23B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1DD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126F"/>
    <w:rsid w:val="00D41585"/>
    <w:rsid w:val="00D4194B"/>
    <w:rsid w:val="00D41DA9"/>
    <w:rsid w:val="00D423A3"/>
    <w:rsid w:val="00D42882"/>
    <w:rsid w:val="00D4327E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7C4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3944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23D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1E4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C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440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120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5B2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0E8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7AB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5A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AD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C37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3FF7"/>
    <w:rsid w:val="00E74A8F"/>
    <w:rsid w:val="00E74AE0"/>
    <w:rsid w:val="00E74F61"/>
    <w:rsid w:val="00E754D1"/>
    <w:rsid w:val="00E759E6"/>
    <w:rsid w:val="00E75BE9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42E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67D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3F6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EF7EED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667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890"/>
    <w:rsid w:val="00F25605"/>
    <w:rsid w:val="00F256ED"/>
    <w:rsid w:val="00F25F32"/>
    <w:rsid w:val="00F2600D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11BB"/>
    <w:rsid w:val="00F412F6"/>
    <w:rsid w:val="00F41D2C"/>
    <w:rsid w:val="00F41E66"/>
    <w:rsid w:val="00F42584"/>
    <w:rsid w:val="00F42618"/>
    <w:rsid w:val="00F4266F"/>
    <w:rsid w:val="00F42822"/>
    <w:rsid w:val="00F42E03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56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A94"/>
    <w:rsid w:val="00F73B3B"/>
    <w:rsid w:val="00F743FB"/>
    <w:rsid w:val="00F74565"/>
    <w:rsid w:val="00F7466B"/>
    <w:rsid w:val="00F74BE9"/>
    <w:rsid w:val="00F75129"/>
    <w:rsid w:val="00F769AB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6F0E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1F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CD0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88"/>
    <w:rsid w:val="00FD1AF3"/>
    <w:rsid w:val="00FD26CD"/>
    <w:rsid w:val="00FD2C4A"/>
    <w:rsid w:val="00FD3767"/>
    <w:rsid w:val="00FD42C5"/>
    <w:rsid w:val="00FD49FB"/>
    <w:rsid w:val="00FD4D0E"/>
    <w:rsid w:val="00FD5646"/>
    <w:rsid w:val="00FD5FEE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8085B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8085B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085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808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8085B"/>
    <w:rPr>
      <w:rFonts w:ascii="Calibri" w:hAnsi="Calibri" w:cs="Calibri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28085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E9042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9042E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E9042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9042E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C33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C33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133</Words>
  <Characters>764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Пузырева Надежда Николаевна</dc:creator>
  <cp:keywords/>
  <dc:description/>
  <cp:lastModifiedBy>user</cp:lastModifiedBy>
  <cp:revision>2</cp:revision>
  <cp:lastPrinted>2018-02-02T06:48:00Z</cp:lastPrinted>
  <dcterms:created xsi:type="dcterms:W3CDTF">2018-02-02T12:30:00Z</dcterms:created>
  <dcterms:modified xsi:type="dcterms:W3CDTF">2018-02-02T12:30:00Z</dcterms:modified>
</cp:coreProperties>
</file>