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E8" w:rsidRPr="002657AF" w:rsidRDefault="00D86DE8" w:rsidP="002657AF">
      <w:pPr>
        <w:spacing w:after="120"/>
        <w:ind w:left="3969"/>
        <w:jc w:val="center"/>
      </w:pPr>
      <w:r w:rsidRPr="002657AF">
        <w:t>Приложение</w:t>
      </w:r>
    </w:p>
    <w:p w:rsidR="00D86DE8" w:rsidRDefault="00D86DE8" w:rsidP="00643022">
      <w:pPr>
        <w:spacing w:after="120"/>
        <w:ind w:left="3969"/>
        <w:jc w:val="center"/>
      </w:pPr>
      <w:r w:rsidRPr="002657AF">
        <w:t>к постановлению Центральной избирательной комиссии Российской Федерации</w:t>
      </w:r>
      <w:r w:rsidRPr="002657AF">
        <w:br/>
      </w:r>
      <w:r>
        <w:t>от 02 февраля 2018 г. № 136/1114-7</w:t>
      </w:r>
    </w:p>
    <w:p w:rsidR="00D86DE8" w:rsidRPr="002657AF" w:rsidRDefault="00D86DE8" w:rsidP="00643022">
      <w:pPr>
        <w:spacing w:after="120"/>
        <w:ind w:left="3969"/>
        <w:jc w:val="center"/>
      </w:pPr>
    </w:p>
    <w:p w:rsidR="00D86DE8" w:rsidRDefault="00D86DE8" w:rsidP="00643022">
      <w:pPr>
        <w:pStyle w:val="BodyTextIndent2"/>
        <w:spacing w:after="0" w:line="240" w:lineRule="auto"/>
        <w:ind w:left="0"/>
        <w:rPr>
          <w:b/>
          <w:bCs/>
        </w:rPr>
      </w:pPr>
      <w:r>
        <w:rPr>
          <w:b/>
          <w:bCs/>
        </w:rPr>
        <w:t>СПИСОК</w:t>
      </w:r>
    </w:p>
    <w:p w:rsidR="00D86DE8" w:rsidRDefault="00D86DE8" w:rsidP="00643022">
      <w:pPr>
        <w:pStyle w:val="BodyTextIndent2"/>
        <w:spacing w:after="0" w:line="240" w:lineRule="auto"/>
        <w:ind w:left="0"/>
        <w:rPr>
          <w:b/>
          <w:bCs/>
        </w:rPr>
      </w:pPr>
      <w:r>
        <w:rPr>
          <w:b/>
          <w:bCs/>
        </w:rPr>
        <w:t>уполномоченных представителей политической партии</w:t>
      </w:r>
      <w:r>
        <w:rPr>
          <w:b/>
          <w:bCs/>
        </w:rPr>
        <w:br/>
        <w:t>«Политическая партия «КОММУНИСТИЧЕСКАЯ ПАРТИЯ</w:t>
      </w:r>
      <w:r>
        <w:rPr>
          <w:b/>
          <w:bCs/>
        </w:rPr>
        <w:br/>
        <w:t>РОССИЙСКОЙ ФЕДЕРАЦИИ»</w:t>
      </w:r>
    </w:p>
    <w:p w:rsidR="00D86DE8" w:rsidRDefault="00D86DE8" w:rsidP="00643022">
      <w:pPr>
        <w:pStyle w:val="BodyTextIndent2"/>
        <w:spacing w:after="0" w:line="240" w:lineRule="auto"/>
        <w:ind w:left="0"/>
        <w:rPr>
          <w:b/>
          <w:bCs/>
        </w:rPr>
      </w:pP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1. Амосов Александр Николаевич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2. Богатырев Ильяс Сулейманович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3. Галдин Александр Петрович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4. Гончаров Артем Сергеевич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5. Грибанова Надежда Владимировна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6. Емалетдинов Юрий Олегович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7. Иванов Николай Викторович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8. Кислицын Василий Александрович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9. Кобызов Роман Александрович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10. Козодаева Елена Вячеславовна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11. Коновалов Валентин Олегович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12. Кукушкина Елена Михайловна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13. Михайлов Игорь Андреевич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14. Морозов Александр Николаевич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15. Носенко Ольга Николаевна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16. Саенко Владимир Дмитриевич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17. Сучков Павел Владимирович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18. Тимохов Сергей Константинович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19. Ханси Владимир Евгеньевич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20. Черепанова Анна Васильевна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21. Эккерт Александр Владимирович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22. Бытдаев Кемал Курманович</w:t>
      </w:r>
    </w:p>
    <w:p w:rsidR="00D86DE8" w:rsidRPr="00643022" w:rsidRDefault="00D86DE8" w:rsidP="00643022">
      <w:pPr>
        <w:spacing w:line="360" w:lineRule="auto"/>
        <w:ind w:firstLine="710"/>
        <w:jc w:val="both"/>
        <w:rPr>
          <w:sz w:val="28"/>
          <w:szCs w:val="28"/>
        </w:rPr>
      </w:pPr>
      <w:r w:rsidRPr="00643022">
        <w:rPr>
          <w:sz w:val="28"/>
          <w:szCs w:val="28"/>
        </w:rPr>
        <w:t>23. Красильников Владимир Анатольевич.</w:t>
      </w:r>
    </w:p>
    <w:sectPr w:rsidR="00D86DE8" w:rsidRPr="00643022" w:rsidSect="002657AF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DE8" w:rsidRDefault="00D86DE8" w:rsidP="00F95F25">
      <w:r>
        <w:separator/>
      </w:r>
    </w:p>
  </w:endnote>
  <w:endnote w:type="continuationSeparator" w:id="0">
    <w:p w:rsidR="00D86DE8" w:rsidRDefault="00D86DE8" w:rsidP="00F95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DE8" w:rsidRDefault="00D86DE8">
    <w:pPr>
      <w:pStyle w:val="Footer"/>
    </w:pPr>
    <w:fldSimple w:instr=" FILENAME   \* MERGEFORMAT ">
      <w:r w:rsidRPr="00594862">
        <w:rPr>
          <w:noProof/>
          <w:sz w:val="16"/>
          <w:szCs w:val="16"/>
        </w:rPr>
        <w:t>k0302003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DE8" w:rsidRDefault="00D86DE8">
    <w:pPr>
      <w:pStyle w:val="Footer"/>
    </w:pPr>
    <w:fldSimple w:instr=" FILENAME   \* MERGEFORMAT ">
      <w:r w:rsidRPr="00594862">
        <w:rPr>
          <w:noProof/>
          <w:sz w:val="16"/>
          <w:szCs w:val="16"/>
        </w:rPr>
        <w:t>k0302003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DE8" w:rsidRDefault="00D86DE8" w:rsidP="00F95F25">
      <w:r>
        <w:separator/>
      </w:r>
    </w:p>
  </w:footnote>
  <w:footnote w:type="continuationSeparator" w:id="0">
    <w:p w:rsidR="00D86DE8" w:rsidRDefault="00D86DE8" w:rsidP="00F95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6DE8" w:rsidRDefault="00D86DE8" w:rsidP="00F95F25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7AF"/>
    <w:rsid w:val="00221920"/>
    <w:rsid w:val="002657AF"/>
    <w:rsid w:val="0028085B"/>
    <w:rsid w:val="002B5C55"/>
    <w:rsid w:val="003E6710"/>
    <w:rsid w:val="0047652A"/>
    <w:rsid w:val="00477142"/>
    <w:rsid w:val="00594862"/>
    <w:rsid w:val="005A6EEC"/>
    <w:rsid w:val="005B3475"/>
    <w:rsid w:val="00643022"/>
    <w:rsid w:val="00857E50"/>
    <w:rsid w:val="008C0C90"/>
    <w:rsid w:val="00B83E44"/>
    <w:rsid w:val="00C26F25"/>
    <w:rsid w:val="00C90433"/>
    <w:rsid w:val="00D86DE8"/>
    <w:rsid w:val="00DA332B"/>
    <w:rsid w:val="00EC06A0"/>
    <w:rsid w:val="00F95F25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2657A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57AF"/>
    <w:rPr>
      <w:rFonts w:ascii="Times New Roman" w:hAnsi="Times New Roman" w:cs="Times New Roman"/>
      <w:sz w:val="24"/>
      <w:szCs w:val="24"/>
    </w:rPr>
  </w:style>
  <w:style w:type="paragraph" w:customStyle="1" w:styleId="14-15">
    <w:name w:val="14-15"/>
    <w:basedOn w:val="Normal"/>
    <w:uiPriority w:val="99"/>
    <w:rsid w:val="002657AF"/>
    <w:pPr>
      <w:spacing w:line="360" w:lineRule="auto"/>
      <w:ind w:firstLine="720"/>
      <w:jc w:val="both"/>
    </w:pPr>
    <w:rPr>
      <w:rFonts w:ascii="Times New Roman CYR" w:eastAsia="Times New Roman" w:hAnsi="Times New Roman CYR" w:cs="Times New Roman CYR"/>
      <w:spacing w:val="4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F95F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5F2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95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5F25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rsid w:val="00643022"/>
    <w:pPr>
      <w:spacing w:after="120" w:line="480" w:lineRule="auto"/>
      <w:ind w:left="283"/>
      <w:jc w:val="center"/>
    </w:pPr>
    <w:rPr>
      <w:rFonts w:eastAsia="Times New Roman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43022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70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5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144</Words>
  <Characters>823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kopcea</dc:creator>
  <cp:keywords/>
  <dc:description/>
  <cp:lastModifiedBy>user</cp:lastModifiedBy>
  <cp:revision>2</cp:revision>
  <cp:lastPrinted>2018-02-02T07:09:00Z</cp:lastPrinted>
  <dcterms:created xsi:type="dcterms:W3CDTF">2018-02-02T12:28:00Z</dcterms:created>
  <dcterms:modified xsi:type="dcterms:W3CDTF">2018-02-02T12:28:00Z</dcterms:modified>
</cp:coreProperties>
</file>